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B31933" w:rsidP="00B31933">
            <w:pPr>
              <w:shd w:val="solid" w:color="FFFFFF" w:fill="FFFFFF"/>
              <w:spacing w:before="0" w:line="240" w:lineRule="atLeast"/>
            </w:pPr>
            <w:bookmarkStart w:id="0" w:name="ditulogo"/>
            <w:bookmarkEnd w:id="0"/>
            <w:r>
              <w:rPr>
                <w:noProof/>
                <w:lang w:val="en-US" w:eastAsia="zh-CN"/>
              </w:rPr>
              <w:drawing>
                <wp:inline distT="0" distB="0" distL="0" distR="0" wp14:anchorId="66DD0965" wp14:editId="48BE6772">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B31933" w:rsidRPr="00982084" w:rsidRDefault="00047C00" w:rsidP="00047C00">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Attachment 5.13</w:t>
            </w:r>
            <w:r w:rsidR="00874F48" w:rsidRPr="009F4089">
              <w:rPr>
                <w:rFonts w:ascii="Verdana" w:hAnsi="Verdana"/>
                <w:bCs/>
                <w:sz w:val="20"/>
                <w:lang w:eastAsia="zh-CN"/>
              </w:rPr>
              <w:t xml:space="preserve"> to</w:t>
            </w:r>
            <w:r w:rsidR="00874F48">
              <w:rPr>
                <w:rFonts w:ascii="Verdana" w:hAnsi="Verdana"/>
                <w:bCs/>
                <w:sz w:val="20"/>
                <w:lang w:eastAsia="zh-CN"/>
              </w:rPr>
              <w:t xml:space="preserve"> </w:t>
            </w:r>
            <w:r w:rsidR="00874F48" w:rsidRPr="009F4089">
              <w:rPr>
                <w:rFonts w:ascii="Verdana" w:hAnsi="Verdana"/>
                <w:bCs/>
                <w:sz w:val="20"/>
                <w:lang w:eastAsia="zh-CN"/>
              </w:rPr>
              <w:t>Document 5D/</w:t>
            </w:r>
            <w:r>
              <w:rPr>
                <w:rFonts w:ascii="Verdana" w:hAnsi="Verdana"/>
                <w:bCs/>
                <w:sz w:val="20"/>
                <w:lang w:eastAsia="zh-CN"/>
              </w:rPr>
              <w:t>300</w:t>
            </w:r>
          </w:p>
        </w:tc>
        <w:tc>
          <w:tcPr>
            <w:tcW w:w="3451" w:type="dxa"/>
          </w:tcPr>
          <w:p w:rsidR="000069D4" w:rsidRPr="00CA77F3" w:rsidRDefault="000069D4" w:rsidP="00A5173C">
            <w:pPr>
              <w:keepLines/>
              <w:shd w:val="solid" w:color="FFFFFF" w:fill="FFFFFF"/>
              <w:tabs>
                <w:tab w:val="left" w:pos="567"/>
                <w:tab w:val="left" w:leader="dot" w:pos="7938"/>
                <w:tab w:val="center" w:pos="9526"/>
              </w:tabs>
              <w:spacing w:before="0" w:line="240" w:lineRule="atLeast"/>
              <w:ind w:left="567" w:hanging="567"/>
              <w:rPr>
                <w:rFonts w:ascii="Verdana" w:hAnsi="Verdana"/>
                <w:bCs/>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B31933" w:rsidRDefault="008D5FD8" w:rsidP="00A5173C">
            <w:pPr>
              <w:shd w:val="solid" w:color="FFFFFF" w:fill="FFFFFF"/>
              <w:spacing w:before="0" w:line="240" w:lineRule="atLeast"/>
              <w:rPr>
                <w:rFonts w:ascii="Verdana" w:hAnsi="Verdana"/>
                <w:sz w:val="20"/>
                <w:lang w:eastAsia="zh-CN"/>
              </w:rPr>
            </w:pPr>
            <w:r>
              <w:rPr>
                <w:rFonts w:ascii="Verdana" w:hAnsi="Verdana"/>
                <w:b/>
                <w:sz w:val="20"/>
                <w:lang w:eastAsia="zh-CN"/>
              </w:rPr>
              <w:t>6</w:t>
            </w:r>
            <w:r w:rsidR="00B31933">
              <w:rPr>
                <w:rFonts w:ascii="Verdana" w:hAnsi="Verdana"/>
                <w:b/>
                <w:sz w:val="20"/>
                <w:lang w:eastAsia="zh-CN"/>
              </w:rPr>
              <w:t xml:space="preserve"> February 2013</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B31933" w:rsidRDefault="00B3193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806774" w:rsidP="00CA77F3">
            <w:pPr>
              <w:pStyle w:val="Source"/>
              <w:rPr>
                <w:lang w:eastAsia="zh-CN"/>
              </w:rPr>
            </w:pPr>
            <w:bookmarkStart w:id="5" w:name="dsource" w:colFirst="0" w:colLast="0"/>
            <w:bookmarkEnd w:id="4"/>
            <w:r>
              <w:rPr>
                <w:lang w:eastAsia="zh-CN"/>
              </w:rPr>
              <w:t>Working Party 5D</w:t>
            </w:r>
            <w:r>
              <w:rPr>
                <w:lang w:eastAsia="zh-CN"/>
              </w:rPr>
              <w:br/>
            </w:r>
          </w:p>
        </w:tc>
      </w:tr>
      <w:tr w:rsidR="000069D4">
        <w:trPr>
          <w:cantSplit/>
        </w:trPr>
        <w:tc>
          <w:tcPr>
            <w:tcW w:w="10031" w:type="dxa"/>
            <w:gridSpan w:val="2"/>
          </w:tcPr>
          <w:p w:rsidR="000069D4" w:rsidRPr="003640B8" w:rsidRDefault="003640B8" w:rsidP="003640B8">
            <w:pPr>
              <w:pStyle w:val="Title1"/>
            </w:pPr>
            <w:bookmarkStart w:id="6" w:name="drec" w:colFirst="0" w:colLast="0"/>
            <w:bookmarkEnd w:id="5"/>
            <w:r w:rsidRPr="003640B8">
              <w:rPr>
                <w:rFonts w:hint="eastAsia"/>
              </w:rPr>
              <w:t xml:space="preserve">Submission and evaluation process and </w:t>
            </w:r>
            <w:r w:rsidRPr="003640B8">
              <w:t>consensus</w:t>
            </w:r>
            <w:r w:rsidRPr="003640B8">
              <w:rPr>
                <w:rFonts w:hint="eastAsia"/>
              </w:rPr>
              <w:t xml:space="preserve"> building</w:t>
            </w:r>
            <w:r w:rsidRPr="003640B8">
              <w:t xml:space="preserve"> for FUTURE DEVELOPMENT OF IMT-2000</w:t>
            </w:r>
          </w:p>
        </w:tc>
      </w:tr>
      <w:tr w:rsidR="000069D4">
        <w:trPr>
          <w:cantSplit/>
        </w:trPr>
        <w:tc>
          <w:tcPr>
            <w:tcW w:w="10031" w:type="dxa"/>
            <w:gridSpan w:val="2"/>
          </w:tcPr>
          <w:p w:rsidR="000069D4" w:rsidRDefault="003640B8" w:rsidP="00A5173C">
            <w:pPr>
              <w:pStyle w:val="Title1"/>
              <w:rPr>
                <w:lang w:eastAsia="zh-CN"/>
              </w:rPr>
            </w:pPr>
            <w:bookmarkStart w:id="7" w:name="dtitle1" w:colFirst="0" w:colLast="0"/>
            <w:bookmarkEnd w:id="6"/>
            <w:r>
              <w:rPr>
                <w:rFonts w:hint="eastAsia"/>
                <w:lang w:eastAsia="ja-JP"/>
              </w:rPr>
              <w:t>(to be the Document</w:t>
            </w:r>
            <w:r w:rsidRPr="00C464FE">
              <w:rPr>
                <w:rFonts w:hint="eastAsia"/>
                <w:b/>
                <w:i/>
                <w:lang w:eastAsia="ja-JP"/>
              </w:rPr>
              <w:t xml:space="preserve"> IMT-2000/1</w:t>
            </w:r>
            <w:r>
              <w:rPr>
                <w:rFonts w:hint="eastAsia"/>
                <w:lang w:eastAsia="ja-JP"/>
              </w:rPr>
              <w:t>)</w:t>
            </w:r>
          </w:p>
        </w:tc>
      </w:tr>
    </w:tbl>
    <w:p w:rsidR="00806774" w:rsidRPr="009D6A18" w:rsidRDefault="00806774" w:rsidP="003640B8">
      <w:pPr>
        <w:pStyle w:val="Normalaftertitle0"/>
        <w:rPr>
          <w:lang w:eastAsia="ja-JP"/>
        </w:rPr>
      </w:pPr>
      <w:bookmarkStart w:id="8" w:name="dbreak"/>
      <w:bookmarkEnd w:id="7"/>
      <w:bookmarkEnd w:id="8"/>
      <w:r w:rsidRPr="009D6A18">
        <w:t xml:space="preserve">This </w:t>
      </w:r>
      <w:r w:rsidRPr="009D6A18">
        <w:rPr>
          <w:lang w:eastAsia="ja-JP"/>
        </w:rPr>
        <w:t>document</w:t>
      </w:r>
      <w:r w:rsidRPr="009D6A18">
        <w:t xml:space="preserve"> describes the process and activities identified for the future development of </w:t>
      </w:r>
      <w:r w:rsidR="00F77605">
        <w:br/>
      </w:r>
      <w:r w:rsidRPr="009D6A18">
        <w:t>the IMT-2000 terrestrial components radio interface Recommendations.</w:t>
      </w:r>
      <w:r w:rsidRPr="009D6A18">
        <w:rPr>
          <w:rFonts w:hint="eastAsia"/>
          <w:lang w:eastAsia="ja-JP"/>
        </w:rPr>
        <w:t xml:space="preserve"> </w:t>
      </w:r>
    </w:p>
    <w:p w:rsidR="00806774" w:rsidRPr="009D6A18" w:rsidRDefault="00806774" w:rsidP="003640B8">
      <w:pPr>
        <w:pStyle w:val="Headingb"/>
        <w:rPr>
          <w:lang w:eastAsia="ja-JP"/>
        </w:rPr>
      </w:pPr>
      <w:r w:rsidRPr="009D6A18">
        <w:rPr>
          <w:lang w:eastAsia="ja-JP"/>
        </w:rPr>
        <w:t>Foreword</w:t>
      </w:r>
    </w:p>
    <w:p w:rsidR="00806774" w:rsidRPr="009D6A18" w:rsidRDefault="00806774" w:rsidP="00806774">
      <w:pPr>
        <w:rPr>
          <w:szCs w:val="24"/>
          <w:lang w:val="en-US"/>
        </w:rPr>
      </w:pPr>
      <w:r w:rsidRPr="009D6A18">
        <w:rPr>
          <w:szCs w:val="24"/>
          <w:lang w:val="en-US"/>
        </w:rPr>
        <w:t>The update process for IMT-Advanced technologies defined in Recommendation ITU-R M.2012 was developed in 2012</w:t>
      </w:r>
      <w:r w:rsidRPr="00A618A9">
        <w:rPr>
          <w:rStyle w:val="FootnoteReference"/>
          <w:sz w:val="16"/>
          <w:szCs w:val="16"/>
        </w:rPr>
        <w:footnoteReference w:id="1"/>
      </w:r>
      <w:r w:rsidRPr="009D6A18">
        <w:rPr>
          <w:szCs w:val="24"/>
          <w:lang w:val="en-US"/>
        </w:rPr>
        <w:t xml:space="preserve"> and was based on the philosophies used for</w:t>
      </w:r>
      <w:r w:rsidR="00F77605">
        <w:rPr>
          <w:szCs w:val="24"/>
          <w:lang w:val="en-US"/>
        </w:rPr>
        <w:t xml:space="preserve"> the update process for </w:t>
      </w:r>
      <w:r w:rsidR="00F77605">
        <w:rPr>
          <w:szCs w:val="24"/>
          <w:lang w:val="en-US"/>
        </w:rPr>
        <w:br/>
        <w:t>the IMT-</w:t>
      </w:r>
      <w:r w:rsidRPr="009D6A18">
        <w:rPr>
          <w:szCs w:val="24"/>
          <w:lang w:val="en-US"/>
        </w:rPr>
        <w:t>2000 technologies in Recommendation ITU-R M.1457, while incorporating the principles of Resolution ITU-R 57 and various administrative improvements and clarifications.</w:t>
      </w:r>
    </w:p>
    <w:p w:rsidR="00806774" w:rsidRPr="009D6A18" w:rsidRDefault="00806774" w:rsidP="00806774">
      <w:pPr>
        <w:rPr>
          <w:szCs w:val="24"/>
          <w:lang w:val="en-US"/>
        </w:rPr>
      </w:pPr>
      <w:r w:rsidRPr="009D6A18">
        <w:rPr>
          <w:szCs w:val="24"/>
          <w:lang w:val="en-US"/>
        </w:rPr>
        <w:t>The previous update procedure/process for IMT-2000</w:t>
      </w:r>
      <w:r w:rsidRPr="00A618A9">
        <w:rPr>
          <w:rStyle w:val="FootnoteReference"/>
          <w:sz w:val="16"/>
          <w:szCs w:val="16"/>
        </w:rPr>
        <w:footnoteReference w:id="2"/>
      </w:r>
      <w:r w:rsidRPr="009D6A18">
        <w:rPr>
          <w:szCs w:val="24"/>
          <w:lang w:val="en-US"/>
        </w:rPr>
        <w:t xml:space="preserve"> developed in 2001 has served well for more than 10 years of updates, however there are a number of advantages to moving to a common procedural approach for both IMT-Advanced and IMT-2000 updates.</w:t>
      </w:r>
    </w:p>
    <w:p w:rsidR="00806774" w:rsidRPr="009D6A18" w:rsidRDefault="00806774" w:rsidP="00806774">
      <w:pPr>
        <w:rPr>
          <w:szCs w:val="24"/>
          <w:lang w:val="en-US"/>
        </w:rPr>
      </w:pPr>
      <w:r w:rsidRPr="009D6A18">
        <w:rPr>
          <w:szCs w:val="24"/>
          <w:lang w:val="en-US"/>
        </w:rPr>
        <w:t>It was determined that the update process developed for IMT-Advanced could be utilized with some minor modifications as the procedure for future updates to IMT-</w:t>
      </w:r>
      <w:r w:rsidR="003640B8">
        <w:rPr>
          <w:szCs w:val="24"/>
          <w:lang w:val="en-US"/>
        </w:rPr>
        <w:t xml:space="preserve">2000 replacing the current Recommendation </w:t>
      </w:r>
      <w:r w:rsidRPr="009D6A18">
        <w:rPr>
          <w:szCs w:val="24"/>
          <w:lang w:val="en-US"/>
        </w:rPr>
        <w:t>ITU-R M.1457 update procedure as was defined</w:t>
      </w:r>
      <w:r w:rsidR="00F77605">
        <w:rPr>
          <w:szCs w:val="24"/>
          <w:lang w:val="en-US"/>
        </w:rPr>
        <w:t xml:space="preserve"> in Circular Letter 8/LCCE/95. </w:t>
      </w:r>
      <w:r w:rsidRPr="009D6A18">
        <w:rPr>
          <w:szCs w:val="24"/>
          <w:lang w:val="en-US"/>
        </w:rPr>
        <w:t>The philos</w:t>
      </w:r>
      <w:r w:rsidR="003640B8">
        <w:rPr>
          <w:szCs w:val="24"/>
          <w:lang w:val="en-US"/>
        </w:rPr>
        <w:t>ophy is to keep the revised Recommendation</w:t>
      </w:r>
      <w:r w:rsidRPr="009D6A18">
        <w:rPr>
          <w:szCs w:val="24"/>
          <w:lang w:val="en-US"/>
        </w:rPr>
        <w:t xml:space="preserve"> ITU-R M.1457 update process as close as possible to the IMT-Advanced update process, in order to incorporate the improvements introduced fo</w:t>
      </w:r>
      <w:r w:rsidR="003640B8">
        <w:rPr>
          <w:szCs w:val="24"/>
          <w:lang w:val="en-US"/>
        </w:rPr>
        <w:t>r IMT-Advanced also for the Recommendation</w:t>
      </w:r>
      <w:r w:rsidRPr="009D6A18">
        <w:rPr>
          <w:szCs w:val="24"/>
          <w:lang w:val="en-US"/>
        </w:rPr>
        <w:t xml:space="preserve"> ITU-R M.1457 update. </w:t>
      </w:r>
    </w:p>
    <w:p w:rsidR="00806774" w:rsidRPr="009D6A18" w:rsidRDefault="00806774" w:rsidP="00806774">
      <w:pPr>
        <w:rPr>
          <w:szCs w:val="24"/>
          <w:lang w:val="en-US"/>
        </w:rPr>
      </w:pPr>
      <w:r w:rsidRPr="009D6A18">
        <w:rPr>
          <w:szCs w:val="24"/>
          <w:lang w:val="en-US"/>
        </w:rPr>
        <w:t xml:space="preserve">The relevant External Organizations also supported a move to similar processes/procedures for both IMT-Advanced and IMT-2000.  </w:t>
      </w:r>
    </w:p>
    <w:p w:rsidR="00806774" w:rsidRPr="009D6A18" w:rsidRDefault="00806774" w:rsidP="00806774">
      <w:pPr>
        <w:rPr>
          <w:szCs w:val="24"/>
          <w:lang w:val="en-US"/>
        </w:rPr>
      </w:pPr>
      <w:r w:rsidRPr="009D6A18">
        <w:rPr>
          <w:szCs w:val="24"/>
          <w:lang w:val="en-US"/>
        </w:rPr>
        <w:t>It is noted that the chang</w:t>
      </w:r>
      <w:r w:rsidR="003640B8">
        <w:rPr>
          <w:szCs w:val="24"/>
          <w:lang w:val="en-US"/>
        </w:rPr>
        <w:t>e to the update process for Recommendation</w:t>
      </w:r>
      <w:r w:rsidRPr="009D6A18">
        <w:rPr>
          <w:szCs w:val="24"/>
          <w:lang w:val="en-US"/>
        </w:rPr>
        <w:t xml:space="preserve"> ITU-R M.1457 as identified in this Document IMT-2000/1, administratively eases the work within all the organizations and also within the ITU-R. </w:t>
      </w:r>
    </w:p>
    <w:p w:rsidR="00806774" w:rsidRPr="003640B8" w:rsidRDefault="00806774" w:rsidP="003640B8">
      <w:pPr>
        <w:pStyle w:val="Heading1"/>
      </w:pPr>
      <w:r w:rsidRPr="003640B8">
        <w:rPr>
          <w:rFonts w:hint="eastAsia"/>
        </w:rPr>
        <w:lastRenderedPageBreak/>
        <w:t>1</w:t>
      </w:r>
      <w:r w:rsidRPr="003640B8">
        <w:tab/>
      </w:r>
      <w:r w:rsidRPr="003640B8">
        <w:rPr>
          <w:rFonts w:hint="eastAsia"/>
        </w:rPr>
        <w:t>Time schedule</w:t>
      </w:r>
    </w:p>
    <w:p w:rsidR="00806774" w:rsidRPr="009D6A18" w:rsidRDefault="00806774" w:rsidP="00806774">
      <w:pPr>
        <w:rPr>
          <w:szCs w:val="24"/>
          <w:lang w:eastAsia="ja-JP"/>
        </w:rPr>
      </w:pPr>
      <w:r w:rsidRPr="009D6A18">
        <w:rPr>
          <w:szCs w:val="24"/>
          <w:lang w:eastAsia="ja-JP"/>
        </w:rPr>
        <w:t>The time schedule described below applies generically to the invitation for new candidate Radio Interface Technologies (RITs –also known as Radio Transmission Technologies -RTTs) or set of Radio Interface Technologies (SRITs –also known as set of Radio Tra</w:t>
      </w:r>
      <w:r w:rsidR="003640B8">
        <w:rPr>
          <w:szCs w:val="24"/>
          <w:lang w:eastAsia="ja-JP"/>
        </w:rPr>
        <w:t>nsmission Technologies - SRTTs)</w:t>
      </w:r>
      <w:r w:rsidRPr="009D6A18">
        <w:rPr>
          <w:szCs w:val="24"/>
          <w:lang w:eastAsia="ja-JP"/>
        </w:rPr>
        <w:t xml:space="preserve"> and revisions to existing RITs or SRITs. Subsequent time schedules will be decided according to the submissions of proposals.</w:t>
      </w:r>
    </w:p>
    <w:p w:rsidR="00806774" w:rsidRPr="009D6A18" w:rsidRDefault="00806774" w:rsidP="00806774">
      <w:pPr>
        <w:rPr>
          <w:szCs w:val="24"/>
          <w:lang w:eastAsia="ja-JP"/>
        </w:rPr>
      </w:pPr>
      <w:r w:rsidRPr="009D6A18">
        <w:rPr>
          <w:szCs w:val="24"/>
          <w:lang w:eastAsia="ja-JP"/>
        </w:rPr>
        <w:t>Submission of proposals may begin at any time</w:t>
      </w:r>
      <w:r w:rsidR="00F77605">
        <w:rPr>
          <w:szCs w:val="24"/>
          <w:lang w:eastAsia="ja-JP"/>
        </w:rPr>
        <w:t xml:space="preserve"> subsequent to an appropriate -</w:t>
      </w:r>
      <w:r w:rsidRPr="009D6A18">
        <w:rPr>
          <w:szCs w:val="24"/>
        </w:rPr>
        <w:t xml:space="preserve">announcement for </w:t>
      </w:r>
      <w:r w:rsidR="00F77605">
        <w:rPr>
          <w:szCs w:val="24"/>
        </w:rPr>
        <w:br/>
      </w:r>
      <w:r w:rsidRPr="009D6A18">
        <w:rPr>
          <w:szCs w:val="24"/>
        </w:rPr>
        <w:t>a specific revision of Recommendation ITU-R M.1457</w:t>
      </w:r>
      <w:r w:rsidRPr="009D6A18">
        <w:rPr>
          <w:szCs w:val="24"/>
          <w:lang w:eastAsia="ja-JP"/>
        </w:rPr>
        <w:t xml:space="preserve">. </w:t>
      </w:r>
      <w:r w:rsidRPr="009D6A18">
        <w:rPr>
          <w:rFonts w:hint="eastAsia"/>
          <w:szCs w:val="24"/>
          <w:lang w:eastAsia="ja-JP"/>
        </w:rPr>
        <w:t xml:space="preserve">The evaluation of </w:t>
      </w:r>
      <w:r w:rsidRPr="009D6A18">
        <w:rPr>
          <w:szCs w:val="24"/>
          <w:lang w:eastAsia="ja-JP"/>
        </w:rPr>
        <w:t>a</w:t>
      </w:r>
      <w:r w:rsidRPr="009D6A18">
        <w:rPr>
          <w:rFonts w:hint="eastAsia"/>
          <w:szCs w:val="24"/>
          <w:lang w:eastAsia="ja-JP"/>
        </w:rPr>
        <w:t xml:space="preserve"> proposed </w:t>
      </w:r>
      <w:r w:rsidRPr="009D6A18">
        <w:rPr>
          <w:szCs w:val="24"/>
          <w:lang w:eastAsia="ja-JP"/>
        </w:rPr>
        <w:t xml:space="preserve">new </w:t>
      </w:r>
      <w:r w:rsidRPr="009D6A18">
        <w:rPr>
          <w:rFonts w:hint="eastAsia"/>
          <w:szCs w:val="24"/>
          <w:lang w:eastAsia="ja-JP"/>
        </w:rPr>
        <w:t xml:space="preserve">radio interface </w:t>
      </w:r>
      <w:r w:rsidRPr="009D6A18">
        <w:rPr>
          <w:szCs w:val="24"/>
          <w:lang w:eastAsia="ja-JP"/>
        </w:rPr>
        <w:t>technology</w:t>
      </w:r>
      <w:r w:rsidRPr="009D6A18">
        <w:rPr>
          <w:rFonts w:hint="eastAsia"/>
          <w:szCs w:val="24"/>
          <w:lang w:eastAsia="ja-JP"/>
        </w:rPr>
        <w:t xml:space="preserve"> by </w:t>
      </w:r>
      <w:r w:rsidRPr="009D6A18">
        <w:rPr>
          <w:szCs w:val="24"/>
          <w:lang w:eastAsia="ja-JP"/>
        </w:rPr>
        <w:t xml:space="preserve">the </w:t>
      </w:r>
      <w:r w:rsidRPr="009D6A18">
        <w:rPr>
          <w:rFonts w:hint="eastAsia"/>
          <w:szCs w:val="24"/>
          <w:lang w:eastAsia="ja-JP"/>
        </w:rPr>
        <w:t>evaluation group</w:t>
      </w:r>
      <w:r w:rsidRPr="009D6A18">
        <w:rPr>
          <w:szCs w:val="24"/>
          <w:lang w:eastAsia="ja-JP"/>
        </w:rPr>
        <w:t>s</w:t>
      </w:r>
      <w:r w:rsidRPr="009D6A18">
        <w:rPr>
          <w:rFonts w:hint="eastAsia"/>
          <w:szCs w:val="24"/>
          <w:lang w:eastAsia="ja-JP"/>
        </w:rPr>
        <w:t xml:space="preserve"> and </w:t>
      </w:r>
      <w:r w:rsidRPr="009D6A18">
        <w:rPr>
          <w:szCs w:val="24"/>
          <w:lang w:eastAsia="ja-JP"/>
        </w:rPr>
        <w:t xml:space="preserve">the </w:t>
      </w:r>
      <w:r w:rsidRPr="009D6A18">
        <w:rPr>
          <w:rFonts w:hint="eastAsia"/>
          <w:szCs w:val="24"/>
          <w:lang w:eastAsia="ja-JP"/>
        </w:rPr>
        <w:t>consensus</w:t>
      </w:r>
      <w:r w:rsidRPr="009D6A18">
        <w:rPr>
          <w:szCs w:val="24"/>
          <w:lang w:eastAsia="ja-JP"/>
        </w:rPr>
        <w:t>-</w:t>
      </w:r>
      <w:r w:rsidRPr="009D6A18">
        <w:rPr>
          <w:rFonts w:hint="eastAsia"/>
          <w:szCs w:val="24"/>
          <w:lang w:eastAsia="ja-JP"/>
        </w:rPr>
        <w:t xml:space="preserve">building process </w:t>
      </w:r>
      <w:r w:rsidRPr="009D6A18">
        <w:rPr>
          <w:szCs w:val="24"/>
          <w:lang w:eastAsia="ja-JP"/>
        </w:rPr>
        <w:t>will be</w:t>
      </w:r>
      <w:r w:rsidRPr="009D6A18">
        <w:rPr>
          <w:rFonts w:hint="eastAsia"/>
          <w:szCs w:val="24"/>
          <w:lang w:eastAsia="ja-JP"/>
        </w:rPr>
        <w:t xml:space="preserve"> performed </w:t>
      </w:r>
      <w:r w:rsidRPr="009D6A18">
        <w:rPr>
          <w:szCs w:val="24"/>
          <w:lang w:eastAsia="ja-JP"/>
        </w:rPr>
        <w:t>throughout the defined time period and</w:t>
      </w:r>
      <w:r w:rsidRPr="009D6A18">
        <w:rPr>
          <w:rFonts w:hint="eastAsia"/>
          <w:szCs w:val="24"/>
          <w:lang w:eastAsia="ja-JP"/>
        </w:rPr>
        <w:t xml:space="preserve"> thereafter. </w:t>
      </w:r>
      <w:r w:rsidRPr="009D6A18">
        <w:rPr>
          <w:szCs w:val="24"/>
          <w:lang w:eastAsia="ja-JP"/>
        </w:rPr>
        <w:t>The d</w:t>
      </w:r>
      <w:r w:rsidRPr="009D6A18">
        <w:rPr>
          <w:rFonts w:hint="eastAsia"/>
          <w:szCs w:val="24"/>
          <w:lang w:eastAsia="ja-JP"/>
        </w:rPr>
        <w:t xml:space="preserve">etailed </w:t>
      </w:r>
      <w:r w:rsidRPr="009D6A18">
        <w:rPr>
          <w:szCs w:val="24"/>
          <w:lang w:eastAsia="ja-JP"/>
        </w:rPr>
        <w:t xml:space="preserve">generic </w:t>
      </w:r>
      <w:r w:rsidRPr="009D6A18">
        <w:rPr>
          <w:rFonts w:hint="eastAsia"/>
          <w:szCs w:val="24"/>
          <w:lang w:eastAsia="ja-JP"/>
        </w:rPr>
        <w:t>schedule can be found in Figure A2-1.</w:t>
      </w:r>
    </w:p>
    <w:p w:rsidR="00806774" w:rsidRPr="009D6A18" w:rsidRDefault="00806774" w:rsidP="003640B8">
      <w:pPr>
        <w:pStyle w:val="FigureNo"/>
      </w:pPr>
      <w:r w:rsidRPr="009D6A18">
        <w:rPr>
          <w:rFonts w:hint="eastAsia"/>
        </w:rPr>
        <w:t xml:space="preserve">Figure A2-1 </w:t>
      </w:r>
    </w:p>
    <w:p w:rsidR="00806774" w:rsidRPr="003640B8" w:rsidRDefault="00E57CC1" w:rsidP="003640B8">
      <w:pPr>
        <w:pStyle w:val="Figuretitle"/>
        <w:rPr>
          <w:rFonts w:hint="eastAsia"/>
        </w:rPr>
      </w:pPr>
      <w:r>
        <w:t xml:space="preserve">Generic </w:t>
      </w:r>
      <w:r w:rsidR="00806774" w:rsidRPr="003640B8">
        <w:rPr>
          <w:rFonts w:hint="eastAsia"/>
        </w:rPr>
        <w:t>Schedule for the development of new radio interfaces of IMT-2000 in R</w:t>
      </w:r>
      <w:r w:rsidR="00806774" w:rsidRPr="003640B8">
        <w:t>ecommendation</w:t>
      </w:r>
      <w:r w:rsidR="00806774" w:rsidRPr="003640B8">
        <w:rPr>
          <w:rFonts w:hint="eastAsia"/>
        </w:rPr>
        <w:t xml:space="preserve"> ITU-R M.1457</w:t>
      </w:r>
      <w:r w:rsidR="00806774" w:rsidRPr="006302D3">
        <w:rPr>
          <w:rStyle w:val="FootnoteReference"/>
          <w:position w:val="0"/>
          <w:sz w:val="20"/>
          <w:vertAlign w:val="superscript"/>
        </w:rPr>
        <w:footnoteReference w:id="3"/>
      </w:r>
    </w:p>
    <w:p w:rsidR="00806774" w:rsidRPr="009D6A18" w:rsidRDefault="00806774" w:rsidP="00806774">
      <w:pPr>
        <w:rPr>
          <w:b/>
          <w:i/>
          <w:szCs w:val="24"/>
          <w:lang w:eastAsia="ja-JP"/>
        </w:rPr>
      </w:pPr>
      <w:r>
        <w:rPr>
          <w:noProof/>
          <w:szCs w:val="24"/>
          <w:lang w:val="en-US" w:eastAsia="zh-CN"/>
        </w:rPr>
        <mc:AlternateContent>
          <mc:Choice Requires="wpc">
            <w:drawing>
              <wp:inline distT="0" distB="0" distL="0" distR="0" wp14:anchorId="7F72FABA" wp14:editId="7909B3B8">
                <wp:extent cx="6103620" cy="4220845"/>
                <wp:effectExtent l="0" t="0" r="0" b="1905"/>
                <wp:docPr id="192" name="Canvas 19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1" name="Rectangle 104"/>
                        <wps:cNvSpPr>
                          <a:spLocks noChangeArrowheads="1"/>
                        </wps:cNvSpPr>
                        <wps:spPr bwMode="auto">
                          <a:xfrm>
                            <a:off x="0" y="0"/>
                            <a:ext cx="3175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Calibri" w:hAnsi="Calibri" w:cs="Calibri"/>
                                  <w:color w:val="000000"/>
                                  <w:sz w:val="22"/>
                                </w:rPr>
                                <w:t xml:space="preserve"> </w:t>
                              </w:r>
                            </w:p>
                          </w:txbxContent>
                        </wps:txbx>
                        <wps:bodyPr rot="0" vert="horz" wrap="none" lIns="0" tIns="0" rIns="0" bIns="0" anchor="t" anchorCtr="0" upright="1">
                          <a:spAutoFit/>
                        </wps:bodyPr>
                      </wps:wsp>
                      <wps:wsp>
                        <wps:cNvPr id="102" name="Rectangle 105"/>
                        <wps:cNvSpPr>
                          <a:spLocks noChangeArrowheads="1"/>
                        </wps:cNvSpPr>
                        <wps:spPr bwMode="auto">
                          <a:xfrm>
                            <a:off x="0" y="22860"/>
                            <a:ext cx="6103620" cy="4150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106"/>
                        <wps:cNvSpPr>
                          <a:spLocks noChangeArrowheads="1"/>
                        </wps:cNvSpPr>
                        <wps:spPr bwMode="auto">
                          <a:xfrm>
                            <a:off x="220980" y="2157730"/>
                            <a:ext cx="245872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0000"/>
                                  <w:sz w:val="20"/>
                                </w:rPr>
                                <w:t>Steps in radio interface development process:</w:t>
                              </w:r>
                            </w:p>
                          </w:txbxContent>
                        </wps:txbx>
                        <wps:bodyPr rot="0" vert="horz" wrap="none" lIns="0" tIns="0" rIns="0" bIns="0" anchor="t" anchorCtr="0" upright="1">
                          <a:spAutoFit/>
                        </wps:bodyPr>
                      </wps:wsp>
                      <wps:wsp>
                        <wps:cNvPr id="104" name="Line 107"/>
                        <wps:cNvCnPr/>
                        <wps:spPr bwMode="auto">
                          <a:xfrm>
                            <a:off x="503555" y="420370"/>
                            <a:ext cx="5462270"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5" name="Rectangle 108"/>
                        <wps:cNvSpPr>
                          <a:spLocks noChangeArrowheads="1"/>
                        </wps:cNvSpPr>
                        <wps:spPr bwMode="auto">
                          <a:xfrm>
                            <a:off x="765810" y="461645"/>
                            <a:ext cx="2710180" cy="172720"/>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109"/>
                        <wps:cNvSpPr>
                          <a:spLocks noChangeArrowheads="1"/>
                        </wps:cNvSpPr>
                        <wps:spPr bwMode="auto">
                          <a:xfrm>
                            <a:off x="765810" y="461645"/>
                            <a:ext cx="2710180" cy="1727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Rectangle 110"/>
                        <wps:cNvSpPr>
                          <a:spLocks noChangeArrowheads="1"/>
                        </wps:cNvSpPr>
                        <wps:spPr bwMode="auto">
                          <a:xfrm>
                            <a:off x="1830070" y="414020"/>
                            <a:ext cx="60007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0"/>
                                </w:rPr>
                                <w:t>Step1 and 2</w:t>
                              </w:r>
                            </w:p>
                          </w:txbxContent>
                        </wps:txbx>
                        <wps:bodyPr rot="0" vert="horz" wrap="none" lIns="0" tIns="0" rIns="0" bIns="0" anchor="t" anchorCtr="0" upright="1">
                          <a:spAutoFit/>
                        </wps:bodyPr>
                      </wps:wsp>
                      <wps:wsp>
                        <wps:cNvPr id="108" name="Rectangle 111"/>
                        <wps:cNvSpPr>
                          <a:spLocks noChangeArrowheads="1"/>
                        </wps:cNvSpPr>
                        <wps:spPr bwMode="auto">
                          <a:xfrm>
                            <a:off x="696595"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No.1</w:t>
                              </w:r>
                            </w:p>
                          </w:txbxContent>
                        </wps:txbx>
                        <wps:bodyPr rot="0" vert="horz" wrap="none" lIns="0" tIns="0" rIns="0" bIns="0" anchor="t" anchorCtr="0" upright="1">
                          <a:spAutoFit/>
                        </wps:bodyPr>
                      </wps:wsp>
                      <wps:wsp>
                        <wps:cNvPr id="109" name="Rectangle 112"/>
                        <wps:cNvSpPr>
                          <a:spLocks noChangeArrowheads="1"/>
                        </wps:cNvSpPr>
                        <wps:spPr bwMode="auto">
                          <a:xfrm>
                            <a:off x="1254760"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No.2</w:t>
                              </w:r>
                            </w:p>
                          </w:txbxContent>
                        </wps:txbx>
                        <wps:bodyPr rot="0" vert="horz" wrap="none" lIns="0" tIns="0" rIns="0" bIns="0" anchor="t" anchorCtr="0" upright="1">
                          <a:spAutoFit/>
                        </wps:bodyPr>
                      </wps:wsp>
                      <wps:wsp>
                        <wps:cNvPr id="110" name="Rectangle 113"/>
                        <wps:cNvSpPr>
                          <a:spLocks noChangeArrowheads="1"/>
                        </wps:cNvSpPr>
                        <wps:spPr bwMode="auto">
                          <a:xfrm>
                            <a:off x="1758315"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No.3</w:t>
                              </w:r>
                            </w:p>
                          </w:txbxContent>
                        </wps:txbx>
                        <wps:bodyPr rot="0" vert="horz" wrap="none" lIns="0" tIns="0" rIns="0" bIns="0" anchor="t" anchorCtr="0" upright="1">
                          <a:spAutoFit/>
                        </wps:bodyPr>
                      </wps:wsp>
                      <wps:wsp>
                        <wps:cNvPr id="111" name="Rectangle 114"/>
                        <wps:cNvSpPr>
                          <a:spLocks noChangeArrowheads="1"/>
                        </wps:cNvSpPr>
                        <wps:spPr bwMode="auto">
                          <a:xfrm>
                            <a:off x="2255520"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No.4</w:t>
                              </w:r>
                            </w:p>
                          </w:txbxContent>
                        </wps:txbx>
                        <wps:bodyPr rot="0" vert="horz" wrap="none" lIns="0" tIns="0" rIns="0" bIns="0" anchor="t" anchorCtr="0" upright="1">
                          <a:spAutoFit/>
                        </wps:bodyPr>
                      </wps:wsp>
                      <wps:wsp>
                        <wps:cNvPr id="112" name="Rectangle 115"/>
                        <wps:cNvSpPr>
                          <a:spLocks noChangeArrowheads="1"/>
                        </wps:cNvSpPr>
                        <wps:spPr bwMode="auto">
                          <a:xfrm>
                            <a:off x="2800350"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No.5</w:t>
                              </w:r>
                            </w:p>
                          </w:txbxContent>
                        </wps:txbx>
                        <wps:bodyPr rot="0" vert="horz" wrap="none" lIns="0" tIns="0" rIns="0" bIns="0" anchor="t" anchorCtr="0" upright="1">
                          <a:spAutoFit/>
                        </wps:bodyPr>
                      </wps:wsp>
                      <wps:wsp>
                        <wps:cNvPr id="113" name="Rectangle 116"/>
                        <wps:cNvSpPr>
                          <a:spLocks noChangeArrowheads="1"/>
                        </wps:cNvSpPr>
                        <wps:spPr bwMode="auto">
                          <a:xfrm>
                            <a:off x="3372485"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No.6</w:t>
                              </w:r>
                            </w:p>
                          </w:txbxContent>
                        </wps:txbx>
                        <wps:bodyPr rot="0" vert="horz" wrap="none" lIns="0" tIns="0" rIns="0" bIns="0" anchor="t" anchorCtr="0" upright="1">
                          <a:spAutoFit/>
                        </wps:bodyPr>
                      </wps:wsp>
                      <wps:wsp>
                        <wps:cNvPr id="114" name="Rectangle 117"/>
                        <wps:cNvSpPr>
                          <a:spLocks noChangeArrowheads="1"/>
                        </wps:cNvSpPr>
                        <wps:spPr bwMode="auto">
                          <a:xfrm>
                            <a:off x="3917315"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No.7</w:t>
                              </w:r>
                            </w:p>
                          </w:txbxContent>
                        </wps:txbx>
                        <wps:bodyPr rot="0" vert="horz" wrap="none" lIns="0" tIns="0" rIns="0" bIns="0" anchor="t" anchorCtr="0" upright="1">
                          <a:spAutoFit/>
                        </wps:bodyPr>
                      </wps:wsp>
                      <wps:wsp>
                        <wps:cNvPr id="115" name="Rectangle 118"/>
                        <wps:cNvSpPr>
                          <a:spLocks noChangeArrowheads="1"/>
                        </wps:cNvSpPr>
                        <wps:spPr bwMode="auto">
                          <a:xfrm>
                            <a:off x="4476115"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No.8</w:t>
                              </w:r>
                            </w:p>
                          </w:txbxContent>
                        </wps:txbx>
                        <wps:bodyPr rot="0" vert="horz" wrap="none" lIns="0" tIns="0" rIns="0" bIns="0" anchor="t" anchorCtr="0" upright="1">
                          <a:spAutoFit/>
                        </wps:bodyPr>
                      </wps:wsp>
                      <wps:wsp>
                        <wps:cNvPr id="116" name="Rectangle 119"/>
                        <wps:cNvSpPr>
                          <a:spLocks noChangeArrowheads="1"/>
                        </wps:cNvSpPr>
                        <wps:spPr bwMode="auto">
                          <a:xfrm>
                            <a:off x="5006975" y="207010"/>
                            <a:ext cx="250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No.9</w:t>
                              </w:r>
                            </w:p>
                          </w:txbxContent>
                        </wps:txbx>
                        <wps:bodyPr rot="0" vert="horz" wrap="none" lIns="0" tIns="0" rIns="0" bIns="0" anchor="t" anchorCtr="0" upright="1">
                          <a:spAutoFit/>
                        </wps:bodyPr>
                      </wps:wsp>
                      <wps:wsp>
                        <wps:cNvPr id="117" name="Rectangle 120"/>
                        <wps:cNvSpPr>
                          <a:spLocks noChangeArrowheads="1"/>
                        </wps:cNvSpPr>
                        <wps:spPr bwMode="auto">
                          <a:xfrm>
                            <a:off x="2303145" y="765175"/>
                            <a:ext cx="1172845" cy="172720"/>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Rectangle 121"/>
                        <wps:cNvSpPr>
                          <a:spLocks noChangeArrowheads="1"/>
                        </wps:cNvSpPr>
                        <wps:spPr bwMode="auto">
                          <a:xfrm>
                            <a:off x="2303145" y="765175"/>
                            <a:ext cx="1172845" cy="1727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122"/>
                        <wps:cNvSpPr>
                          <a:spLocks noChangeArrowheads="1"/>
                        </wps:cNvSpPr>
                        <wps:spPr bwMode="auto">
                          <a:xfrm>
                            <a:off x="2731135" y="712470"/>
                            <a:ext cx="32131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0"/>
                                </w:rPr>
                                <w:t>Step 3</w:t>
                              </w:r>
                            </w:p>
                          </w:txbxContent>
                        </wps:txbx>
                        <wps:bodyPr rot="0" vert="horz" wrap="none" lIns="0" tIns="0" rIns="0" bIns="0" anchor="t" anchorCtr="0" upright="1">
                          <a:spAutoFit/>
                        </wps:bodyPr>
                      </wps:wsp>
                      <wps:wsp>
                        <wps:cNvPr id="120" name="Freeform 123"/>
                        <wps:cNvSpPr>
                          <a:spLocks/>
                        </wps:cNvSpPr>
                        <wps:spPr bwMode="auto">
                          <a:xfrm>
                            <a:off x="696595" y="634365"/>
                            <a:ext cx="137795" cy="130810"/>
                          </a:xfrm>
                          <a:custGeom>
                            <a:avLst/>
                            <a:gdLst>
                              <a:gd name="T0" fmla="*/ 217 w 435"/>
                              <a:gd name="T1" fmla="*/ 0 h 413"/>
                              <a:gd name="T2" fmla="*/ 0 w 435"/>
                              <a:gd name="T3" fmla="*/ 413 h 413"/>
                              <a:gd name="T4" fmla="*/ 435 w 435"/>
                              <a:gd name="T5" fmla="*/ 413 h 413"/>
                              <a:gd name="T6" fmla="*/ 217 w 435"/>
                              <a:gd name="T7" fmla="*/ 0 h 413"/>
                            </a:gdLst>
                            <a:ahLst/>
                            <a:cxnLst>
                              <a:cxn ang="0">
                                <a:pos x="T0" y="T1"/>
                              </a:cxn>
                              <a:cxn ang="0">
                                <a:pos x="T2" y="T3"/>
                              </a:cxn>
                              <a:cxn ang="0">
                                <a:pos x="T4" y="T5"/>
                              </a:cxn>
                              <a:cxn ang="0">
                                <a:pos x="T6" y="T7"/>
                              </a:cxn>
                            </a:cxnLst>
                            <a:rect l="0" t="0" r="r" b="b"/>
                            <a:pathLst>
                              <a:path w="435" h="413">
                                <a:moveTo>
                                  <a:pt x="217" y="0"/>
                                </a:moveTo>
                                <a:lnTo>
                                  <a:pt x="0" y="413"/>
                                </a:lnTo>
                                <a:lnTo>
                                  <a:pt x="435" y="413"/>
                                </a:lnTo>
                                <a:lnTo>
                                  <a:pt x="217"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4"/>
                        <wps:cNvSpPr>
                          <a:spLocks/>
                        </wps:cNvSpPr>
                        <wps:spPr bwMode="auto">
                          <a:xfrm>
                            <a:off x="696595" y="634365"/>
                            <a:ext cx="137795" cy="130810"/>
                          </a:xfrm>
                          <a:custGeom>
                            <a:avLst/>
                            <a:gdLst>
                              <a:gd name="T0" fmla="*/ 217 w 435"/>
                              <a:gd name="T1" fmla="*/ 0 h 413"/>
                              <a:gd name="T2" fmla="*/ 0 w 435"/>
                              <a:gd name="T3" fmla="*/ 413 h 413"/>
                              <a:gd name="T4" fmla="*/ 435 w 435"/>
                              <a:gd name="T5" fmla="*/ 413 h 413"/>
                              <a:gd name="T6" fmla="*/ 217 w 435"/>
                              <a:gd name="T7" fmla="*/ 0 h 413"/>
                            </a:gdLst>
                            <a:ahLst/>
                            <a:cxnLst>
                              <a:cxn ang="0">
                                <a:pos x="T0" y="T1"/>
                              </a:cxn>
                              <a:cxn ang="0">
                                <a:pos x="T2" y="T3"/>
                              </a:cxn>
                              <a:cxn ang="0">
                                <a:pos x="T4" y="T5"/>
                              </a:cxn>
                              <a:cxn ang="0">
                                <a:pos x="T6" y="T7"/>
                              </a:cxn>
                            </a:cxnLst>
                            <a:rect l="0" t="0" r="r" b="b"/>
                            <a:pathLst>
                              <a:path w="435" h="413">
                                <a:moveTo>
                                  <a:pt x="217" y="0"/>
                                </a:moveTo>
                                <a:lnTo>
                                  <a:pt x="0" y="413"/>
                                </a:lnTo>
                                <a:lnTo>
                                  <a:pt x="435" y="413"/>
                                </a:lnTo>
                                <a:lnTo>
                                  <a:pt x="217" y="0"/>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125"/>
                        <wps:cNvSpPr>
                          <a:spLocks noChangeArrowheads="1"/>
                        </wps:cNvSpPr>
                        <wps:spPr bwMode="auto">
                          <a:xfrm>
                            <a:off x="841375" y="635000"/>
                            <a:ext cx="16319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2"/>
                                </w:rPr>
                                <w:t>(0)</w:t>
                              </w:r>
                            </w:p>
                          </w:txbxContent>
                        </wps:txbx>
                        <wps:bodyPr rot="0" vert="horz" wrap="none" lIns="0" tIns="0" rIns="0" bIns="0" anchor="t" anchorCtr="0" upright="1">
                          <a:spAutoFit/>
                        </wps:bodyPr>
                      </wps:wsp>
                      <wps:wsp>
                        <wps:cNvPr id="123" name="Freeform 126"/>
                        <wps:cNvSpPr>
                          <a:spLocks/>
                        </wps:cNvSpPr>
                        <wps:spPr bwMode="auto">
                          <a:xfrm>
                            <a:off x="3413760" y="944245"/>
                            <a:ext cx="131445" cy="130810"/>
                          </a:xfrm>
                          <a:custGeom>
                            <a:avLst/>
                            <a:gdLst>
                              <a:gd name="T0" fmla="*/ 218 w 414"/>
                              <a:gd name="T1" fmla="*/ 0 h 412"/>
                              <a:gd name="T2" fmla="*/ 0 w 414"/>
                              <a:gd name="T3" fmla="*/ 412 h 412"/>
                              <a:gd name="T4" fmla="*/ 414 w 414"/>
                              <a:gd name="T5" fmla="*/ 412 h 412"/>
                              <a:gd name="T6" fmla="*/ 218 w 414"/>
                              <a:gd name="T7" fmla="*/ 0 h 412"/>
                            </a:gdLst>
                            <a:ahLst/>
                            <a:cxnLst>
                              <a:cxn ang="0">
                                <a:pos x="T0" y="T1"/>
                              </a:cxn>
                              <a:cxn ang="0">
                                <a:pos x="T2" y="T3"/>
                              </a:cxn>
                              <a:cxn ang="0">
                                <a:pos x="T4" y="T5"/>
                              </a:cxn>
                              <a:cxn ang="0">
                                <a:pos x="T6" y="T7"/>
                              </a:cxn>
                            </a:cxnLst>
                            <a:rect l="0" t="0" r="r" b="b"/>
                            <a:pathLst>
                              <a:path w="414" h="412">
                                <a:moveTo>
                                  <a:pt x="218" y="0"/>
                                </a:moveTo>
                                <a:lnTo>
                                  <a:pt x="0" y="412"/>
                                </a:lnTo>
                                <a:lnTo>
                                  <a:pt x="414" y="412"/>
                                </a:lnTo>
                                <a:lnTo>
                                  <a:pt x="218"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7"/>
                        <wps:cNvSpPr>
                          <a:spLocks/>
                        </wps:cNvSpPr>
                        <wps:spPr bwMode="auto">
                          <a:xfrm>
                            <a:off x="3413760" y="944245"/>
                            <a:ext cx="131445" cy="130810"/>
                          </a:xfrm>
                          <a:custGeom>
                            <a:avLst/>
                            <a:gdLst>
                              <a:gd name="T0" fmla="*/ 218 w 414"/>
                              <a:gd name="T1" fmla="*/ 0 h 412"/>
                              <a:gd name="T2" fmla="*/ 0 w 414"/>
                              <a:gd name="T3" fmla="*/ 412 h 412"/>
                              <a:gd name="T4" fmla="*/ 414 w 414"/>
                              <a:gd name="T5" fmla="*/ 412 h 412"/>
                              <a:gd name="T6" fmla="*/ 218 w 414"/>
                              <a:gd name="T7" fmla="*/ 0 h 412"/>
                            </a:gdLst>
                            <a:ahLst/>
                            <a:cxnLst>
                              <a:cxn ang="0">
                                <a:pos x="T0" y="T1"/>
                              </a:cxn>
                              <a:cxn ang="0">
                                <a:pos x="T2" y="T3"/>
                              </a:cxn>
                              <a:cxn ang="0">
                                <a:pos x="T4" y="T5"/>
                              </a:cxn>
                              <a:cxn ang="0">
                                <a:pos x="T6" y="T7"/>
                              </a:cxn>
                            </a:cxnLst>
                            <a:rect l="0" t="0" r="r" b="b"/>
                            <a:pathLst>
                              <a:path w="414" h="412">
                                <a:moveTo>
                                  <a:pt x="218" y="0"/>
                                </a:moveTo>
                                <a:lnTo>
                                  <a:pt x="0" y="412"/>
                                </a:lnTo>
                                <a:lnTo>
                                  <a:pt x="414" y="412"/>
                                </a:lnTo>
                                <a:lnTo>
                                  <a:pt x="218" y="0"/>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Rectangle 128"/>
                        <wps:cNvSpPr>
                          <a:spLocks noChangeArrowheads="1"/>
                        </wps:cNvSpPr>
                        <wps:spPr bwMode="auto">
                          <a:xfrm>
                            <a:off x="3558540" y="840740"/>
                            <a:ext cx="16319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2"/>
                                </w:rPr>
                                <w:t>(1)</w:t>
                              </w:r>
                            </w:p>
                          </w:txbxContent>
                        </wps:txbx>
                        <wps:bodyPr rot="0" vert="horz" wrap="none" lIns="0" tIns="0" rIns="0" bIns="0" anchor="t" anchorCtr="0" upright="1">
                          <a:spAutoFit/>
                        </wps:bodyPr>
                      </wps:wsp>
                      <wps:wsp>
                        <wps:cNvPr id="126" name="Rectangle 129"/>
                        <wps:cNvSpPr>
                          <a:spLocks noChangeArrowheads="1"/>
                        </wps:cNvSpPr>
                        <wps:spPr bwMode="auto">
                          <a:xfrm>
                            <a:off x="1530985" y="647700"/>
                            <a:ext cx="61785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FF0000"/>
                                  <w:sz w:val="20"/>
                                </w:rPr>
                                <w:t>(20 months)</w:t>
                              </w:r>
                            </w:p>
                          </w:txbxContent>
                        </wps:txbx>
                        <wps:bodyPr rot="0" vert="horz" wrap="none" lIns="0" tIns="0" rIns="0" bIns="0" anchor="t" anchorCtr="0" upright="1">
                          <a:spAutoFit/>
                        </wps:bodyPr>
                      </wps:wsp>
                      <wps:wsp>
                        <wps:cNvPr id="127" name="Rectangle 130"/>
                        <wps:cNvSpPr>
                          <a:spLocks noChangeArrowheads="1"/>
                        </wps:cNvSpPr>
                        <wps:spPr bwMode="auto">
                          <a:xfrm>
                            <a:off x="2303145" y="1116965"/>
                            <a:ext cx="2221230" cy="172085"/>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Rectangle 131"/>
                        <wps:cNvSpPr>
                          <a:spLocks noChangeArrowheads="1"/>
                        </wps:cNvSpPr>
                        <wps:spPr bwMode="auto">
                          <a:xfrm>
                            <a:off x="2303145" y="1116965"/>
                            <a:ext cx="2221230" cy="17208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Rectangle 132"/>
                        <wps:cNvSpPr>
                          <a:spLocks noChangeArrowheads="1"/>
                        </wps:cNvSpPr>
                        <wps:spPr bwMode="auto">
                          <a:xfrm>
                            <a:off x="3255010" y="1066165"/>
                            <a:ext cx="32131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0"/>
                                </w:rPr>
                                <w:t>Step 4</w:t>
                              </w:r>
                            </w:p>
                          </w:txbxContent>
                        </wps:txbx>
                        <wps:bodyPr rot="0" vert="horz" wrap="none" lIns="0" tIns="0" rIns="0" bIns="0" anchor="t" anchorCtr="0" upright="1">
                          <a:spAutoFit/>
                        </wps:bodyPr>
                      </wps:wsp>
                      <wps:wsp>
                        <wps:cNvPr id="130" name="Rectangle 133"/>
                        <wps:cNvSpPr>
                          <a:spLocks noChangeArrowheads="1"/>
                        </wps:cNvSpPr>
                        <wps:spPr bwMode="auto">
                          <a:xfrm>
                            <a:off x="2613660" y="897890"/>
                            <a:ext cx="55435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FF0000"/>
                                  <w:sz w:val="20"/>
                                </w:rPr>
                                <w:t>(8 months)</w:t>
                              </w:r>
                            </w:p>
                          </w:txbxContent>
                        </wps:txbx>
                        <wps:bodyPr rot="0" vert="horz" wrap="none" lIns="0" tIns="0" rIns="0" bIns="0" anchor="t" anchorCtr="0" upright="1">
                          <a:spAutoFit/>
                        </wps:bodyPr>
                      </wps:wsp>
                      <wps:wsp>
                        <wps:cNvPr id="131" name="Rectangle 134"/>
                        <wps:cNvSpPr>
                          <a:spLocks noChangeArrowheads="1"/>
                        </wps:cNvSpPr>
                        <wps:spPr bwMode="auto">
                          <a:xfrm>
                            <a:off x="3241675" y="1224915"/>
                            <a:ext cx="61785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FF0000"/>
                                  <w:sz w:val="20"/>
                                </w:rPr>
                                <w:t>(16 months)</w:t>
                              </w:r>
                            </w:p>
                          </w:txbxContent>
                        </wps:txbx>
                        <wps:bodyPr rot="0" vert="horz" wrap="none" lIns="0" tIns="0" rIns="0" bIns="0" anchor="t" anchorCtr="0" upright="1">
                          <a:spAutoFit/>
                        </wps:bodyPr>
                      </wps:wsp>
                      <wps:wsp>
                        <wps:cNvPr id="132" name="Freeform 135"/>
                        <wps:cNvSpPr>
                          <a:spLocks/>
                        </wps:cNvSpPr>
                        <wps:spPr bwMode="auto">
                          <a:xfrm>
                            <a:off x="4462145" y="1289050"/>
                            <a:ext cx="131445" cy="130810"/>
                          </a:xfrm>
                          <a:custGeom>
                            <a:avLst/>
                            <a:gdLst>
                              <a:gd name="T0" fmla="*/ 196 w 413"/>
                              <a:gd name="T1" fmla="*/ 0 h 412"/>
                              <a:gd name="T2" fmla="*/ 0 w 413"/>
                              <a:gd name="T3" fmla="*/ 412 h 412"/>
                              <a:gd name="T4" fmla="*/ 413 w 413"/>
                              <a:gd name="T5" fmla="*/ 412 h 412"/>
                              <a:gd name="T6" fmla="*/ 196 w 413"/>
                              <a:gd name="T7" fmla="*/ 0 h 412"/>
                            </a:gdLst>
                            <a:ahLst/>
                            <a:cxnLst>
                              <a:cxn ang="0">
                                <a:pos x="T0" y="T1"/>
                              </a:cxn>
                              <a:cxn ang="0">
                                <a:pos x="T2" y="T3"/>
                              </a:cxn>
                              <a:cxn ang="0">
                                <a:pos x="T4" y="T5"/>
                              </a:cxn>
                              <a:cxn ang="0">
                                <a:pos x="T6" y="T7"/>
                              </a:cxn>
                            </a:cxnLst>
                            <a:rect l="0" t="0" r="r" b="b"/>
                            <a:pathLst>
                              <a:path w="413" h="412">
                                <a:moveTo>
                                  <a:pt x="196" y="0"/>
                                </a:moveTo>
                                <a:lnTo>
                                  <a:pt x="0" y="412"/>
                                </a:lnTo>
                                <a:lnTo>
                                  <a:pt x="413" y="412"/>
                                </a:lnTo>
                                <a:lnTo>
                                  <a:pt x="196"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6"/>
                        <wps:cNvSpPr>
                          <a:spLocks/>
                        </wps:cNvSpPr>
                        <wps:spPr bwMode="auto">
                          <a:xfrm>
                            <a:off x="4462145" y="1289050"/>
                            <a:ext cx="131445" cy="130810"/>
                          </a:xfrm>
                          <a:custGeom>
                            <a:avLst/>
                            <a:gdLst>
                              <a:gd name="T0" fmla="*/ 196 w 413"/>
                              <a:gd name="T1" fmla="*/ 0 h 412"/>
                              <a:gd name="T2" fmla="*/ 0 w 413"/>
                              <a:gd name="T3" fmla="*/ 412 h 412"/>
                              <a:gd name="T4" fmla="*/ 413 w 413"/>
                              <a:gd name="T5" fmla="*/ 412 h 412"/>
                              <a:gd name="T6" fmla="*/ 196 w 413"/>
                              <a:gd name="T7" fmla="*/ 0 h 412"/>
                            </a:gdLst>
                            <a:ahLst/>
                            <a:cxnLst>
                              <a:cxn ang="0">
                                <a:pos x="T0" y="T1"/>
                              </a:cxn>
                              <a:cxn ang="0">
                                <a:pos x="T2" y="T3"/>
                              </a:cxn>
                              <a:cxn ang="0">
                                <a:pos x="T4" y="T5"/>
                              </a:cxn>
                              <a:cxn ang="0">
                                <a:pos x="T6" y="T7"/>
                              </a:cxn>
                            </a:cxnLst>
                            <a:rect l="0" t="0" r="r" b="b"/>
                            <a:pathLst>
                              <a:path w="413" h="412">
                                <a:moveTo>
                                  <a:pt x="196" y="0"/>
                                </a:moveTo>
                                <a:lnTo>
                                  <a:pt x="0" y="412"/>
                                </a:lnTo>
                                <a:lnTo>
                                  <a:pt x="413" y="412"/>
                                </a:lnTo>
                                <a:lnTo>
                                  <a:pt x="196" y="0"/>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137"/>
                        <wps:cNvSpPr>
                          <a:spLocks noChangeArrowheads="1"/>
                        </wps:cNvSpPr>
                        <wps:spPr bwMode="auto">
                          <a:xfrm>
                            <a:off x="4606925" y="1194435"/>
                            <a:ext cx="16319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2"/>
                                </w:rPr>
                                <w:t>(2)</w:t>
                              </w:r>
                            </w:p>
                          </w:txbxContent>
                        </wps:txbx>
                        <wps:bodyPr rot="0" vert="horz" wrap="none" lIns="0" tIns="0" rIns="0" bIns="0" anchor="t" anchorCtr="0" upright="1">
                          <a:spAutoFit/>
                        </wps:bodyPr>
                      </wps:wsp>
                      <wps:wsp>
                        <wps:cNvPr id="135" name="Rectangle 138"/>
                        <wps:cNvSpPr>
                          <a:spLocks noChangeArrowheads="1"/>
                        </wps:cNvSpPr>
                        <wps:spPr bwMode="auto">
                          <a:xfrm>
                            <a:off x="2303145" y="1461770"/>
                            <a:ext cx="2745105" cy="179070"/>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39"/>
                        <wps:cNvSpPr>
                          <a:spLocks noChangeArrowheads="1"/>
                        </wps:cNvSpPr>
                        <wps:spPr bwMode="auto">
                          <a:xfrm>
                            <a:off x="2303145" y="1461770"/>
                            <a:ext cx="2745105" cy="17907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Rectangle 140"/>
                        <wps:cNvSpPr>
                          <a:spLocks noChangeArrowheads="1"/>
                        </wps:cNvSpPr>
                        <wps:spPr bwMode="auto">
                          <a:xfrm>
                            <a:off x="3296920" y="1400175"/>
                            <a:ext cx="77660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0"/>
                                </w:rPr>
                                <w:t>Steps 5,6 and 7</w:t>
                              </w:r>
                            </w:p>
                          </w:txbxContent>
                        </wps:txbx>
                        <wps:bodyPr rot="0" vert="horz" wrap="none" lIns="0" tIns="0" rIns="0" bIns="0" anchor="t" anchorCtr="0" upright="1">
                          <a:spAutoFit/>
                        </wps:bodyPr>
                      </wps:wsp>
                      <wps:wsp>
                        <wps:cNvPr id="138" name="Freeform 141"/>
                        <wps:cNvSpPr>
                          <a:spLocks/>
                        </wps:cNvSpPr>
                        <wps:spPr bwMode="auto">
                          <a:xfrm>
                            <a:off x="4986020" y="1640840"/>
                            <a:ext cx="131445" cy="130810"/>
                          </a:xfrm>
                          <a:custGeom>
                            <a:avLst/>
                            <a:gdLst>
                              <a:gd name="T0" fmla="*/ 196 w 413"/>
                              <a:gd name="T1" fmla="*/ 0 h 412"/>
                              <a:gd name="T2" fmla="*/ 0 w 413"/>
                              <a:gd name="T3" fmla="*/ 412 h 412"/>
                              <a:gd name="T4" fmla="*/ 413 w 413"/>
                              <a:gd name="T5" fmla="*/ 412 h 412"/>
                              <a:gd name="T6" fmla="*/ 196 w 413"/>
                              <a:gd name="T7" fmla="*/ 0 h 412"/>
                            </a:gdLst>
                            <a:ahLst/>
                            <a:cxnLst>
                              <a:cxn ang="0">
                                <a:pos x="T0" y="T1"/>
                              </a:cxn>
                              <a:cxn ang="0">
                                <a:pos x="T2" y="T3"/>
                              </a:cxn>
                              <a:cxn ang="0">
                                <a:pos x="T4" y="T5"/>
                              </a:cxn>
                              <a:cxn ang="0">
                                <a:pos x="T6" y="T7"/>
                              </a:cxn>
                            </a:cxnLst>
                            <a:rect l="0" t="0" r="r" b="b"/>
                            <a:pathLst>
                              <a:path w="413" h="412">
                                <a:moveTo>
                                  <a:pt x="196" y="0"/>
                                </a:moveTo>
                                <a:lnTo>
                                  <a:pt x="0" y="412"/>
                                </a:lnTo>
                                <a:lnTo>
                                  <a:pt x="413" y="412"/>
                                </a:lnTo>
                                <a:lnTo>
                                  <a:pt x="196"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2"/>
                        <wps:cNvSpPr>
                          <a:spLocks/>
                        </wps:cNvSpPr>
                        <wps:spPr bwMode="auto">
                          <a:xfrm>
                            <a:off x="4986020" y="1640840"/>
                            <a:ext cx="131445" cy="130810"/>
                          </a:xfrm>
                          <a:custGeom>
                            <a:avLst/>
                            <a:gdLst>
                              <a:gd name="T0" fmla="*/ 196 w 413"/>
                              <a:gd name="T1" fmla="*/ 0 h 412"/>
                              <a:gd name="T2" fmla="*/ 0 w 413"/>
                              <a:gd name="T3" fmla="*/ 412 h 412"/>
                              <a:gd name="T4" fmla="*/ 413 w 413"/>
                              <a:gd name="T5" fmla="*/ 412 h 412"/>
                              <a:gd name="T6" fmla="*/ 196 w 413"/>
                              <a:gd name="T7" fmla="*/ 0 h 412"/>
                            </a:gdLst>
                            <a:ahLst/>
                            <a:cxnLst>
                              <a:cxn ang="0">
                                <a:pos x="T0" y="T1"/>
                              </a:cxn>
                              <a:cxn ang="0">
                                <a:pos x="T2" y="T3"/>
                              </a:cxn>
                              <a:cxn ang="0">
                                <a:pos x="T4" y="T5"/>
                              </a:cxn>
                              <a:cxn ang="0">
                                <a:pos x="T6" y="T7"/>
                              </a:cxn>
                            </a:cxnLst>
                            <a:rect l="0" t="0" r="r" b="b"/>
                            <a:pathLst>
                              <a:path w="413" h="412">
                                <a:moveTo>
                                  <a:pt x="196" y="0"/>
                                </a:moveTo>
                                <a:lnTo>
                                  <a:pt x="0" y="412"/>
                                </a:lnTo>
                                <a:lnTo>
                                  <a:pt x="413" y="412"/>
                                </a:lnTo>
                                <a:lnTo>
                                  <a:pt x="196" y="0"/>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Rectangle 143"/>
                        <wps:cNvSpPr>
                          <a:spLocks noChangeArrowheads="1"/>
                        </wps:cNvSpPr>
                        <wps:spPr bwMode="auto">
                          <a:xfrm>
                            <a:off x="5131435" y="1545590"/>
                            <a:ext cx="16319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2"/>
                                </w:rPr>
                                <w:t>(3)</w:t>
                              </w:r>
                            </w:p>
                          </w:txbxContent>
                        </wps:txbx>
                        <wps:bodyPr rot="0" vert="horz" wrap="none" lIns="0" tIns="0" rIns="0" bIns="0" anchor="t" anchorCtr="0" upright="1">
                          <a:spAutoFit/>
                        </wps:bodyPr>
                      </wps:wsp>
                      <wps:wsp>
                        <wps:cNvPr id="141" name="Rectangle 144"/>
                        <wps:cNvSpPr>
                          <a:spLocks noChangeArrowheads="1"/>
                        </wps:cNvSpPr>
                        <wps:spPr bwMode="auto">
                          <a:xfrm>
                            <a:off x="3958590" y="1812925"/>
                            <a:ext cx="1614170" cy="172720"/>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145"/>
                        <wps:cNvSpPr>
                          <a:spLocks noChangeArrowheads="1"/>
                        </wps:cNvSpPr>
                        <wps:spPr bwMode="auto">
                          <a:xfrm>
                            <a:off x="3958590" y="1812925"/>
                            <a:ext cx="1614170" cy="1727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Rectangle 146"/>
                        <wps:cNvSpPr>
                          <a:spLocks noChangeArrowheads="1"/>
                        </wps:cNvSpPr>
                        <wps:spPr bwMode="auto">
                          <a:xfrm>
                            <a:off x="4586605" y="1762125"/>
                            <a:ext cx="3708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0"/>
                                </w:rPr>
                                <w:t>Steps 8</w:t>
                              </w:r>
                            </w:p>
                          </w:txbxContent>
                        </wps:txbx>
                        <wps:bodyPr rot="0" vert="horz" wrap="none" lIns="0" tIns="0" rIns="0" bIns="0" anchor="t" anchorCtr="0" upright="1">
                          <a:spAutoFit/>
                        </wps:bodyPr>
                      </wps:wsp>
                      <wps:wsp>
                        <wps:cNvPr id="144" name="Freeform 147"/>
                        <wps:cNvSpPr>
                          <a:spLocks/>
                        </wps:cNvSpPr>
                        <wps:spPr bwMode="auto">
                          <a:xfrm>
                            <a:off x="5510530" y="1985645"/>
                            <a:ext cx="130810" cy="130810"/>
                          </a:xfrm>
                          <a:custGeom>
                            <a:avLst/>
                            <a:gdLst>
                              <a:gd name="T0" fmla="*/ 196 w 413"/>
                              <a:gd name="T1" fmla="*/ 0 h 412"/>
                              <a:gd name="T2" fmla="*/ 0 w 413"/>
                              <a:gd name="T3" fmla="*/ 412 h 412"/>
                              <a:gd name="T4" fmla="*/ 413 w 413"/>
                              <a:gd name="T5" fmla="*/ 412 h 412"/>
                              <a:gd name="T6" fmla="*/ 196 w 413"/>
                              <a:gd name="T7" fmla="*/ 0 h 412"/>
                            </a:gdLst>
                            <a:ahLst/>
                            <a:cxnLst>
                              <a:cxn ang="0">
                                <a:pos x="T0" y="T1"/>
                              </a:cxn>
                              <a:cxn ang="0">
                                <a:pos x="T2" y="T3"/>
                              </a:cxn>
                              <a:cxn ang="0">
                                <a:pos x="T4" y="T5"/>
                              </a:cxn>
                              <a:cxn ang="0">
                                <a:pos x="T6" y="T7"/>
                              </a:cxn>
                            </a:cxnLst>
                            <a:rect l="0" t="0" r="r" b="b"/>
                            <a:pathLst>
                              <a:path w="413" h="412">
                                <a:moveTo>
                                  <a:pt x="196" y="0"/>
                                </a:moveTo>
                                <a:lnTo>
                                  <a:pt x="0" y="412"/>
                                </a:lnTo>
                                <a:lnTo>
                                  <a:pt x="413" y="412"/>
                                </a:lnTo>
                                <a:lnTo>
                                  <a:pt x="196"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8"/>
                        <wps:cNvSpPr>
                          <a:spLocks/>
                        </wps:cNvSpPr>
                        <wps:spPr bwMode="auto">
                          <a:xfrm>
                            <a:off x="5510530" y="1985645"/>
                            <a:ext cx="130810" cy="130810"/>
                          </a:xfrm>
                          <a:custGeom>
                            <a:avLst/>
                            <a:gdLst>
                              <a:gd name="T0" fmla="*/ 196 w 413"/>
                              <a:gd name="T1" fmla="*/ 0 h 412"/>
                              <a:gd name="T2" fmla="*/ 0 w 413"/>
                              <a:gd name="T3" fmla="*/ 412 h 412"/>
                              <a:gd name="T4" fmla="*/ 413 w 413"/>
                              <a:gd name="T5" fmla="*/ 412 h 412"/>
                              <a:gd name="T6" fmla="*/ 196 w 413"/>
                              <a:gd name="T7" fmla="*/ 0 h 412"/>
                            </a:gdLst>
                            <a:ahLst/>
                            <a:cxnLst>
                              <a:cxn ang="0">
                                <a:pos x="T0" y="T1"/>
                              </a:cxn>
                              <a:cxn ang="0">
                                <a:pos x="T2" y="T3"/>
                              </a:cxn>
                              <a:cxn ang="0">
                                <a:pos x="T4" y="T5"/>
                              </a:cxn>
                              <a:cxn ang="0">
                                <a:pos x="T6" y="T7"/>
                              </a:cxn>
                            </a:cxnLst>
                            <a:rect l="0" t="0" r="r" b="b"/>
                            <a:pathLst>
                              <a:path w="413" h="412">
                                <a:moveTo>
                                  <a:pt x="196" y="0"/>
                                </a:moveTo>
                                <a:lnTo>
                                  <a:pt x="0" y="412"/>
                                </a:lnTo>
                                <a:lnTo>
                                  <a:pt x="413" y="412"/>
                                </a:lnTo>
                                <a:lnTo>
                                  <a:pt x="196" y="0"/>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Rectangle 149"/>
                        <wps:cNvSpPr>
                          <a:spLocks noChangeArrowheads="1"/>
                        </wps:cNvSpPr>
                        <wps:spPr bwMode="auto">
                          <a:xfrm>
                            <a:off x="5648325" y="1897380"/>
                            <a:ext cx="16319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22"/>
                                </w:rPr>
                                <w:t>(4)</w:t>
                              </w:r>
                            </w:p>
                          </w:txbxContent>
                        </wps:txbx>
                        <wps:bodyPr rot="0" vert="horz" wrap="none" lIns="0" tIns="0" rIns="0" bIns="0" anchor="t" anchorCtr="0" upright="1">
                          <a:spAutoFit/>
                        </wps:bodyPr>
                      </wps:wsp>
                      <wps:wsp>
                        <wps:cNvPr id="147" name="Rectangle 150"/>
                        <wps:cNvSpPr>
                          <a:spLocks noChangeArrowheads="1"/>
                        </wps:cNvSpPr>
                        <wps:spPr bwMode="auto">
                          <a:xfrm>
                            <a:off x="4551680" y="1945640"/>
                            <a:ext cx="61785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FF0000"/>
                                  <w:sz w:val="20"/>
                                </w:rPr>
                                <w:t>(12 months)</w:t>
                              </w:r>
                            </w:p>
                          </w:txbxContent>
                        </wps:txbx>
                        <wps:bodyPr rot="0" vert="horz" wrap="none" lIns="0" tIns="0" rIns="0" bIns="0" anchor="t" anchorCtr="0" upright="1">
                          <a:spAutoFit/>
                        </wps:bodyPr>
                      </wps:wsp>
                      <wps:wsp>
                        <wps:cNvPr id="148" name="Rectangle 151"/>
                        <wps:cNvSpPr>
                          <a:spLocks noChangeArrowheads="1"/>
                        </wps:cNvSpPr>
                        <wps:spPr bwMode="auto">
                          <a:xfrm>
                            <a:off x="3462020" y="1584960"/>
                            <a:ext cx="61785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FF0000"/>
                                  <w:sz w:val="20"/>
                                </w:rPr>
                                <w:t>(20 months)</w:t>
                              </w:r>
                            </w:p>
                          </w:txbxContent>
                        </wps:txbx>
                        <wps:bodyPr rot="0" vert="horz" wrap="none" lIns="0" tIns="0" rIns="0" bIns="0" anchor="t" anchorCtr="0" upright="1">
                          <a:spAutoFit/>
                        </wps:bodyPr>
                      </wps:wsp>
                      <wps:wsp>
                        <wps:cNvPr id="149" name="Rectangle 152"/>
                        <wps:cNvSpPr>
                          <a:spLocks noChangeArrowheads="1"/>
                        </wps:cNvSpPr>
                        <wps:spPr bwMode="auto">
                          <a:xfrm>
                            <a:off x="123825" y="144780"/>
                            <a:ext cx="3778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66FF"/>
                                  <w:sz w:val="20"/>
                                </w:rPr>
                                <w:t>WP 5D</w:t>
                              </w:r>
                            </w:p>
                          </w:txbxContent>
                        </wps:txbx>
                        <wps:bodyPr rot="0" vert="horz" wrap="none" lIns="0" tIns="0" rIns="0" bIns="0" anchor="t" anchorCtr="0" upright="1">
                          <a:spAutoFit/>
                        </wps:bodyPr>
                      </wps:wsp>
                      <wps:wsp>
                        <wps:cNvPr id="150" name="Rectangle 153"/>
                        <wps:cNvSpPr>
                          <a:spLocks noChangeArrowheads="1"/>
                        </wps:cNvSpPr>
                        <wps:spPr bwMode="auto">
                          <a:xfrm>
                            <a:off x="123825" y="281940"/>
                            <a:ext cx="45910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66FF"/>
                                  <w:sz w:val="20"/>
                                </w:rPr>
                                <w:t>meetings</w:t>
                              </w:r>
                            </w:p>
                          </w:txbxContent>
                        </wps:txbx>
                        <wps:bodyPr rot="0" vert="horz" wrap="none" lIns="0" tIns="0" rIns="0" bIns="0" anchor="t" anchorCtr="0" upright="1">
                          <a:spAutoFit/>
                        </wps:bodyPr>
                      </wps:wsp>
                      <wps:wsp>
                        <wps:cNvPr id="151" name="Rectangle 154"/>
                        <wps:cNvSpPr>
                          <a:spLocks noChangeArrowheads="1"/>
                        </wps:cNvSpPr>
                        <wps:spPr bwMode="auto">
                          <a:xfrm>
                            <a:off x="227965" y="2348865"/>
                            <a:ext cx="176212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Step 1: Issuance of the </w:t>
                              </w:r>
                              <w:r>
                                <w:rPr>
                                  <w:rFonts w:hint="eastAsia"/>
                                  <w:color w:val="000000"/>
                                  <w:sz w:val="18"/>
                                  <w:szCs w:val="18"/>
                                  <w:lang w:eastAsia="ja-JP"/>
                                </w:rPr>
                                <w:t>Announcement</w:t>
                              </w:r>
                            </w:p>
                          </w:txbxContent>
                        </wps:txbx>
                        <wps:bodyPr rot="0" vert="horz" wrap="none" lIns="0" tIns="0" rIns="0" bIns="0" anchor="t" anchorCtr="0" upright="1">
                          <a:spAutoFit/>
                        </wps:bodyPr>
                      </wps:wsp>
                      <wps:wsp>
                        <wps:cNvPr id="152" name="Rectangle 155"/>
                        <wps:cNvSpPr>
                          <a:spLocks noChangeArrowheads="1"/>
                        </wps:cNvSpPr>
                        <wps:spPr bwMode="auto">
                          <a:xfrm>
                            <a:off x="227965" y="2474595"/>
                            <a:ext cx="232727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Step 2: Development of candidate RITs and SRITs</w:t>
                              </w:r>
                            </w:p>
                          </w:txbxContent>
                        </wps:txbx>
                        <wps:bodyPr rot="0" vert="horz" wrap="none" lIns="0" tIns="0" rIns="0" bIns="0" anchor="t" anchorCtr="0" upright="1">
                          <a:spAutoFit/>
                        </wps:bodyPr>
                      </wps:wsp>
                      <wps:wsp>
                        <wps:cNvPr id="153" name="Rectangle 156"/>
                        <wps:cNvSpPr>
                          <a:spLocks noChangeArrowheads="1"/>
                        </wps:cNvSpPr>
                        <wps:spPr bwMode="auto">
                          <a:xfrm>
                            <a:off x="227965" y="2611120"/>
                            <a:ext cx="235267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Step 3: Submission/Reception of the RIT and SRIT </w:t>
                              </w:r>
                            </w:p>
                          </w:txbxContent>
                        </wps:txbx>
                        <wps:bodyPr rot="0" vert="horz" wrap="none" lIns="0" tIns="0" rIns="0" bIns="0" anchor="t" anchorCtr="0" upright="1">
                          <a:spAutoFit/>
                        </wps:bodyPr>
                      </wps:wsp>
                      <wps:wsp>
                        <wps:cNvPr id="154" name="Rectangle 157"/>
                        <wps:cNvSpPr>
                          <a:spLocks noChangeArrowheads="1"/>
                        </wps:cNvSpPr>
                        <wps:spPr bwMode="auto">
                          <a:xfrm>
                            <a:off x="551815" y="2734945"/>
                            <a:ext cx="190500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proposals and acknowledgment of receipt</w:t>
                              </w:r>
                            </w:p>
                          </w:txbxContent>
                        </wps:txbx>
                        <wps:bodyPr rot="0" vert="horz" wrap="none" lIns="0" tIns="0" rIns="0" bIns="0" anchor="t" anchorCtr="0" upright="1">
                          <a:spAutoFit/>
                        </wps:bodyPr>
                      </wps:wsp>
                      <wps:wsp>
                        <wps:cNvPr id="155" name="Rectangle 158"/>
                        <wps:cNvSpPr>
                          <a:spLocks noChangeArrowheads="1"/>
                        </wps:cNvSpPr>
                        <wps:spPr bwMode="auto">
                          <a:xfrm>
                            <a:off x="227965" y="2865755"/>
                            <a:ext cx="220662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Step 4:</w:t>
                              </w:r>
                              <w:r w:rsidRPr="00613426">
                                <w:rPr>
                                  <w:i/>
                                  <w:color w:val="000000"/>
                                  <w:sz w:val="18"/>
                                  <w:szCs w:val="18"/>
                                </w:rPr>
                                <w:t xml:space="preserve"> </w:t>
                              </w:r>
                              <w:r>
                                <w:rPr>
                                  <w:color w:val="000000"/>
                                  <w:sz w:val="18"/>
                                  <w:szCs w:val="18"/>
                                </w:rPr>
                                <w:t>Evaluation of candidate RITs and SRITs</w:t>
                              </w:r>
                            </w:p>
                          </w:txbxContent>
                        </wps:txbx>
                        <wps:bodyPr rot="0" vert="horz" wrap="none" lIns="0" tIns="0" rIns="0" bIns="0" anchor="t" anchorCtr="0" upright="1">
                          <a:spAutoFit/>
                        </wps:bodyPr>
                      </wps:wsp>
                      <wps:wsp>
                        <wps:cNvPr id="156" name="Rectangle 159"/>
                        <wps:cNvSpPr>
                          <a:spLocks noChangeArrowheads="1"/>
                        </wps:cNvSpPr>
                        <wps:spPr bwMode="auto">
                          <a:xfrm>
                            <a:off x="607060" y="2997200"/>
                            <a:ext cx="95885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by evaluation groups</w:t>
                              </w:r>
                            </w:p>
                          </w:txbxContent>
                        </wps:txbx>
                        <wps:bodyPr rot="0" vert="horz" wrap="none" lIns="0" tIns="0" rIns="0" bIns="0" anchor="t" anchorCtr="0" upright="1">
                          <a:spAutoFit/>
                        </wps:bodyPr>
                      </wps:wsp>
                      <wps:wsp>
                        <wps:cNvPr id="157" name="Rectangle 160"/>
                        <wps:cNvSpPr>
                          <a:spLocks noChangeArrowheads="1"/>
                        </wps:cNvSpPr>
                        <wps:spPr bwMode="auto">
                          <a:xfrm>
                            <a:off x="2979420" y="2328545"/>
                            <a:ext cx="292671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Step 5: Review and coordination of outside evaluation activities</w:t>
                              </w:r>
                            </w:p>
                          </w:txbxContent>
                        </wps:txbx>
                        <wps:bodyPr rot="0" vert="horz" wrap="none" lIns="0" tIns="0" rIns="0" bIns="0" anchor="t" anchorCtr="0" upright="1">
                          <a:spAutoFit/>
                        </wps:bodyPr>
                      </wps:wsp>
                      <wps:wsp>
                        <wps:cNvPr id="158" name="Rectangle 161"/>
                        <wps:cNvSpPr>
                          <a:spLocks noChangeArrowheads="1"/>
                        </wps:cNvSpPr>
                        <wps:spPr bwMode="auto">
                          <a:xfrm>
                            <a:off x="2979420" y="2459355"/>
                            <a:ext cx="300990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Step 6: Review to assess compliance with minimum requirements</w:t>
                              </w:r>
                            </w:p>
                          </w:txbxContent>
                        </wps:txbx>
                        <wps:bodyPr rot="0" vert="horz" wrap="none" lIns="0" tIns="0" rIns="0" bIns="0" anchor="t" anchorCtr="0" upright="1">
                          <a:spAutoFit/>
                        </wps:bodyPr>
                      </wps:wsp>
                      <wps:wsp>
                        <wps:cNvPr id="159" name="Rectangle 162"/>
                        <wps:cNvSpPr>
                          <a:spLocks noChangeArrowheads="1"/>
                        </wps:cNvSpPr>
                        <wps:spPr bwMode="auto">
                          <a:xfrm>
                            <a:off x="2979420" y="2583180"/>
                            <a:ext cx="287655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Step 7: Consideration of evaluation results, consensus building </w:t>
                              </w:r>
                            </w:p>
                          </w:txbxContent>
                        </wps:txbx>
                        <wps:bodyPr rot="0" vert="horz" wrap="none" lIns="0" tIns="0" rIns="0" bIns="0" anchor="t" anchorCtr="0" upright="1">
                          <a:spAutoFit/>
                        </wps:bodyPr>
                      </wps:wsp>
                      <wps:wsp>
                        <wps:cNvPr id="160" name="Rectangle 163"/>
                        <wps:cNvSpPr>
                          <a:spLocks noChangeArrowheads="1"/>
                        </wps:cNvSpPr>
                        <wps:spPr bwMode="auto">
                          <a:xfrm>
                            <a:off x="3303270" y="2714625"/>
                            <a:ext cx="57467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and decision </w:t>
                              </w:r>
                            </w:p>
                          </w:txbxContent>
                        </wps:txbx>
                        <wps:bodyPr rot="0" vert="horz" wrap="none" lIns="0" tIns="0" rIns="0" bIns="0" anchor="t" anchorCtr="0" upright="1">
                          <a:spAutoFit/>
                        </wps:bodyPr>
                      </wps:wsp>
                      <wps:wsp>
                        <wps:cNvPr id="161" name="Rectangle 164"/>
                        <wps:cNvSpPr>
                          <a:spLocks noChangeArrowheads="1"/>
                        </wps:cNvSpPr>
                        <wps:spPr bwMode="auto">
                          <a:xfrm>
                            <a:off x="2979420" y="2845435"/>
                            <a:ext cx="273621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Step 8: Development of radio interface Recommendation(s)</w:t>
                              </w:r>
                            </w:p>
                          </w:txbxContent>
                        </wps:txbx>
                        <wps:bodyPr rot="0" vert="horz" wrap="none" lIns="0" tIns="0" rIns="0" bIns="0" anchor="t" anchorCtr="0" upright="1">
                          <a:spAutoFit/>
                        </wps:bodyPr>
                      </wps:wsp>
                      <wps:wsp>
                        <wps:cNvPr id="162" name="Rectangle 165"/>
                        <wps:cNvSpPr>
                          <a:spLocks noChangeArrowheads="1"/>
                        </wps:cNvSpPr>
                        <wps:spPr bwMode="auto">
                          <a:xfrm>
                            <a:off x="220980" y="3157220"/>
                            <a:ext cx="318198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0000"/>
                                  <w:sz w:val="20"/>
                                </w:rPr>
                                <w:t>Critical milestones in radio interface development process:</w:t>
                              </w:r>
                            </w:p>
                          </w:txbxContent>
                        </wps:txbx>
                        <wps:bodyPr rot="0" vert="horz" wrap="none" lIns="0" tIns="0" rIns="0" bIns="0" anchor="t" anchorCtr="0" upright="1">
                          <a:spAutoFit/>
                        </wps:bodyPr>
                      </wps:wsp>
                      <wps:wsp>
                        <wps:cNvPr id="163" name="Rectangle 166"/>
                        <wps:cNvSpPr>
                          <a:spLocks noChangeArrowheads="1"/>
                        </wps:cNvSpPr>
                        <wps:spPr bwMode="auto">
                          <a:xfrm>
                            <a:off x="227965" y="3335020"/>
                            <a:ext cx="179705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(0): Issue an invitation to propose RITs     </w:t>
                              </w:r>
                            </w:p>
                          </w:txbxContent>
                        </wps:txbx>
                        <wps:bodyPr rot="0" vert="horz" wrap="none" lIns="0" tIns="0" rIns="0" bIns="0" anchor="t" anchorCtr="0" upright="1">
                          <a:spAutoFit/>
                        </wps:bodyPr>
                      </wps:wsp>
                      <wps:wsp>
                        <wps:cNvPr id="164" name="Rectangle 167"/>
                        <wps:cNvSpPr>
                          <a:spLocks noChangeArrowheads="1"/>
                        </wps:cNvSpPr>
                        <wps:spPr bwMode="auto">
                          <a:xfrm>
                            <a:off x="2165350" y="3335020"/>
                            <a:ext cx="66357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Meeting No. 1</w:t>
                              </w:r>
                            </w:p>
                          </w:txbxContent>
                        </wps:txbx>
                        <wps:bodyPr rot="0" vert="horz" wrap="none" lIns="0" tIns="0" rIns="0" bIns="0" anchor="t" anchorCtr="0" upright="1">
                          <a:spAutoFit/>
                        </wps:bodyPr>
                      </wps:wsp>
                      <wps:wsp>
                        <wps:cNvPr id="165" name="Rectangle 168"/>
                        <wps:cNvSpPr>
                          <a:spLocks noChangeArrowheads="1"/>
                        </wps:cNvSpPr>
                        <wps:spPr bwMode="auto">
                          <a:xfrm>
                            <a:off x="227965" y="3458845"/>
                            <a:ext cx="186690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(1): ITU proposed cut off for submission   </w:t>
                              </w:r>
                            </w:p>
                          </w:txbxContent>
                        </wps:txbx>
                        <wps:bodyPr rot="0" vert="horz" wrap="none" lIns="0" tIns="0" rIns="0" bIns="0" anchor="t" anchorCtr="0" upright="1">
                          <a:spAutoFit/>
                        </wps:bodyPr>
                      </wps:wsp>
                      <wps:wsp>
                        <wps:cNvPr id="166" name="Rectangle 169"/>
                        <wps:cNvSpPr>
                          <a:spLocks noChangeArrowheads="1"/>
                        </wps:cNvSpPr>
                        <wps:spPr bwMode="auto">
                          <a:xfrm>
                            <a:off x="2179320" y="3458845"/>
                            <a:ext cx="66357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Meeting No. 6</w:t>
                              </w:r>
                            </w:p>
                          </w:txbxContent>
                        </wps:txbx>
                        <wps:bodyPr rot="0" vert="horz" wrap="none" lIns="0" tIns="0" rIns="0" bIns="0" anchor="t" anchorCtr="0" upright="1">
                          <a:spAutoFit/>
                        </wps:bodyPr>
                      </wps:wsp>
                      <wps:wsp>
                        <wps:cNvPr id="167" name="Rectangle 170"/>
                        <wps:cNvSpPr>
                          <a:spLocks noChangeArrowheads="1"/>
                        </wps:cNvSpPr>
                        <wps:spPr bwMode="auto">
                          <a:xfrm>
                            <a:off x="393065" y="3590290"/>
                            <a:ext cx="171132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of candidate RIT and SRIT</w:t>
                              </w:r>
                              <w:r>
                                <w:rPr>
                                  <w:rFonts w:hint="eastAsia"/>
                                  <w:color w:val="000000"/>
                                  <w:sz w:val="18"/>
                                  <w:szCs w:val="18"/>
                                  <w:lang w:eastAsia="ja-JP"/>
                                </w:rPr>
                                <w:t xml:space="preserve"> </w:t>
                              </w:r>
                              <w:r>
                                <w:rPr>
                                  <w:color w:val="000000"/>
                                  <w:sz w:val="18"/>
                                  <w:szCs w:val="18"/>
                                </w:rPr>
                                <w:t>proposals</w:t>
                              </w:r>
                            </w:p>
                          </w:txbxContent>
                        </wps:txbx>
                        <wps:bodyPr rot="0" vert="horz" wrap="none" lIns="0" tIns="0" rIns="0" bIns="0" anchor="t" anchorCtr="0" upright="1">
                          <a:spAutoFit/>
                        </wps:bodyPr>
                      </wps:wsp>
                      <wps:wsp>
                        <wps:cNvPr id="168" name="Rectangle 171"/>
                        <wps:cNvSpPr>
                          <a:spLocks noChangeArrowheads="1"/>
                        </wps:cNvSpPr>
                        <wps:spPr bwMode="auto">
                          <a:xfrm>
                            <a:off x="2979420" y="3335020"/>
                            <a:ext cx="182562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(2): Cut off for evaluation report to ITU         </w:t>
                              </w:r>
                            </w:p>
                          </w:txbxContent>
                        </wps:txbx>
                        <wps:bodyPr rot="0" vert="horz" wrap="none" lIns="0" tIns="0" rIns="0" bIns="0" anchor="t" anchorCtr="0" upright="1">
                          <a:spAutoFit/>
                        </wps:bodyPr>
                      </wps:wsp>
                      <wps:wsp>
                        <wps:cNvPr id="169" name="Rectangle 172"/>
                        <wps:cNvSpPr>
                          <a:spLocks noChangeArrowheads="1"/>
                        </wps:cNvSpPr>
                        <wps:spPr bwMode="auto">
                          <a:xfrm>
                            <a:off x="5351780" y="3335020"/>
                            <a:ext cx="66357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Meeting No. 8</w:t>
                              </w:r>
                            </w:p>
                          </w:txbxContent>
                        </wps:txbx>
                        <wps:bodyPr rot="0" vert="horz" wrap="none" lIns="0" tIns="0" rIns="0" bIns="0" anchor="t" anchorCtr="0" upright="1">
                          <a:spAutoFit/>
                        </wps:bodyPr>
                      </wps:wsp>
                      <wps:wsp>
                        <wps:cNvPr id="170" name="Rectangle 173"/>
                        <wps:cNvSpPr>
                          <a:spLocks noChangeArrowheads="1"/>
                        </wps:cNvSpPr>
                        <wps:spPr bwMode="auto">
                          <a:xfrm>
                            <a:off x="2979420" y="3458845"/>
                            <a:ext cx="182245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(3): WP 5D decides framework and key     </w:t>
                              </w:r>
                            </w:p>
                          </w:txbxContent>
                        </wps:txbx>
                        <wps:bodyPr rot="0" vert="horz" wrap="none" lIns="0" tIns="0" rIns="0" bIns="0" anchor="t" anchorCtr="0" upright="1">
                          <a:spAutoFit/>
                        </wps:bodyPr>
                      </wps:wsp>
                      <wps:wsp>
                        <wps:cNvPr id="171" name="Rectangle 174"/>
                        <wps:cNvSpPr>
                          <a:spLocks noChangeArrowheads="1"/>
                        </wps:cNvSpPr>
                        <wps:spPr bwMode="auto">
                          <a:xfrm>
                            <a:off x="5358765" y="3458845"/>
                            <a:ext cx="66357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Meeting No. 9</w:t>
                              </w:r>
                            </w:p>
                          </w:txbxContent>
                        </wps:txbx>
                        <wps:bodyPr rot="0" vert="horz" wrap="none" lIns="0" tIns="0" rIns="0" bIns="0" anchor="t" anchorCtr="0" upright="1">
                          <a:spAutoFit/>
                        </wps:bodyPr>
                      </wps:wsp>
                      <wps:wsp>
                        <wps:cNvPr id="172" name="Rectangle 175"/>
                        <wps:cNvSpPr>
                          <a:spLocks noChangeArrowheads="1"/>
                        </wps:cNvSpPr>
                        <wps:spPr bwMode="auto">
                          <a:xfrm>
                            <a:off x="3138170" y="3590290"/>
                            <a:ext cx="228854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characteristics of IMT-Advanced RITs and SRITs</w:t>
                              </w:r>
                            </w:p>
                          </w:txbxContent>
                        </wps:txbx>
                        <wps:bodyPr rot="0" vert="horz" wrap="none" lIns="0" tIns="0" rIns="0" bIns="0" anchor="t" anchorCtr="0" upright="1">
                          <a:spAutoFit/>
                        </wps:bodyPr>
                      </wps:wsp>
                      <wps:wsp>
                        <wps:cNvPr id="173" name="Rectangle 176"/>
                        <wps:cNvSpPr>
                          <a:spLocks noChangeArrowheads="1"/>
                        </wps:cNvSpPr>
                        <wps:spPr bwMode="auto">
                          <a:xfrm>
                            <a:off x="2979420" y="3721100"/>
                            <a:ext cx="203200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(4): WP 5D completes development of radio  </w:t>
                              </w:r>
                            </w:p>
                          </w:txbxContent>
                        </wps:txbx>
                        <wps:bodyPr rot="0" vert="horz" wrap="none" lIns="0" tIns="0" rIns="0" bIns="0" anchor="t" anchorCtr="0" upright="1">
                          <a:spAutoFit/>
                        </wps:bodyPr>
                      </wps:wsp>
                      <wps:wsp>
                        <wps:cNvPr id="174" name="Rectangle 177"/>
                        <wps:cNvSpPr>
                          <a:spLocks noChangeArrowheads="1"/>
                        </wps:cNvSpPr>
                        <wps:spPr bwMode="auto">
                          <a:xfrm>
                            <a:off x="5351780" y="3721100"/>
                            <a:ext cx="72072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Meeting No. 10</w:t>
                              </w:r>
                            </w:p>
                          </w:txbxContent>
                        </wps:txbx>
                        <wps:bodyPr rot="0" vert="horz" wrap="none" lIns="0" tIns="0" rIns="0" bIns="0" anchor="t" anchorCtr="0" upright="1">
                          <a:spAutoFit/>
                        </wps:bodyPr>
                      </wps:wsp>
                      <wps:wsp>
                        <wps:cNvPr id="175" name="Rectangle 178"/>
                        <wps:cNvSpPr>
                          <a:spLocks noChangeArrowheads="1"/>
                        </wps:cNvSpPr>
                        <wps:spPr bwMode="auto">
                          <a:xfrm>
                            <a:off x="3138170" y="3845560"/>
                            <a:ext cx="189166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color w:val="000000"/>
                                  <w:sz w:val="18"/>
                                  <w:szCs w:val="18"/>
                                </w:rPr>
                                <w:t xml:space="preserve">interface specification Recommendations </w:t>
                              </w:r>
                            </w:p>
                          </w:txbxContent>
                        </wps:txbx>
                        <wps:bodyPr rot="0" vert="horz" wrap="none" lIns="0" tIns="0" rIns="0" bIns="0" anchor="t" anchorCtr="0" upright="1">
                          <a:spAutoFit/>
                        </wps:bodyPr>
                      </wps:wsp>
                      <wps:wsp>
                        <wps:cNvPr id="176" name="Rectangle 179"/>
                        <wps:cNvSpPr>
                          <a:spLocks noChangeArrowheads="1"/>
                        </wps:cNvSpPr>
                        <wps:spPr bwMode="auto">
                          <a:xfrm>
                            <a:off x="1151890" y="50800"/>
                            <a:ext cx="436245"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FF0000"/>
                                  <w:szCs w:val="24"/>
                                </w:rPr>
                                <w:t>Year 1</w:t>
                              </w:r>
                            </w:p>
                          </w:txbxContent>
                        </wps:txbx>
                        <wps:bodyPr rot="0" vert="horz" wrap="none" lIns="0" tIns="0" rIns="0" bIns="0" anchor="t" anchorCtr="0" upright="1">
                          <a:spAutoFit/>
                        </wps:bodyPr>
                      </wps:wsp>
                      <wps:wsp>
                        <wps:cNvPr id="177" name="Rectangle 180"/>
                        <wps:cNvSpPr>
                          <a:spLocks noChangeArrowheads="1"/>
                        </wps:cNvSpPr>
                        <wps:spPr bwMode="auto">
                          <a:xfrm>
                            <a:off x="2738120" y="50800"/>
                            <a:ext cx="436245"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FF0000"/>
                                  <w:szCs w:val="24"/>
                                </w:rPr>
                                <w:t>Year 2</w:t>
                              </w:r>
                            </w:p>
                          </w:txbxContent>
                        </wps:txbx>
                        <wps:bodyPr rot="0" vert="horz" wrap="none" lIns="0" tIns="0" rIns="0" bIns="0" anchor="t" anchorCtr="0" upright="1">
                          <a:spAutoFit/>
                        </wps:bodyPr>
                      </wps:wsp>
                      <wps:wsp>
                        <wps:cNvPr id="178" name="Rectangle 181"/>
                        <wps:cNvSpPr>
                          <a:spLocks noChangeArrowheads="1"/>
                        </wps:cNvSpPr>
                        <wps:spPr bwMode="auto">
                          <a:xfrm>
                            <a:off x="4351655" y="50800"/>
                            <a:ext cx="436245"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FF0000"/>
                                  <w:szCs w:val="24"/>
                                </w:rPr>
                                <w:t>Year 3</w:t>
                              </w:r>
                            </w:p>
                          </w:txbxContent>
                        </wps:txbx>
                        <wps:bodyPr rot="0" vert="horz" wrap="none" lIns="0" tIns="0" rIns="0" bIns="0" anchor="t" anchorCtr="0" upright="1">
                          <a:spAutoFit/>
                        </wps:bodyPr>
                      </wps:wsp>
                      <wps:wsp>
                        <wps:cNvPr id="179" name="Rectangle 182"/>
                        <wps:cNvSpPr>
                          <a:spLocks noChangeArrowheads="1"/>
                        </wps:cNvSpPr>
                        <wps:spPr bwMode="auto">
                          <a:xfrm>
                            <a:off x="5496560" y="207010"/>
                            <a:ext cx="31432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0066FF"/>
                                  <w:sz w:val="20"/>
                                </w:rPr>
                                <w:t>No.10</w:t>
                              </w:r>
                            </w:p>
                          </w:txbxContent>
                        </wps:txbx>
                        <wps:bodyPr rot="0" vert="horz" wrap="none" lIns="0" tIns="0" rIns="0" bIns="0" anchor="t" anchorCtr="0" upright="1">
                          <a:spAutoFit/>
                        </wps:bodyPr>
                      </wps:wsp>
                      <wps:wsp>
                        <wps:cNvPr id="180" name="Rectangle 183"/>
                        <wps:cNvSpPr>
                          <a:spLocks noChangeArrowheads="1"/>
                        </wps:cNvSpPr>
                        <wps:spPr bwMode="auto">
                          <a:xfrm>
                            <a:off x="5586095" y="50800"/>
                            <a:ext cx="436245"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b/>
                                  <w:bCs/>
                                  <w:color w:val="FF0000"/>
                                  <w:szCs w:val="24"/>
                                </w:rPr>
                                <w:t>Year 4</w:t>
                              </w:r>
                            </w:p>
                          </w:txbxContent>
                        </wps:txbx>
                        <wps:bodyPr rot="0" vert="horz" wrap="none" lIns="0" tIns="0" rIns="0" bIns="0" anchor="t" anchorCtr="0" upright="1">
                          <a:spAutoFit/>
                        </wps:bodyPr>
                      </wps:wsp>
                      <wps:wsp>
                        <wps:cNvPr id="181" name="Freeform 184"/>
                        <wps:cNvSpPr>
                          <a:spLocks/>
                        </wps:cNvSpPr>
                        <wps:spPr bwMode="auto">
                          <a:xfrm>
                            <a:off x="634365" y="250190"/>
                            <a:ext cx="89535" cy="76835"/>
                          </a:xfrm>
                          <a:custGeom>
                            <a:avLst/>
                            <a:gdLst>
                              <a:gd name="T0" fmla="*/ 281 w 282"/>
                              <a:gd name="T1" fmla="*/ 1 h 242"/>
                              <a:gd name="T2" fmla="*/ 279 w 282"/>
                              <a:gd name="T3" fmla="*/ 6 h 242"/>
                              <a:gd name="T4" fmla="*/ 278 w 282"/>
                              <a:gd name="T5" fmla="*/ 11 h 242"/>
                              <a:gd name="T6" fmla="*/ 275 w 282"/>
                              <a:gd name="T7" fmla="*/ 16 h 242"/>
                              <a:gd name="T8" fmla="*/ 273 w 282"/>
                              <a:gd name="T9" fmla="*/ 21 h 242"/>
                              <a:gd name="T10" fmla="*/ 272 w 282"/>
                              <a:gd name="T11" fmla="*/ 25 h 242"/>
                              <a:gd name="T12" fmla="*/ 269 w 282"/>
                              <a:gd name="T13" fmla="*/ 30 h 242"/>
                              <a:gd name="T14" fmla="*/ 268 w 282"/>
                              <a:gd name="T15" fmla="*/ 35 h 242"/>
                              <a:gd name="T16" fmla="*/ 266 w 282"/>
                              <a:gd name="T17" fmla="*/ 40 h 242"/>
                              <a:gd name="T18" fmla="*/ 264 w 282"/>
                              <a:gd name="T19" fmla="*/ 45 h 242"/>
                              <a:gd name="T20" fmla="*/ 263 w 282"/>
                              <a:gd name="T21" fmla="*/ 49 h 242"/>
                              <a:gd name="T22" fmla="*/ 262 w 282"/>
                              <a:gd name="T23" fmla="*/ 53 h 242"/>
                              <a:gd name="T24" fmla="*/ 261 w 282"/>
                              <a:gd name="T25" fmla="*/ 58 h 242"/>
                              <a:gd name="T26" fmla="*/ 260 w 282"/>
                              <a:gd name="T27" fmla="*/ 63 h 242"/>
                              <a:gd name="T28" fmla="*/ 258 w 282"/>
                              <a:gd name="T29" fmla="*/ 67 h 242"/>
                              <a:gd name="T30" fmla="*/ 257 w 282"/>
                              <a:gd name="T31" fmla="*/ 72 h 242"/>
                              <a:gd name="T32" fmla="*/ 256 w 282"/>
                              <a:gd name="T33" fmla="*/ 77 h 242"/>
                              <a:gd name="T34" fmla="*/ 256 w 282"/>
                              <a:gd name="T35" fmla="*/ 82 h 242"/>
                              <a:gd name="T36" fmla="*/ 255 w 282"/>
                              <a:gd name="T37" fmla="*/ 87 h 242"/>
                              <a:gd name="T38" fmla="*/ 254 w 282"/>
                              <a:gd name="T39" fmla="*/ 91 h 242"/>
                              <a:gd name="T40" fmla="*/ 254 w 282"/>
                              <a:gd name="T41" fmla="*/ 96 h 242"/>
                              <a:gd name="T42" fmla="*/ 254 w 282"/>
                              <a:gd name="T43" fmla="*/ 101 h 242"/>
                              <a:gd name="T44" fmla="*/ 252 w 282"/>
                              <a:gd name="T45" fmla="*/ 106 h 242"/>
                              <a:gd name="T46" fmla="*/ 252 w 282"/>
                              <a:gd name="T47" fmla="*/ 111 h 242"/>
                              <a:gd name="T48" fmla="*/ 252 w 282"/>
                              <a:gd name="T49" fmla="*/ 115 h 242"/>
                              <a:gd name="T50" fmla="*/ 252 w 282"/>
                              <a:gd name="T51" fmla="*/ 120 h 242"/>
                              <a:gd name="T52" fmla="*/ 252 w 282"/>
                              <a:gd name="T53" fmla="*/ 124 h 242"/>
                              <a:gd name="T54" fmla="*/ 252 w 282"/>
                              <a:gd name="T55" fmla="*/ 129 h 242"/>
                              <a:gd name="T56" fmla="*/ 252 w 282"/>
                              <a:gd name="T57" fmla="*/ 133 h 242"/>
                              <a:gd name="T58" fmla="*/ 254 w 282"/>
                              <a:gd name="T59" fmla="*/ 138 h 242"/>
                              <a:gd name="T60" fmla="*/ 254 w 282"/>
                              <a:gd name="T61" fmla="*/ 143 h 242"/>
                              <a:gd name="T62" fmla="*/ 254 w 282"/>
                              <a:gd name="T63" fmla="*/ 148 h 242"/>
                              <a:gd name="T64" fmla="*/ 255 w 282"/>
                              <a:gd name="T65" fmla="*/ 153 h 242"/>
                              <a:gd name="T66" fmla="*/ 255 w 282"/>
                              <a:gd name="T67" fmla="*/ 157 h 242"/>
                              <a:gd name="T68" fmla="*/ 256 w 282"/>
                              <a:gd name="T69" fmla="*/ 162 h 242"/>
                              <a:gd name="T70" fmla="*/ 257 w 282"/>
                              <a:gd name="T71" fmla="*/ 167 h 242"/>
                              <a:gd name="T72" fmla="*/ 257 w 282"/>
                              <a:gd name="T73" fmla="*/ 172 h 242"/>
                              <a:gd name="T74" fmla="*/ 258 w 282"/>
                              <a:gd name="T75" fmla="*/ 177 h 242"/>
                              <a:gd name="T76" fmla="*/ 260 w 282"/>
                              <a:gd name="T77" fmla="*/ 181 h 242"/>
                              <a:gd name="T78" fmla="*/ 261 w 282"/>
                              <a:gd name="T79" fmla="*/ 186 h 242"/>
                              <a:gd name="T80" fmla="*/ 262 w 282"/>
                              <a:gd name="T81" fmla="*/ 190 h 242"/>
                              <a:gd name="T82" fmla="*/ 264 w 282"/>
                              <a:gd name="T83" fmla="*/ 195 h 242"/>
                              <a:gd name="T84" fmla="*/ 266 w 282"/>
                              <a:gd name="T85" fmla="*/ 199 h 242"/>
                              <a:gd name="T86" fmla="*/ 267 w 282"/>
                              <a:gd name="T87" fmla="*/ 204 h 242"/>
                              <a:gd name="T88" fmla="*/ 269 w 282"/>
                              <a:gd name="T89" fmla="*/ 209 h 242"/>
                              <a:gd name="T90" fmla="*/ 270 w 282"/>
                              <a:gd name="T91" fmla="*/ 214 h 242"/>
                              <a:gd name="T92" fmla="*/ 273 w 282"/>
                              <a:gd name="T93" fmla="*/ 219 h 242"/>
                              <a:gd name="T94" fmla="*/ 274 w 282"/>
                              <a:gd name="T95" fmla="*/ 223 h 242"/>
                              <a:gd name="T96" fmla="*/ 276 w 282"/>
                              <a:gd name="T97" fmla="*/ 228 h 242"/>
                              <a:gd name="T98" fmla="*/ 279 w 282"/>
                              <a:gd name="T99" fmla="*/ 233 h 242"/>
                              <a:gd name="T100" fmla="*/ 281 w 282"/>
                              <a:gd name="T101" fmla="*/ 238 h 242"/>
                              <a:gd name="T102" fmla="*/ 0 w 282"/>
                              <a:gd name="T103" fmla="*/ 12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2" h="242">
                                <a:moveTo>
                                  <a:pt x="0" y="120"/>
                                </a:moveTo>
                                <a:lnTo>
                                  <a:pt x="282" y="0"/>
                                </a:lnTo>
                                <a:lnTo>
                                  <a:pt x="281" y="1"/>
                                </a:lnTo>
                                <a:lnTo>
                                  <a:pt x="281" y="3"/>
                                </a:lnTo>
                                <a:lnTo>
                                  <a:pt x="281" y="4"/>
                                </a:lnTo>
                                <a:lnTo>
                                  <a:pt x="280" y="5"/>
                                </a:lnTo>
                                <a:lnTo>
                                  <a:pt x="279" y="6"/>
                                </a:lnTo>
                                <a:lnTo>
                                  <a:pt x="279" y="7"/>
                                </a:lnTo>
                                <a:lnTo>
                                  <a:pt x="279" y="9"/>
                                </a:lnTo>
                                <a:lnTo>
                                  <a:pt x="278" y="10"/>
                                </a:lnTo>
                                <a:lnTo>
                                  <a:pt x="278" y="11"/>
                                </a:lnTo>
                                <a:lnTo>
                                  <a:pt x="276" y="12"/>
                                </a:lnTo>
                                <a:lnTo>
                                  <a:pt x="276" y="13"/>
                                </a:lnTo>
                                <a:lnTo>
                                  <a:pt x="275" y="15"/>
                                </a:lnTo>
                                <a:lnTo>
                                  <a:pt x="275" y="16"/>
                                </a:lnTo>
                                <a:lnTo>
                                  <a:pt x="275" y="17"/>
                                </a:lnTo>
                                <a:lnTo>
                                  <a:pt x="274" y="18"/>
                                </a:lnTo>
                                <a:lnTo>
                                  <a:pt x="274" y="19"/>
                                </a:lnTo>
                                <a:lnTo>
                                  <a:pt x="273" y="21"/>
                                </a:lnTo>
                                <a:lnTo>
                                  <a:pt x="273" y="22"/>
                                </a:lnTo>
                                <a:lnTo>
                                  <a:pt x="273" y="23"/>
                                </a:lnTo>
                                <a:lnTo>
                                  <a:pt x="272" y="23"/>
                                </a:lnTo>
                                <a:lnTo>
                                  <a:pt x="272" y="24"/>
                                </a:lnTo>
                                <a:lnTo>
                                  <a:pt x="272" y="25"/>
                                </a:lnTo>
                                <a:lnTo>
                                  <a:pt x="270" y="27"/>
                                </a:lnTo>
                                <a:lnTo>
                                  <a:pt x="270" y="28"/>
                                </a:lnTo>
                                <a:lnTo>
                                  <a:pt x="269" y="29"/>
                                </a:lnTo>
                                <a:lnTo>
                                  <a:pt x="269" y="30"/>
                                </a:lnTo>
                                <a:lnTo>
                                  <a:pt x="269" y="31"/>
                                </a:lnTo>
                                <a:lnTo>
                                  <a:pt x="268" y="33"/>
                                </a:lnTo>
                                <a:lnTo>
                                  <a:pt x="268" y="34"/>
                                </a:lnTo>
                                <a:lnTo>
                                  <a:pt x="268" y="35"/>
                                </a:lnTo>
                                <a:lnTo>
                                  <a:pt x="267" y="36"/>
                                </a:lnTo>
                                <a:lnTo>
                                  <a:pt x="267" y="37"/>
                                </a:lnTo>
                                <a:lnTo>
                                  <a:pt x="267" y="39"/>
                                </a:lnTo>
                                <a:lnTo>
                                  <a:pt x="266" y="40"/>
                                </a:lnTo>
                                <a:lnTo>
                                  <a:pt x="266" y="41"/>
                                </a:lnTo>
                                <a:lnTo>
                                  <a:pt x="266" y="42"/>
                                </a:lnTo>
                                <a:lnTo>
                                  <a:pt x="264" y="43"/>
                                </a:lnTo>
                                <a:lnTo>
                                  <a:pt x="264" y="45"/>
                                </a:lnTo>
                                <a:lnTo>
                                  <a:pt x="264" y="46"/>
                                </a:lnTo>
                                <a:lnTo>
                                  <a:pt x="263" y="47"/>
                                </a:lnTo>
                                <a:lnTo>
                                  <a:pt x="263" y="48"/>
                                </a:lnTo>
                                <a:lnTo>
                                  <a:pt x="263" y="49"/>
                                </a:lnTo>
                                <a:lnTo>
                                  <a:pt x="262" y="51"/>
                                </a:lnTo>
                                <a:lnTo>
                                  <a:pt x="262" y="52"/>
                                </a:lnTo>
                                <a:lnTo>
                                  <a:pt x="262" y="53"/>
                                </a:lnTo>
                                <a:lnTo>
                                  <a:pt x="262" y="54"/>
                                </a:lnTo>
                                <a:lnTo>
                                  <a:pt x="261" y="55"/>
                                </a:lnTo>
                                <a:lnTo>
                                  <a:pt x="261" y="57"/>
                                </a:lnTo>
                                <a:lnTo>
                                  <a:pt x="261" y="58"/>
                                </a:lnTo>
                                <a:lnTo>
                                  <a:pt x="260" y="59"/>
                                </a:lnTo>
                                <a:lnTo>
                                  <a:pt x="260" y="60"/>
                                </a:lnTo>
                                <a:lnTo>
                                  <a:pt x="260" y="61"/>
                                </a:lnTo>
                                <a:lnTo>
                                  <a:pt x="260" y="63"/>
                                </a:lnTo>
                                <a:lnTo>
                                  <a:pt x="260" y="64"/>
                                </a:lnTo>
                                <a:lnTo>
                                  <a:pt x="258" y="65"/>
                                </a:lnTo>
                                <a:lnTo>
                                  <a:pt x="258" y="66"/>
                                </a:lnTo>
                                <a:lnTo>
                                  <a:pt x="258" y="67"/>
                                </a:lnTo>
                                <a:lnTo>
                                  <a:pt x="258" y="69"/>
                                </a:lnTo>
                                <a:lnTo>
                                  <a:pt x="257" y="70"/>
                                </a:lnTo>
                                <a:lnTo>
                                  <a:pt x="257" y="71"/>
                                </a:lnTo>
                                <a:lnTo>
                                  <a:pt x="257" y="72"/>
                                </a:lnTo>
                                <a:lnTo>
                                  <a:pt x="257" y="73"/>
                                </a:lnTo>
                                <a:lnTo>
                                  <a:pt x="257" y="75"/>
                                </a:lnTo>
                                <a:lnTo>
                                  <a:pt x="257" y="76"/>
                                </a:lnTo>
                                <a:lnTo>
                                  <a:pt x="256" y="76"/>
                                </a:lnTo>
                                <a:lnTo>
                                  <a:pt x="256" y="77"/>
                                </a:lnTo>
                                <a:lnTo>
                                  <a:pt x="256" y="78"/>
                                </a:lnTo>
                                <a:lnTo>
                                  <a:pt x="256" y="79"/>
                                </a:lnTo>
                                <a:lnTo>
                                  <a:pt x="256" y="81"/>
                                </a:lnTo>
                                <a:lnTo>
                                  <a:pt x="256" y="82"/>
                                </a:lnTo>
                                <a:lnTo>
                                  <a:pt x="255" y="83"/>
                                </a:lnTo>
                                <a:lnTo>
                                  <a:pt x="255" y="84"/>
                                </a:lnTo>
                                <a:lnTo>
                                  <a:pt x="255" y="85"/>
                                </a:lnTo>
                                <a:lnTo>
                                  <a:pt x="255" y="87"/>
                                </a:lnTo>
                                <a:lnTo>
                                  <a:pt x="255" y="88"/>
                                </a:lnTo>
                                <a:lnTo>
                                  <a:pt x="255" y="89"/>
                                </a:lnTo>
                                <a:lnTo>
                                  <a:pt x="255" y="90"/>
                                </a:lnTo>
                                <a:lnTo>
                                  <a:pt x="254" y="91"/>
                                </a:lnTo>
                                <a:lnTo>
                                  <a:pt x="254" y="93"/>
                                </a:lnTo>
                                <a:lnTo>
                                  <a:pt x="254" y="94"/>
                                </a:lnTo>
                                <a:lnTo>
                                  <a:pt x="254" y="95"/>
                                </a:lnTo>
                                <a:lnTo>
                                  <a:pt x="254" y="96"/>
                                </a:lnTo>
                                <a:lnTo>
                                  <a:pt x="254" y="97"/>
                                </a:lnTo>
                                <a:lnTo>
                                  <a:pt x="254" y="99"/>
                                </a:lnTo>
                                <a:lnTo>
                                  <a:pt x="254" y="100"/>
                                </a:lnTo>
                                <a:lnTo>
                                  <a:pt x="254" y="101"/>
                                </a:lnTo>
                                <a:lnTo>
                                  <a:pt x="254" y="102"/>
                                </a:lnTo>
                                <a:lnTo>
                                  <a:pt x="252" y="103"/>
                                </a:lnTo>
                                <a:lnTo>
                                  <a:pt x="252" y="105"/>
                                </a:lnTo>
                                <a:lnTo>
                                  <a:pt x="252" y="106"/>
                                </a:lnTo>
                                <a:lnTo>
                                  <a:pt x="252" y="107"/>
                                </a:lnTo>
                                <a:lnTo>
                                  <a:pt x="252" y="108"/>
                                </a:lnTo>
                                <a:lnTo>
                                  <a:pt x="252" y="109"/>
                                </a:lnTo>
                                <a:lnTo>
                                  <a:pt x="252" y="111"/>
                                </a:lnTo>
                                <a:lnTo>
                                  <a:pt x="252" y="112"/>
                                </a:lnTo>
                                <a:lnTo>
                                  <a:pt x="252" y="113"/>
                                </a:lnTo>
                                <a:lnTo>
                                  <a:pt x="252" y="114"/>
                                </a:lnTo>
                                <a:lnTo>
                                  <a:pt x="252" y="115"/>
                                </a:lnTo>
                                <a:lnTo>
                                  <a:pt x="252" y="117"/>
                                </a:lnTo>
                                <a:lnTo>
                                  <a:pt x="252" y="118"/>
                                </a:lnTo>
                                <a:lnTo>
                                  <a:pt x="252" y="119"/>
                                </a:lnTo>
                                <a:lnTo>
                                  <a:pt x="252" y="120"/>
                                </a:lnTo>
                                <a:lnTo>
                                  <a:pt x="252" y="121"/>
                                </a:lnTo>
                                <a:lnTo>
                                  <a:pt x="252" y="123"/>
                                </a:lnTo>
                                <a:lnTo>
                                  <a:pt x="252" y="124"/>
                                </a:lnTo>
                                <a:lnTo>
                                  <a:pt x="252" y="125"/>
                                </a:lnTo>
                                <a:lnTo>
                                  <a:pt x="252" y="126"/>
                                </a:lnTo>
                                <a:lnTo>
                                  <a:pt x="252" y="127"/>
                                </a:lnTo>
                                <a:lnTo>
                                  <a:pt x="252" y="129"/>
                                </a:lnTo>
                                <a:lnTo>
                                  <a:pt x="252" y="130"/>
                                </a:lnTo>
                                <a:lnTo>
                                  <a:pt x="252" y="131"/>
                                </a:lnTo>
                                <a:lnTo>
                                  <a:pt x="252" y="132"/>
                                </a:lnTo>
                                <a:lnTo>
                                  <a:pt x="252" y="133"/>
                                </a:lnTo>
                                <a:lnTo>
                                  <a:pt x="252" y="135"/>
                                </a:lnTo>
                                <a:lnTo>
                                  <a:pt x="252" y="136"/>
                                </a:lnTo>
                                <a:lnTo>
                                  <a:pt x="252" y="137"/>
                                </a:lnTo>
                                <a:lnTo>
                                  <a:pt x="254" y="138"/>
                                </a:lnTo>
                                <a:lnTo>
                                  <a:pt x="254" y="139"/>
                                </a:lnTo>
                                <a:lnTo>
                                  <a:pt x="254" y="141"/>
                                </a:lnTo>
                                <a:lnTo>
                                  <a:pt x="254" y="142"/>
                                </a:lnTo>
                                <a:lnTo>
                                  <a:pt x="254" y="143"/>
                                </a:lnTo>
                                <a:lnTo>
                                  <a:pt x="254" y="144"/>
                                </a:lnTo>
                                <a:lnTo>
                                  <a:pt x="254" y="145"/>
                                </a:lnTo>
                                <a:lnTo>
                                  <a:pt x="254" y="147"/>
                                </a:lnTo>
                                <a:lnTo>
                                  <a:pt x="254" y="148"/>
                                </a:lnTo>
                                <a:lnTo>
                                  <a:pt x="254" y="149"/>
                                </a:lnTo>
                                <a:lnTo>
                                  <a:pt x="254" y="150"/>
                                </a:lnTo>
                                <a:lnTo>
                                  <a:pt x="255" y="150"/>
                                </a:lnTo>
                                <a:lnTo>
                                  <a:pt x="255" y="151"/>
                                </a:lnTo>
                                <a:lnTo>
                                  <a:pt x="255" y="153"/>
                                </a:lnTo>
                                <a:lnTo>
                                  <a:pt x="255" y="154"/>
                                </a:lnTo>
                                <a:lnTo>
                                  <a:pt x="255" y="155"/>
                                </a:lnTo>
                                <a:lnTo>
                                  <a:pt x="255" y="156"/>
                                </a:lnTo>
                                <a:lnTo>
                                  <a:pt x="255" y="157"/>
                                </a:lnTo>
                                <a:lnTo>
                                  <a:pt x="255" y="159"/>
                                </a:lnTo>
                                <a:lnTo>
                                  <a:pt x="256" y="160"/>
                                </a:lnTo>
                                <a:lnTo>
                                  <a:pt x="256" y="161"/>
                                </a:lnTo>
                                <a:lnTo>
                                  <a:pt x="256" y="162"/>
                                </a:lnTo>
                                <a:lnTo>
                                  <a:pt x="256" y="163"/>
                                </a:lnTo>
                                <a:lnTo>
                                  <a:pt x="256" y="165"/>
                                </a:lnTo>
                                <a:lnTo>
                                  <a:pt x="257" y="166"/>
                                </a:lnTo>
                                <a:lnTo>
                                  <a:pt x="257" y="167"/>
                                </a:lnTo>
                                <a:lnTo>
                                  <a:pt x="257" y="168"/>
                                </a:lnTo>
                                <a:lnTo>
                                  <a:pt x="257" y="169"/>
                                </a:lnTo>
                                <a:lnTo>
                                  <a:pt x="257" y="171"/>
                                </a:lnTo>
                                <a:lnTo>
                                  <a:pt x="257" y="172"/>
                                </a:lnTo>
                                <a:lnTo>
                                  <a:pt x="258" y="173"/>
                                </a:lnTo>
                                <a:lnTo>
                                  <a:pt x="258" y="174"/>
                                </a:lnTo>
                                <a:lnTo>
                                  <a:pt x="258" y="175"/>
                                </a:lnTo>
                                <a:lnTo>
                                  <a:pt x="258" y="177"/>
                                </a:lnTo>
                                <a:lnTo>
                                  <a:pt x="260" y="177"/>
                                </a:lnTo>
                                <a:lnTo>
                                  <a:pt x="260" y="178"/>
                                </a:lnTo>
                                <a:lnTo>
                                  <a:pt x="260" y="179"/>
                                </a:lnTo>
                                <a:lnTo>
                                  <a:pt x="260" y="180"/>
                                </a:lnTo>
                                <a:lnTo>
                                  <a:pt x="260" y="181"/>
                                </a:lnTo>
                                <a:lnTo>
                                  <a:pt x="261" y="183"/>
                                </a:lnTo>
                                <a:lnTo>
                                  <a:pt x="261" y="184"/>
                                </a:lnTo>
                                <a:lnTo>
                                  <a:pt x="261" y="185"/>
                                </a:lnTo>
                                <a:lnTo>
                                  <a:pt x="261" y="186"/>
                                </a:lnTo>
                                <a:lnTo>
                                  <a:pt x="262" y="186"/>
                                </a:lnTo>
                                <a:lnTo>
                                  <a:pt x="262" y="187"/>
                                </a:lnTo>
                                <a:lnTo>
                                  <a:pt x="262" y="189"/>
                                </a:lnTo>
                                <a:lnTo>
                                  <a:pt x="262" y="190"/>
                                </a:lnTo>
                                <a:lnTo>
                                  <a:pt x="263" y="191"/>
                                </a:lnTo>
                                <a:lnTo>
                                  <a:pt x="263" y="192"/>
                                </a:lnTo>
                                <a:lnTo>
                                  <a:pt x="263" y="193"/>
                                </a:lnTo>
                                <a:lnTo>
                                  <a:pt x="263" y="195"/>
                                </a:lnTo>
                                <a:lnTo>
                                  <a:pt x="264" y="195"/>
                                </a:lnTo>
                                <a:lnTo>
                                  <a:pt x="264" y="196"/>
                                </a:lnTo>
                                <a:lnTo>
                                  <a:pt x="264" y="197"/>
                                </a:lnTo>
                                <a:lnTo>
                                  <a:pt x="264" y="198"/>
                                </a:lnTo>
                                <a:lnTo>
                                  <a:pt x="266" y="199"/>
                                </a:lnTo>
                                <a:lnTo>
                                  <a:pt x="266" y="201"/>
                                </a:lnTo>
                                <a:lnTo>
                                  <a:pt x="266" y="202"/>
                                </a:lnTo>
                                <a:lnTo>
                                  <a:pt x="267" y="203"/>
                                </a:lnTo>
                                <a:lnTo>
                                  <a:pt x="267" y="204"/>
                                </a:lnTo>
                                <a:lnTo>
                                  <a:pt x="267" y="205"/>
                                </a:lnTo>
                                <a:lnTo>
                                  <a:pt x="268" y="207"/>
                                </a:lnTo>
                                <a:lnTo>
                                  <a:pt x="268" y="208"/>
                                </a:lnTo>
                                <a:lnTo>
                                  <a:pt x="269" y="209"/>
                                </a:lnTo>
                                <a:lnTo>
                                  <a:pt x="269" y="210"/>
                                </a:lnTo>
                                <a:lnTo>
                                  <a:pt x="269" y="211"/>
                                </a:lnTo>
                                <a:lnTo>
                                  <a:pt x="269" y="213"/>
                                </a:lnTo>
                                <a:lnTo>
                                  <a:pt x="270" y="213"/>
                                </a:lnTo>
                                <a:lnTo>
                                  <a:pt x="270" y="214"/>
                                </a:lnTo>
                                <a:lnTo>
                                  <a:pt x="270" y="215"/>
                                </a:lnTo>
                                <a:lnTo>
                                  <a:pt x="272" y="216"/>
                                </a:lnTo>
                                <a:lnTo>
                                  <a:pt x="272" y="217"/>
                                </a:lnTo>
                                <a:lnTo>
                                  <a:pt x="273" y="219"/>
                                </a:lnTo>
                                <a:lnTo>
                                  <a:pt x="273" y="220"/>
                                </a:lnTo>
                                <a:lnTo>
                                  <a:pt x="273" y="221"/>
                                </a:lnTo>
                                <a:lnTo>
                                  <a:pt x="274" y="221"/>
                                </a:lnTo>
                                <a:lnTo>
                                  <a:pt x="274" y="222"/>
                                </a:lnTo>
                                <a:lnTo>
                                  <a:pt x="274" y="223"/>
                                </a:lnTo>
                                <a:lnTo>
                                  <a:pt x="275" y="225"/>
                                </a:lnTo>
                                <a:lnTo>
                                  <a:pt x="275" y="226"/>
                                </a:lnTo>
                                <a:lnTo>
                                  <a:pt x="276" y="227"/>
                                </a:lnTo>
                                <a:lnTo>
                                  <a:pt x="276" y="228"/>
                                </a:lnTo>
                                <a:lnTo>
                                  <a:pt x="276" y="229"/>
                                </a:lnTo>
                                <a:lnTo>
                                  <a:pt x="278" y="231"/>
                                </a:lnTo>
                                <a:lnTo>
                                  <a:pt x="278" y="232"/>
                                </a:lnTo>
                                <a:lnTo>
                                  <a:pt x="279" y="233"/>
                                </a:lnTo>
                                <a:lnTo>
                                  <a:pt x="279" y="234"/>
                                </a:lnTo>
                                <a:lnTo>
                                  <a:pt x="280" y="236"/>
                                </a:lnTo>
                                <a:lnTo>
                                  <a:pt x="280" y="237"/>
                                </a:lnTo>
                                <a:lnTo>
                                  <a:pt x="281" y="238"/>
                                </a:lnTo>
                                <a:lnTo>
                                  <a:pt x="281" y="239"/>
                                </a:lnTo>
                                <a:lnTo>
                                  <a:pt x="282" y="240"/>
                                </a:lnTo>
                                <a:lnTo>
                                  <a:pt x="282" y="242"/>
                                </a:lnTo>
                                <a:lnTo>
                                  <a:pt x="0"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Rectangle 185"/>
                        <wps:cNvSpPr>
                          <a:spLocks noChangeArrowheads="1"/>
                        </wps:cNvSpPr>
                        <wps:spPr bwMode="auto">
                          <a:xfrm>
                            <a:off x="679450" y="285115"/>
                            <a:ext cx="1434465"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Freeform 186"/>
                        <wps:cNvSpPr>
                          <a:spLocks/>
                        </wps:cNvSpPr>
                        <wps:spPr bwMode="auto">
                          <a:xfrm>
                            <a:off x="2068830" y="248285"/>
                            <a:ext cx="90170" cy="76835"/>
                          </a:xfrm>
                          <a:custGeom>
                            <a:avLst/>
                            <a:gdLst>
                              <a:gd name="T0" fmla="*/ 1 w 282"/>
                              <a:gd name="T1" fmla="*/ 1 h 242"/>
                              <a:gd name="T2" fmla="*/ 4 w 282"/>
                              <a:gd name="T3" fmla="*/ 6 h 242"/>
                              <a:gd name="T4" fmla="*/ 5 w 282"/>
                              <a:gd name="T5" fmla="*/ 11 h 242"/>
                              <a:gd name="T6" fmla="*/ 7 w 282"/>
                              <a:gd name="T7" fmla="*/ 16 h 242"/>
                              <a:gd name="T8" fmla="*/ 10 w 282"/>
                              <a:gd name="T9" fmla="*/ 21 h 242"/>
                              <a:gd name="T10" fmla="*/ 11 w 282"/>
                              <a:gd name="T11" fmla="*/ 25 h 242"/>
                              <a:gd name="T12" fmla="*/ 13 w 282"/>
                              <a:gd name="T13" fmla="*/ 30 h 242"/>
                              <a:gd name="T14" fmla="*/ 14 w 282"/>
                              <a:gd name="T15" fmla="*/ 35 h 242"/>
                              <a:gd name="T16" fmla="*/ 17 w 282"/>
                              <a:gd name="T17" fmla="*/ 40 h 242"/>
                              <a:gd name="T18" fmla="*/ 18 w 282"/>
                              <a:gd name="T19" fmla="*/ 45 h 242"/>
                              <a:gd name="T20" fmla="*/ 19 w 282"/>
                              <a:gd name="T21" fmla="*/ 49 h 242"/>
                              <a:gd name="T22" fmla="*/ 20 w 282"/>
                              <a:gd name="T23" fmla="*/ 53 h 242"/>
                              <a:gd name="T24" fmla="*/ 22 w 282"/>
                              <a:gd name="T25" fmla="*/ 58 h 242"/>
                              <a:gd name="T26" fmla="*/ 23 w 282"/>
                              <a:gd name="T27" fmla="*/ 63 h 242"/>
                              <a:gd name="T28" fmla="*/ 24 w 282"/>
                              <a:gd name="T29" fmla="*/ 67 h 242"/>
                              <a:gd name="T30" fmla="*/ 25 w 282"/>
                              <a:gd name="T31" fmla="*/ 72 h 242"/>
                              <a:gd name="T32" fmla="*/ 26 w 282"/>
                              <a:gd name="T33" fmla="*/ 77 h 242"/>
                              <a:gd name="T34" fmla="*/ 28 w 282"/>
                              <a:gd name="T35" fmla="*/ 82 h 242"/>
                              <a:gd name="T36" fmla="*/ 28 w 282"/>
                              <a:gd name="T37" fmla="*/ 87 h 242"/>
                              <a:gd name="T38" fmla="*/ 29 w 282"/>
                              <a:gd name="T39" fmla="*/ 91 h 242"/>
                              <a:gd name="T40" fmla="*/ 29 w 282"/>
                              <a:gd name="T41" fmla="*/ 96 h 242"/>
                              <a:gd name="T42" fmla="*/ 29 w 282"/>
                              <a:gd name="T43" fmla="*/ 101 h 242"/>
                              <a:gd name="T44" fmla="*/ 30 w 282"/>
                              <a:gd name="T45" fmla="*/ 106 h 242"/>
                              <a:gd name="T46" fmla="*/ 30 w 282"/>
                              <a:gd name="T47" fmla="*/ 111 h 242"/>
                              <a:gd name="T48" fmla="*/ 30 w 282"/>
                              <a:gd name="T49" fmla="*/ 115 h 242"/>
                              <a:gd name="T50" fmla="*/ 30 w 282"/>
                              <a:gd name="T51" fmla="*/ 120 h 242"/>
                              <a:gd name="T52" fmla="*/ 30 w 282"/>
                              <a:gd name="T53" fmla="*/ 124 h 242"/>
                              <a:gd name="T54" fmla="*/ 30 w 282"/>
                              <a:gd name="T55" fmla="*/ 129 h 242"/>
                              <a:gd name="T56" fmla="*/ 30 w 282"/>
                              <a:gd name="T57" fmla="*/ 133 h 242"/>
                              <a:gd name="T58" fmla="*/ 30 w 282"/>
                              <a:gd name="T59" fmla="*/ 138 h 242"/>
                              <a:gd name="T60" fmla="*/ 29 w 282"/>
                              <a:gd name="T61" fmla="*/ 143 h 242"/>
                              <a:gd name="T62" fmla="*/ 29 w 282"/>
                              <a:gd name="T63" fmla="*/ 148 h 242"/>
                              <a:gd name="T64" fmla="*/ 28 w 282"/>
                              <a:gd name="T65" fmla="*/ 153 h 242"/>
                              <a:gd name="T66" fmla="*/ 28 w 282"/>
                              <a:gd name="T67" fmla="*/ 157 h 242"/>
                              <a:gd name="T68" fmla="*/ 26 w 282"/>
                              <a:gd name="T69" fmla="*/ 162 h 242"/>
                              <a:gd name="T70" fmla="*/ 25 w 282"/>
                              <a:gd name="T71" fmla="*/ 167 h 242"/>
                              <a:gd name="T72" fmla="*/ 25 w 282"/>
                              <a:gd name="T73" fmla="*/ 172 h 242"/>
                              <a:gd name="T74" fmla="*/ 24 w 282"/>
                              <a:gd name="T75" fmla="*/ 177 h 242"/>
                              <a:gd name="T76" fmla="*/ 23 w 282"/>
                              <a:gd name="T77" fmla="*/ 181 h 242"/>
                              <a:gd name="T78" fmla="*/ 22 w 282"/>
                              <a:gd name="T79" fmla="*/ 186 h 242"/>
                              <a:gd name="T80" fmla="*/ 20 w 282"/>
                              <a:gd name="T81" fmla="*/ 190 h 242"/>
                              <a:gd name="T82" fmla="*/ 19 w 282"/>
                              <a:gd name="T83" fmla="*/ 195 h 242"/>
                              <a:gd name="T84" fmla="*/ 17 w 282"/>
                              <a:gd name="T85" fmla="*/ 199 h 242"/>
                              <a:gd name="T86" fmla="*/ 16 w 282"/>
                              <a:gd name="T87" fmla="*/ 204 h 242"/>
                              <a:gd name="T88" fmla="*/ 14 w 282"/>
                              <a:gd name="T89" fmla="*/ 209 h 242"/>
                              <a:gd name="T90" fmla="*/ 12 w 282"/>
                              <a:gd name="T91" fmla="*/ 214 h 242"/>
                              <a:gd name="T92" fmla="*/ 10 w 282"/>
                              <a:gd name="T93" fmla="*/ 219 h 242"/>
                              <a:gd name="T94" fmla="*/ 8 w 282"/>
                              <a:gd name="T95" fmla="*/ 223 h 242"/>
                              <a:gd name="T96" fmla="*/ 6 w 282"/>
                              <a:gd name="T97" fmla="*/ 228 h 242"/>
                              <a:gd name="T98" fmla="*/ 4 w 282"/>
                              <a:gd name="T99" fmla="*/ 233 h 242"/>
                              <a:gd name="T100" fmla="*/ 1 w 282"/>
                              <a:gd name="T101" fmla="*/ 238 h 242"/>
                              <a:gd name="T102" fmla="*/ 282 w 282"/>
                              <a:gd name="T103" fmla="*/ 12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2" h="242">
                                <a:moveTo>
                                  <a:pt x="282" y="120"/>
                                </a:moveTo>
                                <a:lnTo>
                                  <a:pt x="0" y="0"/>
                                </a:lnTo>
                                <a:lnTo>
                                  <a:pt x="1" y="1"/>
                                </a:lnTo>
                                <a:lnTo>
                                  <a:pt x="1" y="3"/>
                                </a:lnTo>
                                <a:lnTo>
                                  <a:pt x="1" y="4"/>
                                </a:lnTo>
                                <a:lnTo>
                                  <a:pt x="2" y="5"/>
                                </a:lnTo>
                                <a:lnTo>
                                  <a:pt x="4" y="6"/>
                                </a:lnTo>
                                <a:lnTo>
                                  <a:pt x="4" y="7"/>
                                </a:lnTo>
                                <a:lnTo>
                                  <a:pt x="4" y="9"/>
                                </a:lnTo>
                                <a:lnTo>
                                  <a:pt x="5" y="10"/>
                                </a:lnTo>
                                <a:lnTo>
                                  <a:pt x="5" y="11"/>
                                </a:lnTo>
                                <a:lnTo>
                                  <a:pt x="6" y="12"/>
                                </a:lnTo>
                                <a:lnTo>
                                  <a:pt x="6" y="13"/>
                                </a:lnTo>
                                <a:lnTo>
                                  <a:pt x="7" y="15"/>
                                </a:lnTo>
                                <a:lnTo>
                                  <a:pt x="7" y="16"/>
                                </a:lnTo>
                                <a:lnTo>
                                  <a:pt x="8" y="17"/>
                                </a:lnTo>
                                <a:lnTo>
                                  <a:pt x="8" y="18"/>
                                </a:lnTo>
                                <a:lnTo>
                                  <a:pt x="10" y="19"/>
                                </a:lnTo>
                                <a:lnTo>
                                  <a:pt x="10" y="21"/>
                                </a:lnTo>
                                <a:lnTo>
                                  <a:pt x="10" y="22"/>
                                </a:lnTo>
                                <a:lnTo>
                                  <a:pt x="10" y="23"/>
                                </a:lnTo>
                                <a:lnTo>
                                  <a:pt x="11" y="23"/>
                                </a:lnTo>
                                <a:lnTo>
                                  <a:pt x="11" y="24"/>
                                </a:lnTo>
                                <a:lnTo>
                                  <a:pt x="11" y="25"/>
                                </a:lnTo>
                                <a:lnTo>
                                  <a:pt x="12" y="27"/>
                                </a:lnTo>
                                <a:lnTo>
                                  <a:pt x="12" y="28"/>
                                </a:lnTo>
                                <a:lnTo>
                                  <a:pt x="13" y="29"/>
                                </a:lnTo>
                                <a:lnTo>
                                  <a:pt x="13" y="30"/>
                                </a:lnTo>
                                <a:lnTo>
                                  <a:pt x="13" y="31"/>
                                </a:lnTo>
                                <a:lnTo>
                                  <a:pt x="14" y="31"/>
                                </a:lnTo>
                                <a:lnTo>
                                  <a:pt x="14" y="33"/>
                                </a:lnTo>
                                <a:lnTo>
                                  <a:pt x="14" y="34"/>
                                </a:lnTo>
                                <a:lnTo>
                                  <a:pt x="14" y="35"/>
                                </a:lnTo>
                                <a:lnTo>
                                  <a:pt x="16" y="36"/>
                                </a:lnTo>
                                <a:lnTo>
                                  <a:pt x="16" y="37"/>
                                </a:lnTo>
                                <a:lnTo>
                                  <a:pt x="16" y="39"/>
                                </a:lnTo>
                                <a:lnTo>
                                  <a:pt x="17" y="40"/>
                                </a:lnTo>
                                <a:lnTo>
                                  <a:pt x="17" y="41"/>
                                </a:lnTo>
                                <a:lnTo>
                                  <a:pt x="18" y="42"/>
                                </a:lnTo>
                                <a:lnTo>
                                  <a:pt x="18" y="43"/>
                                </a:lnTo>
                                <a:lnTo>
                                  <a:pt x="18" y="45"/>
                                </a:lnTo>
                                <a:lnTo>
                                  <a:pt x="19" y="46"/>
                                </a:lnTo>
                                <a:lnTo>
                                  <a:pt x="19" y="47"/>
                                </a:lnTo>
                                <a:lnTo>
                                  <a:pt x="19" y="48"/>
                                </a:lnTo>
                                <a:lnTo>
                                  <a:pt x="19" y="49"/>
                                </a:lnTo>
                                <a:lnTo>
                                  <a:pt x="20" y="51"/>
                                </a:lnTo>
                                <a:lnTo>
                                  <a:pt x="20" y="52"/>
                                </a:lnTo>
                                <a:lnTo>
                                  <a:pt x="20" y="53"/>
                                </a:lnTo>
                                <a:lnTo>
                                  <a:pt x="22" y="54"/>
                                </a:lnTo>
                                <a:lnTo>
                                  <a:pt x="22" y="55"/>
                                </a:lnTo>
                                <a:lnTo>
                                  <a:pt x="22" y="57"/>
                                </a:lnTo>
                                <a:lnTo>
                                  <a:pt x="22" y="58"/>
                                </a:lnTo>
                                <a:lnTo>
                                  <a:pt x="23" y="59"/>
                                </a:lnTo>
                                <a:lnTo>
                                  <a:pt x="23" y="60"/>
                                </a:lnTo>
                                <a:lnTo>
                                  <a:pt x="23" y="61"/>
                                </a:lnTo>
                                <a:lnTo>
                                  <a:pt x="23" y="63"/>
                                </a:lnTo>
                                <a:lnTo>
                                  <a:pt x="24" y="64"/>
                                </a:lnTo>
                                <a:lnTo>
                                  <a:pt x="24" y="65"/>
                                </a:lnTo>
                                <a:lnTo>
                                  <a:pt x="24" y="66"/>
                                </a:lnTo>
                                <a:lnTo>
                                  <a:pt x="24" y="67"/>
                                </a:lnTo>
                                <a:lnTo>
                                  <a:pt x="24" y="69"/>
                                </a:lnTo>
                                <a:lnTo>
                                  <a:pt x="25" y="70"/>
                                </a:lnTo>
                                <a:lnTo>
                                  <a:pt x="25" y="71"/>
                                </a:lnTo>
                                <a:lnTo>
                                  <a:pt x="25" y="72"/>
                                </a:lnTo>
                                <a:lnTo>
                                  <a:pt x="25" y="73"/>
                                </a:lnTo>
                                <a:lnTo>
                                  <a:pt x="25" y="75"/>
                                </a:lnTo>
                                <a:lnTo>
                                  <a:pt x="26" y="76"/>
                                </a:lnTo>
                                <a:lnTo>
                                  <a:pt x="26" y="77"/>
                                </a:lnTo>
                                <a:lnTo>
                                  <a:pt x="26" y="78"/>
                                </a:lnTo>
                                <a:lnTo>
                                  <a:pt x="26" y="79"/>
                                </a:lnTo>
                                <a:lnTo>
                                  <a:pt x="26" y="81"/>
                                </a:lnTo>
                                <a:lnTo>
                                  <a:pt x="28" y="82"/>
                                </a:lnTo>
                                <a:lnTo>
                                  <a:pt x="28" y="83"/>
                                </a:lnTo>
                                <a:lnTo>
                                  <a:pt x="28" y="84"/>
                                </a:lnTo>
                                <a:lnTo>
                                  <a:pt x="28" y="85"/>
                                </a:lnTo>
                                <a:lnTo>
                                  <a:pt x="28" y="87"/>
                                </a:lnTo>
                                <a:lnTo>
                                  <a:pt x="28" y="88"/>
                                </a:lnTo>
                                <a:lnTo>
                                  <a:pt x="28" y="89"/>
                                </a:lnTo>
                                <a:lnTo>
                                  <a:pt x="29" y="90"/>
                                </a:lnTo>
                                <a:lnTo>
                                  <a:pt x="29" y="91"/>
                                </a:lnTo>
                                <a:lnTo>
                                  <a:pt x="29" y="93"/>
                                </a:lnTo>
                                <a:lnTo>
                                  <a:pt x="29" y="94"/>
                                </a:lnTo>
                                <a:lnTo>
                                  <a:pt x="29" y="95"/>
                                </a:lnTo>
                                <a:lnTo>
                                  <a:pt x="29" y="96"/>
                                </a:lnTo>
                                <a:lnTo>
                                  <a:pt x="29" y="97"/>
                                </a:lnTo>
                                <a:lnTo>
                                  <a:pt x="29" y="99"/>
                                </a:lnTo>
                                <a:lnTo>
                                  <a:pt x="29" y="100"/>
                                </a:lnTo>
                                <a:lnTo>
                                  <a:pt x="29" y="101"/>
                                </a:lnTo>
                                <a:lnTo>
                                  <a:pt x="29" y="102"/>
                                </a:lnTo>
                                <a:lnTo>
                                  <a:pt x="30" y="102"/>
                                </a:lnTo>
                                <a:lnTo>
                                  <a:pt x="30" y="103"/>
                                </a:lnTo>
                                <a:lnTo>
                                  <a:pt x="30" y="105"/>
                                </a:lnTo>
                                <a:lnTo>
                                  <a:pt x="30" y="106"/>
                                </a:lnTo>
                                <a:lnTo>
                                  <a:pt x="30" y="107"/>
                                </a:lnTo>
                                <a:lnTo>
                                  <a:pt x="30" y="108"/>
                                </a:lnTo>
                                <a:lnTo>
                                  <a:pt x="30" y="109"/>
                                </a:lnTo>
                                <a:lnTo>
                                  <a:pt x="30" y="111"/>
                                </a:lnTo>
                                <a:lnTo>
                                  <a:pt x="30" y="112"/>
                                </a:lnTo>
                                <a:lnTo>
                                  <a:pt x="30" y="113"/>
                                </a:lnTo>
                                <a:lnTo>
                                  <a:pt x="30" y="114"/>
                                </a:lnTo>
                                <a:lnTo>
                                  <a:pt x="30" y="115"/>
                                </a:lnTo>
                                <a:lnTo>
                                  <a:pt x="30" y="117"/>
                                </a:lnTo>
                                <a:lnTo>
                                  <a:pt x="30" y="118"/>
                                </a:lnTo>
                                <a:lnTo>
                                  <a:pt x="30" y="119"/>
                                </a:lnTo>
                                <a:lnTo>
                                  <a:pt x="30" y="120"/>
                                </a:lnTo>
                                <a:lnTo>
                                  <a:pt x="30" y="121"/>
                                </a:lnTo>
                                <a:lnTo>
                                  <a:pt x="30" y="123"/>
                                </a:lnTo>
                                <a:lnTo>
                                  <a:pt x="30" y="124"/>
                                </a:lnTo>
                                <a:lnTo>
                                  <a:pt x="30" y="125"/>
                                </a:lnTo>
                                <a:lnTo>
                                  <a:pt x="30" y="126"/>
                                </a:lnTo>
                                <a:lnTo>
                                  <a:pt x="30" y="127"/>
                                </a:lnTo>
                                <a:lnTo>
                                  <a:pt x="30" y="129"/>
                                </a:lnTo>
                                <a:lnTo>
                                  <a:pt x="30" y="130"/>
                                </a:lnTo>
                                <a:lnTo>
                                  <a:pt x="30" y="131"/>
                                </a:lnTo>
                                <a:lnTo>
                                  <a:pt x="30" y="132"/>
                                </a:lnTo>
                                <a:lnTo>
                                  <a:pt x="30" y="133"/>
                                </a:lnTo>
                                <a:lnTo>
                                  <a:pt x="30" y="135"/>
                                </a:lnTo>
                                <a:lnTo>
                                  <a:pt x="30" y="136"/>
                                </a:lnTo>
                                <a:lnTo>
                                  <a:pt x="30" y="137"/>
                                </a:lnTo>
                                <a:lnTo>
                                  <a:pt x="30" y="138"/>
                                </a:lnTo>
                                <a:lnTo>
                                  <a:pt x="29" y="139"/>
                                </a:lnTo>
                                <a:lnTo>
                                  <a:pt x="29" y="141"/>
                                </a:lnTo>
                                <a:lnTo>
                                  <a:pt x="29" y="142"/>
                                </a:lnTo>
                                <a:lnTo>
                                  <a:pt x="29" y="143"/>
                                </a:lnTo>
                                <a:lnTo>
                                  <a:pt x="29" y="144"/>
                                </a:lnTo>
                                <a:lnTo>
                                  <a:pt x="29" y="145"/>
                                </a:lnTo>
                                <a:lnTo>
                                  <a:pt x="29" y="147"/>
                                </a:lnTo>
                                <a:lnTo>
                                  <a:pt x="29" y="148"/>
                                </a:lnTo>
                                <a:lnTo>
                                  <a:pt x="29" y="149"/>
                                </a:lnTo>
                                <a:lnTo>
                                  <a:pt x="29" y="150"/>
                                </a:lnTo>
                                <a:lnTo>
                                  <a:pt x="28" y="151"/>
                                </a:lnTo>
                                <a:lnTo>
                                  <a:pt x="28" y="153"/>
                                </a:lnTo>
                                <a:lnTo>
                                  <a:pt x="28" y="154"/>
                                </a:lnTo>
                                <a:lnTo>
                                  <a:pt x="28" y="155"/>
                                </a:lnTo>
                                <a:lnTo>
                                  <a:pt x="28" y="156"/>
                                </a:lnTo>
                                <a:lnTo>
                                  <a:pt x="28" y="157"/>
                                </a:lnTo>
                                <a:lnTo>
                                  <a:pt x="28" y="159"/>
                                </a:lnTo>
                                <a:lnTo>
                                  <a:pt x="28" y="160"/>
                                </a:lnTo>
                                <a:lnTo>
                                  <a:pt x="26" y="160"/>
                                </a:lnTo>
                                <a:lnTo>
                                  <a:pt x="26" y="161"/>
                                </a:lnTo>
                                <a:lnTo>
                                  <a:pt x="26" y="162"/>
                                </a:lnTo>
                                <a:lnTo>
                                  <a:pt x="26" y="163"/>
                                </a:lnTo>
                                <a:lnTo>
                                  <a:pt x="26" y="165"/>
                                </a:lnTo>
                                <a:lnTo>
                                  <a:pt x="26" y="166"/>
                                </a:lnTo>
                                <a:lnTo>
                                  <a:pt x="25" y="167"/>
                                </a:lnTo>
                                <a:lnTo>
                                  <a:pt x="25" y="168"/>
                                </a:lnTo>
                                <a:lnTo>
                                  <a:pt x="25" y="169"/>
                                </a:lnTo>
                                <a:lnTo>
                                  <a:pt x="25" y="171"/>
                                </a:lnTo>
                                <a:lnTo>
                                  <a:pt x="25" y="172"/>
                                </a:lnTo>
                                <a:lnTo>
                                  <a:pt x="24" y="173"/>
                                </a:lnTo>
                                <a:lnTo>
                                  <a:pt x="24" y="174"/>
                                </a:lnTo>
                                <a:lnTo>
                                  <a:pt x="24" y="175"/>
                                </a:lnTo>
                                <a:lnTo>
                                  <a:pt x="24" y="177"/>
                                </a:lnTo>
                                <a:lnTo>
                                  <a:pt x="23" y="178"/>
                                </a:lnTo>
                                <a:lnTo>
                                  <a:pt x="23" y="179"/>
                                </a:lnTo>
                                <a:lnTo>
                                  <a:pt x="23" y="180"/>
                                </a:lnTo>
                                <a:lnTo>
                                  <a:pt x="23" y="181"/>
                                </a:lnTo>
                                <a:lnTo>
                                  <a:pt x="22" y="183"/>
                                </a:lnTo>
                                <a:lnTo>
                                  <a:pt x="22" y="184"/>
                                </a:lnTo>
                                <a:lnTo>
                                  <a:pt x="22" y="185"/>
                                </a:lnTo>
                                <a:lnTo>
                                  <a:pt x="22" y="186"/>
                                </a:lnTo>
                                <a:lnTo>
                                  <a:pt x="20" y="187"/>
                                </a:lnTo>
                                <a:lnTo>
                                  <a:pt x="20" y="189"/>
                                </a:lnTo>
                                <a:lnTo>
                                  <a:pt x="20" y="190"/>
                                </a:lnTo>
                                <a:lnTo>
                                  <a:pt x="19" y="191"/>
                                </a:lnTo>
                                <a:lnTo>
                                  <a:pt x="19" y="192"/>
                                </a:lnTo>
                                <a:lnTo>
                                  <a:pt x="19" y="193"/>
                                </a:lnTo>
                                <a:lnTo>
                                  <a:pt x="19" y="195"/>
                                </a:lnTo>
                                <a:lnTo>
                                  <a:pt x="18" y="196"/>
                                </a:lnTo>
                                <a:lnTo>
                                  <a:pt x="18" y="197"/>
                                </a:lnTo>
                                <a:lnTo>
                                  <a:pt x="18" y="198"/>
                                </a:lnTo>
                                <a:lnTo>
                                  <a:pt x="18" y="199"/>
                                </a:lnTo>
                                <a:lnTo>
                                  <a:pt x="17" y="199"/>
                                </a:lnTo>
                                <a:lnTo>
                                  <a:pt x="17" y="201"/>
                                </a:lnTo>
                                <a:lnTo>
                                  <a:pt x="17" y="202"/>
                                </a:lnTo>
                                <a:lnTo>
                                  <a:pt x="16" y="203"/>
                                </a:lnTo>
                                <a:lnTo>
                                  <a:pt x="16" y="204"/>
                                </a:lnTo>
                                <a:lnTo>
                                  <a:pt x="16" y="205"/>
                                </a:lnTo>
                                <a:lnTo>
                                  <a:pt x="14" y="207"/>
                                </a:lnTo>
                                <a:lnTo>
                                  <a:pt x="14" y="208"/>
                                </a:lnTo>
                                <a:lnTo>
                                  <a:pt x="14" y="209"/>
                                </a:lnTo>
                                <a:lnTo>
                                  <a:pt x="13" y="210"/>
                                </a:lnTo>
                                <a:lnTo>
                                  <a:pt x="13" y="211"/>
                                </a:lnTo>
                                <a:lnTo>
                                  <a:pt x="13" y="213"/>
                                </a:lnTo>
                                <a:lnTo>
                                  <a:pt x="12" y="213"/>
                                </a:lnTo>
                                <a:lnTo>
                                  <a:pt x="12" y="214"/>
                                </a:lnTo>
                                <a:lnTo>
                                  <a:pt x="12" y="215"/>
                                </a:lnTo>
                                <a:lnTo>
                                  <a:pt x="11" y="216"/>
                                </a:lnTo>
                                <a:lnTo>
                                  <a:pt x="11" y="217"/>
                                </a:lnTo>
                                <a:lnTo>
                                  <a:pt x="10" y="219"/>
                                </a:lnTo>
                                <a:lnTo>
                                  <a:pt x="10" y="220"/>
                                </a:lnTo>
                                <a:lnTo>
                                  <a:pt x="10" y="221"/>
                                </a:lnTo>
                                <a:lnTo>
                                  <a:pt x="8" y="222"/>
                                </a:lnTo>
                                <a:lnTo>
                                  <a:pt x="8" y="223"/>
                                </a:lnTo>
                                <a:lnTo>
                                  <a:pt x="8" y="225"/>
                                </a:lnTo>
                                <a:lnTo>
                                  <a:pt x="7" y="226"/>
                                </a:lnTo>
                                <a:lnTo>
                                  <a:pt x="6" y="227"/>
                                </a:lnTo>
                                <a:lnTo>
                                  <a:pt x="6" y="228"/>
                                </a:lnTo>
                                <a:lnTo>
                                  <a:pt x="6" y="229"/>
                                </a:lnTo>
                                <a:lnTo>
                                  <a:pt x="5" y="231"/>
                                </a:lnTo>
                                <a:lnTo>
                                  <a:pt x="5" y="232"/>
                                </a:lnTo>
                                <a:lnTo>
                                  <a:pt x="4" y="233"/>
                                </a:lnTo>
                                <a:lnTo>
                                  <a:pt x="4" y="234"/>
                                </a:lnTo>
                                <a:lnTo>
                                  <a:pt x="2" y="236"/>
                                </a:lnTo>
                                <a:lnTo>
                                  <a:pt x="2" y="237"/>
                                </a:lnTo>
                                <a:lnTo>
                                  <a:pt x="1" y="238"/>
                                </a:lnTo>
                                <a:lnTo>
                                  <a:pt x="1" y="239"/>
                                </a:lnTo>
                                <a:lnTo>
                                  <a:pt x="0" y="240"/>
                                </a:lnTo>
                                <a:lnTo>
                                  <a:pt x="0" y="242"/>
                                </a:lnTo>
                                <a:lnTo>
                                  <a:pt x="282"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7"/>
                        <wps:cNvSpPr>
                          <a:spLocks/>
                        </wps:cNvSpPr>
                        <wps:spPr bwMode="auto">
                          <a:xfrm>
                            <a:off x="2203450" y="243205"/>
                            <a:ext cx="89535" cy="76835"/>
                          </a:xfrm>
                          <a:custGeom>
                            <a:avLst/>
                            <a:gdLst>
                              <a:gd name="T0" fmla="*/ 281 w 282"/>
                              <a:gd name="T1" fmla="*/ 1 h 242"/>
                              <a:gd name="T2" fmla="*/ 279 w 282"/>
                              <a:gd name="T3" fmla="*/ 6 h 242"/>
                              <a:gd name="T4" fmla="*/ 277 w 282"/>
                              <a:gd name="T5" fmla="*/ 11 h 242"/>
                              <a:gd name="T6" fmla="*/ 275 w 282"/>
                              <a:gd name="T7" fmla="*/ 16 h 242"/>
                              <a:gd name="T8" fmla="*/ 273 w 282"/>
                              <a:gd name="T9" fmla="*/ 21 h 242"/>
                              <a:gd name="T10" fmla="*/ 271 w 282"/>
                              <a:gd name="T11" fmla="*/ 25 h 242"/>
                              <a:gd name="T12" fmla="*/ 269 w 282"/>
                              <a:gd name="T13" fmla="*/ 30 h 242"/>
                              <a:gd name="T14" fmla="*/ 268 w 282"/>
                              <a:gd name="T15" fmla="*/ 35 h 242"/>
                              <a:gd name="T16" fmla="*/ 265 w 282"/>
                              <a:gd name="T17" fmla="*/ 40 h 242"/>
                              <a:gd name="T18" fmla="*/ 264 w 282"/>
                              <a:gd name="T19" fmla="*/ 45 h 242"/>
                              <a:gd name="T20" fmla="*/ 263 w 282"/>
                              <a:gd name="T21" fmla="*/ 49 h 242"/>
                              <a:gd name="T22" fmla="*/ 262 w 282"/>
                              <a:gd name="T23" fmla="*/ 53 h 242"/>
                              <a:gd name="T24" fmla="*/ 261 w 282"/>
                              <a:gd name="T25" fmla="*/ 58 h 242"/>
                              <a:gd name="T26" fmla="*/ 259 w 282"/>
                              <a:gd name="T27" fmla="*/ 63 h 242"/>
                              <a:gd name="T28" fmla="*/ 258 w 282"/>
                              <a:gd name="T29" fmla="*/ 67 h 242"/>
                              <a:gd name="T30" fmla="*/ 257 w 282"/>
                              <a:gd name="T31" fmla="*/ 72 h 242"/>
                              <a:gd name="T32" fmla="*/ 256 w 282"/>
                              <a:gd name="T33" fmla="*/ 77 h 242"/>
                              <a:gd name="T34" fmla="*/ 256 w 282"/>
                              <a:gd name="T35" fmla="*/ 82 h 242"/>
                              <a:gd name="T36" fmla="*/ 255 w 282"/>
                              <a:gd name="T37" fmla="*/ 87 h 242"/>
                              <a:gd name="T38" fmla="*/ 253 w 282"/>
                              <a:gd name="T39" fmla="*/ 91 h 242"/>
                              <a:gd name="T40" fmla="*/ 253 w 282"/>
                              <a:gd name="T41" fmla="*/ 96 h 242"/>
                              <a:gd name="T42" fmla="*/ 253 w 282"/>
                              <a:gd name="T43" fmla="*/ 101 h 242"/>
                              <a:gd name="T44" fmla="*/ 252 w 282"/>
                              <a:gd name="T45" fmla="*/ 106 h 242"/>
                              <a:gd name="T46" fmla="*/ 252 w 282"/>
                              <a:gd name="T47" fmla="*/ 111 h 242"/>
                              <a:gd name="T48" fmla="*/ 252 w 282"/>
                              <a:gd name="T49" fmla="*/ 115 h 242"/>
                              <a:gd name="T50" fmla="*/ 252 w 282"/>
                              <a:gd name="T51" fmla="*/ 120 h 242"/>
                              <a:gd name="T52" fmla="*/ 252 w 282"/>
                              <a:gd name="T53" fmla="*/ 124 h 242"/>
                              <a:gd name="T54" fmla="*/ 252 w 282"/>
                              <a:gd name="T55" fmla="*/ 129 h 242"/>
                              <a:gd name="T56" fmla="*/ 252 w 282"/>
                              <a:gd name="T57" fmla="*/ 133 h 242"/>
                              <a:gd name="T58" fmla="*/ 253 w 282"/>
                              <a:gd name="T59" fmla="*/ 138 h 242"/>
                              <a:gd name="T60" fmla="*/ 253 w 282"/>
                              <a:gd name="T61" fmla="*/ 143 h 242"/>
                              <a:gd name="T62" fmla="*/ 253 w 282"/>
                              <a:gd name="T63" fmla="*/ 148 h 242"/>
                              <a:gd name="T64" fmla="*/ 255 w 282"/>
                              <a:gd name="T65" fmla="*/ 153 h 242"/>
                              <a:gd name="T66" fmla="*/ 255 w 282"/>
                              <a:gd name="T67" fmla="*/ 157 h 242"/>
                              <a:gd name="T68" fmla="*/ 256 w 282"/>
                              <a:gd name="T69" fmla="*/ 162 h 242"/>
                              <a:gd name="T70" fmla="*/ 257 w 282"/>
                              <a:gd name="T71" fmla="*/ 167 h 242"/>
                              <a:gd name="T72" fmla="*/ 257 w 282"/>
                              <a:gd name="T73" fmla="*/ 172 h 242"/>
                              <a:gd name="T74" fmla="*/ 258 w 282"/>
                              <a:gd name="T75" fmla="*/ 177 h 242"/>
                              <a:gd name="T76" fmla="*/ 259 w 282"/>
                              <a:gd name="T77" fmla="*/ 181 h 242"/>
                              <a:gd name="T78" fmla="*/ 261 w 282"/>
                              <a:gd name="T79" fmla="*/ 186 h 242"/>
                              <a:gd name="T80" fmla="*/ 262 w 282"/>
                              <a:gd name="T81" fmla="*/ 190 h 242"/>
                              <a:gd name="T82" fmla="*/ 264 w 282"/>
                              <a:gd name="T83" fmla="*/ 195 h 242"/>
                              <a:gd name="T84" fmla="*/ 265 w 282"/>
                              <a:gd name="T85" fmla="*/ 199 h 242"/>
                              <a:gd name="T86" fmla="*/ 267 w 282"/>
                              <a:gd name="T87" fmla="*/ 204 h 242"/>
                              <a:gd name="T88" fmla="*/ 269 w 282"/>
                              <a:gd name="T89" fmla="*/ 209 h 242"/>
                              <a:gd name="T90" fmla="*/ 270 w 282"/>
                              <a:gd name="T91" fmla="*/ 214 h 242"/>
                              <a:gd name="T92" fmla="*/ 273 w 282"/>
                              <a:gd name="T93" fmla="*/ 219 h 242"/>
                              <a:gd name="T94" fmla="*/ 274 w 282"/>
                              <a:gd name="T95" fmla="*/ 223 h 242"/>
                              <a:gd name="T96" fmla="*/ 276 w 282"/>
                              <a:gd name="T97" fmla="*/ 228 h 242"/>
                              <a:gd name="T98" fmla="*/ 279 w 282"/>
                              <a:gd name="T99" fmla="*/ 233 h 242"/>
                              <a:gd name="T100" fmla="*/ 281 w 282"/>
                              <a:gd name="T101" fmla="*/ 238 h 242"/>
                              <a:gd name="T102" fmla="*/ 0 w 282"/>
                              <a:gd name="T103" fmla="*/ 12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2" h="242">
                                <a:moveTo>
                                  <a:pt x="0" y="120"/>
                                </a:moveTo>
                                <a:lnTo>
                                  <a:pt x="282" y="0"/>
                                </a:lnTo>
                                <a:lnTo>
                                  <a:pt x="281" y="1"/>
                                </a:lnTo>
                                <a:lnTo>
                                  <a:pt x="281" y="3"/>
                                </a:lnTo>
                                <a:lnTo>
                                  <a:pt x="281" y="4"/>
                                </a:lnTo>
                                <a:lnTo>
                                  <a:pt x="280" y="5"/>
                                </a:lnTo>
                                <a:lnTo>
                                  <a:pt x="279" y="6"/>
                                </a:lnTo>
                                <a:lnTo>
                                  <a:pt x="279" y="7"/>
                                </a:lnTo>
                                <a:lnTo>
                                  <a:pt x="279" y="9"/>
                                </a:lnTo>
                                <a:lnTo>
                                  <a:pt x="277" y="10"/>
                                </a:lnTo>
                                <a:lnTo>
                                  <a:pt x="277" y="11"/>
                                </a:lnTo>
                                <a:lnTo>
                                  <a:pt x="276" y="12"/>
                                </a:lnTo>
                                <a:lnTo>
                                  <a:pt x="276" y="13"/>
                                </a:lnTo>
                                <a:lnTo>
                                  <a:pt x="275" y="15"/>
                                </a:lnTo>
                                <a:lnTo>
                                  <a:pt x="275" y="16"/>
                                </a:lnTo>
                                <a:lnTo>
                                  <a:pt x="275" y="17"/>
                                </a:lnTo>
                                <a:lnTo>
                                  <a:pt x="274" y="18"/>
                                </a:lnTo>
                                <a:lnTo>
                                  <a:pt x="274" y="19"/>
                                </a:lnTo>
                                <a:lnTo>
                                  <a:pt x="273" y="21"/>
                                </a:lnTo>
                                <a:lnTo>
                                  <a:pt x="273" y="22"/>
                                </a:lnTo>
                                <a:lnTo>
                                  <a:pt x="273" y="23"/>
                                </a:lnTo>
                                <a:lnTo>
                                  <a:pt x="271" y="23"/>
                                </a:lnTo>
                                <a:lnTo>
                                  <a:pt x="271" y="24"/>
                                </a:lnTo>
                                <a:lnTo>
                                  <a:pt x="271" y="25"/>
                                </a:lnTo>
                                <a:lnTo>
                                  <a:pt x="270" y="27"/>
                                </a:lnTo>
                                <a:lnTo>
                                  <a:pt x="270" y="28"/>
                                </a:lnTo>
                                <a:lnTo>
                                  <a:pt x="269" y="29"/>
                                </a:lnTo>
                                <a:lnTo>
                                  <a:pt x="269" y="30"/>
                                </a:lnTo>
                                <a:lnTo>
                                  <a:pt x="269" y="31"/>
                                </a:lnTo>
                                <a:lnTo>
                                  <a:pt x="268" y="33"/>
                                </a:lnTo>
                                <a:lnTo>
                                  <a:pt x="268" y="34"/>
                                </a:lnTo>
                                <a:lnTo>
                                  <a:pt x="268" y="35"/>
                                </a:lnTo>
                                <a:lnTo>
                                  <a:pt x="267" y="36"/>
                                </a:lnTo>
                                <a:lnTo>
                                  <a:pt x="267" y="37"/>
                                </a:lnTo>
                                <a:lnTo>
                                  <a:pt x="267" y="39"/>
                                </a:lnTo>
                                <a:lnTo>
                                  <a:pt x="265" y="40"/>
                                </a:lnTo>
                                <a:lnTo>
                                  <a:pt x="265" y="41"/>
                                </a:lnTo>
                                <a:lnTo>
                                  <a:pt x="265" y="42"/>
                                </a:lnTo>
                                <a:lnTo>
                                  <a:pt x="264" y="43"/>
                                </a:lnTo>
                                <a:lnTo>
                                  <a:pt x="264" y="45"/>
                                </a:lnTo>
                                <a:lnTo>
                                  <a:pt x="264" y="46"/>
                                </a:lnTo>
                                <a:lnTo>
                                  <a:pt x="263" y="47"/>
                                </a:lnTo>
                                <a:lnTo>
                                  <a:pt x="263" y="48"/>
                                </a:lnTo>
                                <a:lnTo>
                                  <a:pt x="263" y="49"/>
                                </a:lnTo>
                                <a:lnTo>
                                  <a:pt x="262" y="51"/>
                                </a:lnTo>
                                <a:lnTo>
                                  <a:pt x="262" y="52"/>
                                </a:lnTo>
                                <a:lnTo>
                                  <a:pt x="262" y="53"/>
                                </a:lnTo>
                                <a:lnTo>
                                  <a:pt x="261" y="54"/>
                                </a:lnTo>
                                <a:lnTo>
                                  <a:pt x="261" y="55"/>
                                </a:lnTo>
                                <a:lnTo>
                                  <a:pt x="261" y="57"/>
                                </a:lnTo>
                                <a:lnTo>
                                  <a:pt x="261" y="58"/>
                                </a:lnTo>
                                <a:lnTo>
                                  <a:pt x="259" y="59"/>
                                </a:lnTo>
                                <a:lnTo>
                                  <a:pt x="259" y="60"/>
                                </a:lnTo>
                                <a:lnTo>
                                  <a:pt x="259" y="61"/>
                                </a:lnTo>
                                <a:lnTo>
                                  <a:pt x="259" y="63"/>
                                </a:lnTo>
                                <a:lnTo>
                                  <a:pt x="258" y="64"/>
                                </a:lnTo>
                                <a:lnTo>
                                  <a:pt x="258" y="65"/>
                                </a:lnTo>
                                <a:lnTo>
                                  <a:pt x="258" y="66"/>
                                </a:lnTo>
                                <a:lnTo>
                                  <a:pt x="258" y="67"/>
                                </a:lnTo>
                                <a:lnTo>
                                  <a:pt x="258" y="69"/>
                                </a:lnTo>
                                <a:lnTo>
                                  <a:pt x="257" y="70"/>
                                </a:lnTo>
                                <a:lnTo>
                                  <a:pt x="257" y="71"/>
                                </a:lnTo>
                                <a:lnTo>
                                  <a:pt x="257" y="72"/>
                                </a:lnTo>
                                <a:lnTo>
                                  <a:pt x="257" y="73"/>
                                </a:lnTo>
                                <a:lnTo>
                                  <a:pt x="257" y="75"/>
                                </a:lnTo>
                                <a:lnTo>
                                  <a:pt x="257" y="76"/>
                                </a:lnTo>
                                <a:lnTo>
                                  <a:pt x="256" y="76"/>
                                </a:lnTo>
                                <a:lnTo>
                                  <a:pt x="256" y="77"/>
                                </a:lnTo>
                                <a:lnTo>
                                  <a:pt x="256" y="78"/>
                                </a:lnTo>
                                <a:lnTo>
                                  <a:pt x="256" y="79"/>
                                </a:lnTo>
                                <a:lnTo>
                                  <a:pt x="256" y="81"/>
                                </a:lnTo>
                                <a:lnTo>
                                  <a:pt x="256" y="82"/>
                                </a:lnTo>
                                <a:lnTo>
                                  <a:pt x="255" y="83"/>
                                </a:lnTo>
                                <a:lnTo>
                                  <a:pt x="255" y="84"/>
                                </a:lnTo>
                                <a:lnTo>
                                  <a:pt x="255" y="85"/>
                                </a:lnTo>
                                <a:lnTo>
                                  <a:pt x="255" y="87"/>
                                </a:lnTo>
                                <a:lnTo>
                                  <a:pt x="255" y="88"/>
                                </a:lnTo>
                                <a:lnTo>
                                  <a:pt x="255" y="89"/>
                                </a:lnTo>
                                <a:lnTo>
                                  <a:pt x="255" y="90"/>
                                </a:lnTo>
                                <a:lnTo>
                                  <a:pt x="253" y="91"/>
                                </a:lnTo>
                                <a:lnTo>
                                  <a:pt x="253" y="93"/>
                                </a:lnTo>
                                <a:lnTo>
                                  <a:pt x="253" y="94"/>
                                </a:lnTo>
                                <a:lnTo>
                                  <a:pt x="253" y="95"/>
                                </a:lnTo>
                                <a:lnTo>
                                  <a:pt x="253" y="96"/>
                                </a:lnTo>
                                <a:lnTo>
                                  <a:pt x="253" y="97"/>
                                </a:lnTo>
                                <a:lnTo>
                                  <a:pt x="253" y="99"/>
                                </a:lnTo>
                                <a:lnTo>
                                  <a:pt x="253" y="100"/>
                                </a:lnTo>
                                <a:lnTo>
                                  <a:pt x="253" y="101"/>
                                </a:lnTo>
                                <a:lnTo>
                                  <a:pt x="253" y="102"/>
                                </a:lnTo>
                                <a:lnTo>
                                  <a:pt x="252" y="103"/>
                                </a:lnTo>
                                <a:lnTo>
                                  <a:pt x="252" y="105"/>
                                </a:lnTo>
                                <a:lnTo>
                                  <a:pt x="252" y="106"/>
                                </a:lnTo>
                                <a:lnTo>
                                  <a:pt x="252" y="107"/>
                                </a:lnTo>
                                <a:lnTo>
                                  <a:pt x="252" y="108"/>
                                </a:lnTo>
                                <a:lnTo>
                                  <a:pt x="252" y="109"/>
                                </a:lnTo>
                                <a:lnTo>
                                  <a:pt x="252" y="111"/>
                                </a:lnTo>
                                <a:lnTo>
                                  <a:pt x="252" y="112"/>
                                </a:lnTo>
                                <a:lnTo>
                                  <a:pt x="252" y="113"/>
                                </a:lnTo>
                                <a:lnTo>
                                  <a:pt x="252" y="114"/>
                                </a:lnTo>
                                <a:lnTo>
                                  <a:pt x="252" y="115"/>
                                </a:lnTo>
                                <a:lnTo>
                                  <a:pt x="252" y="117"/>
                                </a:lnTo>
                                <a:lnTo>
                                  <a:pt x="252" y="118"/>
                                </a:lnTo>
                                <a:lnTo>
                                  <a:pt x="252" y="119"/>
                                </a:lnTo>
                                <a:lnTo>
                                  <a:pt x="252" y="120"/>
                                </a:lnTo>
                                <a:lnTo>
                                  <a:pt x="252" y="121"/>
                                </a:lnTo>
                                <a:lnTo>
                                  <a:pt x="252" y="123"/>
                                </a:lnTo>
                                <a:lnTo>
                                  <a:pt x="252" y="124"/>
                                </a:lnTo>
                                <a:lnTo>
                                  <a:pt x="252" y="125"/>
                                </a:lnTo>
                                <a:lnTo>
                                  <a:pt x="252" y="126"/>
                                </a:lnTo>
                                <a:lnTo>
                                  <a:pt x="252" y="127"/>
                                </a:lnTo>
                                <a:lnTo>
                                  <a:pt x="252" y="129"/>
                                </a:lnTo>
                                <a:lnTo>
                                  <a:pt x="252" y="130"/>
                                </a:lnTo>
                                <a:lnTo>
                                  <a:pt x="252" y="131"/>
                                </a:lnTo>
                                <a:lnTo>
                                  <a:pt x="252" y="132"/>
                                </a:lnTo>
                                <a:lnTo>
                                  <a:pt x="252" y="133"/>
                                </a:lnTo>
                                <a:lnTo>
                                  <a:pt x="252" y="135"/>
                                </a:lnTo>
                                <a:lnTo>
                                  <a:pt x="252" y="136"/>
                                </a:lnTo>
                                <a:lnTo>
                                  <a:pt x="252" y="137"/>
                                </a:lnTo>
                                <a:lnTo>
                                  <a:pt x="253" y="138"/>
                                </a:lnTo>
                                <a:lnTo>
                                  <a:pt x="253" y="139"/>
                                </a:lnTo>
                                <a:lnTo>
                                  <a:pt x="253" y="141"/>
                                </a:lnTo>
                                <a:lnTo>
                                  <a:pt x="253" y="142"/>
                                </a:lnTo>
                                <a:lnTo>
                                  <a:pt x="253" y="143"/>
                                </a:lnTo>
                                <a:lnTo>
                                  <a:pt x="253" y="144"/>
                                </a:lnTo>
                                <a:lnTo>
                                  <a:pt x="253" y="145"/>
                                </a:lnTo>
                                <a:lnTo>
                                  <a:pt x="253" y="147"/>
                                </a:lnTo>
                                <a:lnTo>
                                  <a:pt x="253" y="148"/>
                                </a:lnTo>
                                <a:lnTo>
                                  <a:pt x="253" y="149"/>
                                </a:lnTo>
                                <a:lnTo>
                                  <a:pt x="253" y="150"/>
                                </a:lnTo>
                                <a:lnTo>
                                  <a:pt x="255" y="150"/>
                                </a:lnTo>
                                <a:lnTo>
                                  <a:pt x="255" y="151"/>
                                </a:lnTo>
                                <a:lnTo>
                                  <a:pt x="255" y="153"/>
                                </a:lnTo>
                                <a:lnTo>
                                  <a:pt x="255" y="154"/>
                                </a:lnTo>
                                <a:lnTo>
                                  <a:pt x="255" y="155"/>
                                </a:lnTo>
                                <a:lnTo>
                                  <a:pt x="255" y="156"/>
                                </a:lnTo>
                                <a:lnTo>
                                  <a:pt x="255" y="157"/>
                                </a:lnTo>
                                <a:lnTo>
                                  <a:pt x="255" y="159"/>
                                </a:lnTo>
                                <a:lnTo>
                                  <a:pt x="256" y="160"/>
                                </a:lnTo>
                                <a:lnTo>
                                  <a:pt x="256" y="161"/>
                                </a:lnTo>
                                <a:lnTo>
                                  <a:pt x="256" y="162"/>
                                </a:lnTo>
                                <a:lnTo>
                                  <a:pt x="256" y="163"/>
                                </a:lnTo>
                                <a:lnTo>
                                  <a:pt x="256" y="165"/>
                                </a:lnTo>
                                <a:lnTo>
                                  <a:pt x="257" y="166"/>
                                </a:lnTo>
                                <a:lnTo>
                                  <a:pt x="257" y="167"/>
                                </a:lnTo>
                                <a:lnTo>
                                  <a:pt x="257" y="168"/>
                                </a:lnTo>
                                <a:lnTo>
                                  <a:pt x="257" y="169"/>
                                </a:lnTo>
                                <a:lnTo>
                                  <a:pt x="257" y="171"/>
                                </a:lnTo>
                                <a:lnTo>
                                  <a:pt x="257" y="172"/>
                                </a:lnTo>
                                <a:lnTo>
                                  <a:pt x="258" y="173"/>
                                </a:lnTo>
                                <a:lnTo>
                                  <a:pt x="258" y="174"/>
                                </a:lnTo>
                                <a:lnTo>
                                  <a:pt x="258" y="175"/>
                                </a:lnTo>
                                <a:lnTo>
                                  <a:pt x="258" y="177"/>
                                </a:lnTo>
                                <a:lnTo>
                                  <a:pt x="259" y="178"/>
                                </a:lnTo>
                                <a:lnTo>
                                  <a:pt x="259" y="179"/>
                                </a:lnTo>
                                <a:lnTo>
                                  <a:pt x="259" y="180"/>
                                </a:lnTo>
                                <a:lnTo>
                                  <a:pt x="259" y="181"/>
                                </a:lnTo>
                                <a:lnTo>
                                  <a:pt x="261" y="183"/>
                                </a:lnTo>
                                <a:lnTo>
                                  <a:pt x="261" y="184"/>
                                </a:lnTo>
                                <a:lnTo>
                                  <a:pt x="261" y="185"/>
                                </a:lnTo>
                                <a:lnTo>
                                  <a:pt x="261" y="186"/>
                                </a:lnTo>
                                <a:lnTo>
                                  <a:pt x="262" y="187"/>
                                </a:lnTo>
                                <a:lnTo>
                                  <a:pt x="262" y="189"/>
                                </a:lnTo>
                                <a:lnTo>
                                  <a:pt x="262" y="190"/>
                                </a:lnTo>
                                <a:lnTo>
                                  <a:pt x="263" y="191"/>
                                </a:lnTo>
                                <a:lnTo>
                                  <a:pt x="263" y="192"/>
                                </a:lnTo>
                                <a:lnTo>
                                  <a:pt x="263" y="193"/>
                                </a:lnTo>
                                <a:lnTo>
                                  <a:pt x="263" y="195"/>
                                </a:lnTo>
                                <a:lnTo>
                                  <a:pt x="264" y="195"/>
                                </a:lnTo>
                                <a:lnTo>
                                  <a:pt x="264" y="196"/>
                                </a:lnTo>
                                <a:lnTo>
                                  <a:pt x="264" y="197"/>
                                </a:lnTo>
                                <a:lnTo>
                                  <a:pt x="264" y="198"/>
                                </a:lnTo>
                                <a:lnTo>
                                  <a:pt x="265" y="199"/>
                                </a:lnTo>
                                <a:lnTo>
                                  <a:pt x="265" y="201"/>
                                </a:lnTo>
                                <a:lnTo>
                                  <a:pt x="265" y="202"/>
                                </a:lnTo>
                                <a:lnTo>
                                  <a:pt x="267" y="203"/>
                                </a:lnTo>
                                <a:lnTo>
                                  <a:pt x="267" y="204"/>
                                </a:lnTo>
                                <a:lnTo>
                                  <a:pt x="267" y="205"/>
                                </a:lnTo>
                                <a:lnTo>
                                  <a:pt x="268" y="207"/>
                                </a:lnTo>
                                <a:lnTo>
                                  <a:pt x="268" y="208"/>
                                </a:lnTo>
                                <a:lnTo>
                                  <a:pt x="269" y="209"/>
                                </a:lnTo>
                                <a:lnTo>
                                  <a:pt x="269" y="210"/>
                                </a:lnTo>
                                <a:lnTo>
                                  <a:pt x="269" y="211"/>
                                </a:lnTo>
                                <a:lnTo>
                                  <a:pt x="269" y="213"/>
                                </a:lnTo>
                                <a:lnTo>
                                  <a:pt x="270" y="213"/>
                                </a:lnTo>
                                <a:lnTo>
                                  <a:pt x="270" y="214"/>
                                </a:lnTo>
                                <a:lnTo>
                                  <a:pt x="270" y="215"/>
                                </a:lnTo>
                                <a:lnTo>
                                  <a:pt x="271" y="216"/>
                                </a:lnTo>
                                <a:lnTo>
                                  <a:pt x="271" y="217"/>
                                </a:lnTo>
                                <a:lnTo>
                                  <a:pt x="273" y="219"/>
                                </a:lnTo>
                                <a:lnTo>
                                  <a:pt x="273" y="220"/>
                                </a:lnTo>
                                <a:lnTo>
                                  <a:pt x="273" y="221"/>
                                </a:lnTo>
                                <a:lnTo>
                                  <a:pt x="274" y="221"/>
                                </a:lnTo>
                                <a:lnTo>
                                  <a:pt x="274" y="222"/>
                                </a:lnTo>
                                <a:lnTo>
                                  <a:pt x="274" y="223"/>
                                </a:lnTo>
                                <a:lnTo>
                                  <a:pt x="275" y="225"/>
                                </a:lnTo>
                                <a:lnTo>
                                  <a:pt x="275" y="226"/>
                                </a:lnTo>
                                <a:lnTo>
                                  <a:pt x="276" y="227"/>
                                </a:lnTo>
                                <a:lnTo>
                                  <a:pt x="276" y="228"/>
                                </a:lnTo>
                                <a:lnTo>
                                  <a:pt x="276" y="229"/>
                                </a:lnTo>
                                <a:lnTo>
                                  <a:pt x="277" y="231"/>
                                </a:lnTo>
                                <a:lnTo>
                                  <a:pt x="277" y="232"/>
                                </a:lnTo>
                                <a:lnTo>
                                  <a:pt x="279" y="233"/>
                                </a:lnTo>
                                <a:lnTo>
                                  <a:pt x="279" y="234"/>
                                </a:lnTo>
                                <a:lnTo>
                                  <a:pt x="280" y="236"/>
                                </a:lnTo>
                                <a:lnTo>
                                  <a:pt x="280" y="237"/>
                                </a:lnTo>
                                <a:lnTo>
                                  <a:pt x="281" y="238"/>
                                </a:lnTo>
                                <a:lnTo>
                                  <a:pt x="281" y="239"/>
                                </a:lnTo>
                                <a:lnTo>
                                  <a:pt x="282" y="240"/>
                                </a:lnTo>
                                <a:lnTo>
                                  <a:pt x="282" y="242"/>
                                </a:lnTo>
                                <a:lnTo>
                                  <a:pt x="0"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Rectangle 188"/>
                        <wps:cNvSpPr>
                          <a:spLocks noChangeArrowheads="1"/>
                        </wps:cNvSpPr>
                        <wps:spPr bwMode="auto">
                          <a:xfrm>
                            <a:off x="2248535" y="285115"/>
                            <a:ext cx="1434465"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Freeform 189"/>
                        <wps:cNvSpPr>
                          <a:spLocks/>
                        </wps:cNvSpPr>
                        <wps:spPr bwMode="auto">
                          <a:xfrm>
                            <a:off x="3592830" y="250190"/>
                            <a:ext cx="90170" cy="76835"/>
                          </a:xfrm>
                          <a:custGeom>
                            <a:avLst/>
                            <a:gdLst>
                              <a:gd name="T0" fmla="*/ 1 w 282"/>
                              <a:gd name="T1" fmla="*/ 1 h 242"/>
                              <a:gd name="T2" fmla="*/ 3 w 282"/>
                              <a:gd name="T3" fmla="*/ 6 h 242"/>
                              <a:gd name="T4" fmla="*/ 5 w 282"/>
                              <a:gd name="T5" fmla="*/ 11 h 242"/>
                              <a:gd name="T6" fmla="*/ 7 w 282"/>
                              <a:gd name="T7" fmla="*/ 16 h 242"/>
                              <a:gd name="T8" fmla="*/ 9 w 282"/>
                              <a:gd name="T9" fmla="*/ 21 h 242"/>
                              <a:gd name="T10" fmla="*/ 11 w 282"/>
                              <a:gd name="T11" fmla="*/ 25 h 242"/>
                              <a:gd name="T12" fmla="*/ 13 w 282"/>
                              <a:gd name="T13" fmla="*/ 30 h 242"/>
                              <a:gd name="T14" fmla="*/ 14 w 282"/>
                              <a:gd name="T15" fmla="*/ 35 h 242"/>
                              <a:gd name="T16" fmla="*/ 17 w 282"/>
                              <a:gd name="T17" fmla="*/ 40 h 242"/>
                              <a:gd name="T18" fmla="*/ 18 w 282"/>
                              <a:gd name="T19" fmla="*/ 45 h 242"/>
                              <a:gd name="T20" fmla="*/ 19 w 282"/>
                              <a:gd name="T21" fmla="*/ 49 h 242"/>
                              <a:gd name="T22" fmla="*/ 20 w 282"/>
                              <a:gd name="T23" fmla="*/ 53 h 242"/>
                              <a:gd name="T24" fmla="*/ 21 w 282"/>
                              <a:gd name="T25" fmla="*/ 58 h 242"/>
                              <a:gd name="T26" fmla="*/ 23 w 282"/>
                              <a:gd name="T27" fmla="*/ 63 h 242"/>
                              <a:gd name="T28" fmla="*/ 24 w 282"/>
                              <a:gd name="T29" fmla="*/ 67 h 242"/>
                              <a:gd name="T30" fmla="*/ 25 w 282"/>
                              <a:gd name="T31" fmla="*/ 72 h 242"/>
                              <a:gd name="T32" fmla="*/ 26 w 282"/>
                              <a:gd name="T33" fmla="*/ 77 h 242"/>
                              <a:gd name="T34" fmla="*/ 26 w 282"/>
                              <a:gd name="T35" fmla="*/ 82 h 242"/>
                              <a:gd name="T36" fmla="*/ 27 w 282"/>
                              <a:gd name="T37" fmla="*/ 87 h 242"/>
                              <a:gd name="T38" fmla="*/ 29 w 282"/>
                              <a:gd name="T39" fmla="*/ 91 h 242"/>
                              <a:gd name="T40" fmla="*/ 29 w 282"/>
                              <a:gd name="T41" fmla="*/ 96 h 242"/>
                              <a:gd name="T42" fmla="*/ 29 w 282"/>
                              <a:gd name="T43" fmla="*/ 101 h 242"/>
                              <a:gd name="T44" fmla="*/ 30 w 282"/>
                              <a:gd name="T45" fmla="*/ 106 h 242"/>
                              <a:gd name="T46" fmla="*/ 30 w 282"/>
                              <a:gd name="T47" fmla="*/ 111 h 242"/>
                              <a:gd name="T48" fmla="*/ 30 w 282"/>
                              <a:gd name="T49" fmla="*/ 115 h 242"/>
                              <a:gd name="T50" fmla="*/ 30 w 282"/>
                              <a:gd name="T51" fmla="*/ 120 h 242"/>
                              <a:gd name="T52" fmla="*/ 30 w 282"/>
                              <a:gd name="T53" fmla="*/ 124 h 242"/>
                              <a:gd name="T54" fmla="*/ 30 w 282"/>
                              <a:gd name="T55" fmla="*/ 129 h 242"/>
                              <a:gd name="T56" fmla="*/ 30 w 282"/>
                              <a:gd name="T57" fmla="*/ 133 h 242"/>
                              <a:gd name="T58" fmla="*/ 30 w 282"/>
                              <a:gd name="T59" fmla="*/ 138 h 242"/>
                              <a:gd name="T60" fmla="*/ 29 w 282"/>
                              <a:gd name="T61" fmla="*/ 143 h 242"/>
                              <a:gd name="T62" fmla="*/ 29 w 282"/>
                              <a:gd name="T63" fmla="*/ 148 h 242"/>
                              <a:gd name="T64" fmla="*/ 27 w 282"/>
                              <a:gd name="T65" fmla="*/ 153 h 242"/>
                              <a:gd name="T66" fmla="*/ 27 w 282"/>
                              <a:gd name="T67" fmla="*/ 157 h 242"/>
                              <a:gd name="T68" fmla="*/ 26 w 282"/>
                              <a:gd name="T69" fmla="*/ 162 h 242"/>
                              <a:gd name="T70" fmla="*/ 25 w 282"/>
                              <a:gd name="T71" fmla="*/ 167 h 242"/>
                              <a:gd name="T72" fmla="*/ 25 w 282"/>
                              <a:gd name="T73" fmla="*/ 172 h 242"/>
                              <a:gd name="T74" fmla="*/ 24 w 282"/>
                              <a:gd name="T75" fmla="*/ 177 h 242"/>
                              <a:gd name="T76" fmla="*/ 23 w 282"/>
                              <a:gd name="T77" fmla="*/ 181 h 242"/>
                              <a:gd name="T78" fmla="*/ 21 w 282"/>
                              <a:gd name="T79" fmla="*/ 186 h 242"/>
                              <a:gd name="T80" fmla="*/ 20 w 282"/>
                              <a:gd name="T81" fmla="*/ 190 h 242"/>
                              <a:gd name="T82" fmla="*/ 18 w 282"/>
                              <a:gd name="T83" fmla="*/ 195 h 242"/>
                              <a:gd name="T84" fmla="*/ 17 w 282"/>
                              <a:gd name="T85" fmla="*/ 199 h 242"/>
                              <a:gd name="T86" fmla="*/ 15 w 282"/>
                              <a:gd name="T87" fmla="*/ 204 h 242"/>
                              <a:gd name="T88" fmla="*/ 14 w 282"/>
                              <a:gd name="T89" fmla="*/ 209 h 242"/>
                              <a:gd name="T90" fmla="*/ 12 w 282"/>
                              <a:gd name="T91" fmla="*/ 214 h 242"/>
                              <a:gd name="T92" fmla="*/ 9 w 282"/>
                              <a:gd name="T93" fmla="*/ 219 h 242"/>
                              <a:gd name="T94" fmla="*/ 8 w 282"/>
                              <a:gd name="T95" fmla="*/ 223 h 242"/>
                              <a:gd name="T96" fmla="*/ 6 w 282"/>
                              <a:gd name="T97" fmla="*/ 228 h 242"/>
                              <a:gd name="T98" fmla="*/ 3 w 282"/>
                              <a:gd name="T99" fmla="*/ 233 h 242"/>
                              <a:gd name="T100" fmla="*/ 1 w 282"/>
                              <a:gd name="T101" fmla="*/ 238 h 242"/>
                              <a:gd name="T102" fmla="*/ 282 w 282"/>
                              <a:gd name="T103" fmla="*/ 12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2" h="242">
                                <a:moveTo>
                                  <a:pt x="282" y="120"/>
                                </a:moveTo>
                                <a:lnTo>
                                  <a:pt x="0" y="0"/>
                                </a:lnTo>
                                <a:lnTo>
                                  <a:pt x="1" y="1"/>
                                </a:lnTo>
                                <a:lnTo>
                                  <a:pt x="1" y="3"/>
                                </a:lnTo>
                                <a:lnTo>
                                  <a:pt x="1" y="4"/>
                                </a:lnTo>
                                <a:lnTo>
                                  <a:pt x="2" y="5"/>
                                </a:lnTo>
                                <a:lnTo>
                                  <a:pt x="3" y="6"/>
                                </a:lnTo>
                                <a:lnTo>
                                  <a:pt x="3" y="7"/>
                                </a:lnTo>
                                <a:lnTo>
                                  <a:pt x="3" y="9"/>
                                </a:lnTo>
                                <a:lnTo>
                                  <a:pt x="5" y="10"/>
                                </a:lnTo>
                                <a:lnTo>
                                  <a:pt x="5" y="11"/>
                                </a:lnTo>
                                <a:lnTo>
                                  <a:pt x="6" y="12"/>
                                </a:lnTo>
                                <a:lnTo>
                                  <a:pt x="6" y="13"/>
                                </a:lnTo>
                                <a:lnTo>
                                  <a:pt x="7" y="15"/>
                                </a:lnTo>
                                <a:lnTo>
                                  <a:pt x="7" y="16"/>
                                </a:lnTo>
                                <a:lnTo>
                                  <a:pt x="7" y="17"/>
                                </a:lnTo>
                                <a:lnTo>
                                  <a:pt x="8" y="18"/>
                                </a:lnTo>
                                <a:lnTo>
                                  <a:pt x="8" y="19"/>
                                </a:lnTo>
                                <a:lnTo>
                                  <a:pt x="9" y="21"/>
                                </a:lnTo>
                                <a:lnTo>
                                  <a:pt x="9" y="22"/>
                                </a:lnTo>
                                <a:lnTo>
                                  <a:pt x="9" y="23"/>
                                </a:lnTo>
                                <a:lnTo>
                                  <a:pt x="11" y="23"/>
                                </a:lnTo>
                                <a:lnTo>
                                  <a:pt x="11" y="24"/>
                                </a:lnTo>
                                <a:lnTo>
                                  <a:pt x="11" y="25"/>
                                </a:lnTo>
                                <a:lnTo>
                                  <a:pt x="12" y="27"/>
                                </a:lnTo>
                                <a:lnTo>
                                  <a:pt x="12" y="28"/>
                                </a:lnTo>
                                <a:lnTo>
                                  <a:pt x="13" y="29"/>
                                </a:lnTo>
                                <a:lnTo>
                                  <a:pt x="13" y="30"/>
                                </a:lnTo>
                                <a:lnTo>
                                  <a:pt x="13" y="31"/>
                                </a:lnTo>
                                <a:lnTo>
                                  <a:pt x="14" y="31"/>
                                </a:lnTo>
                                <a:lnTo>
                                  <a:pt x="14" y="33"/>
                                </a:lnTo>
                                <a:lnTo>
                                  <a:pt x="14" y="34"/>
                                </a:lnTo>
                                <a:lnTo>
                                  <a:pt x="14" y="35"/>
                                </a:lnTo>
                                <a:lnTo>
                                  <a:pt x="15" y="36"/>
                                </a:lnTo>
                                <a:lnTo>
                                  <a:pt x="15" y="37"/>
                                </a:lnTo>
                                <a:lnTo>
                                  <a:pt x="15" y="39"/>
                                </a:lnTo>
                                <a:lnTo>
                                  <a:pt x="17" y="40"/>
                                </a:lnTo>
                                <a:lnTo>
                                  <a:pt x="17" y="41"/>
                                </a:lnTo>
                                <a:lnTo>
                                  <a:pt x="17" y="42"/>
                                </a:lnTo>
                                <a:lnTo>
                                  <a:pt x="18" y="43"/>
                                </a:lnTo>
                                <a:lnTo>
                                  <a:pt x="18" y="45"/>
                                </a:lnTo>
                                <a:lnTo>
                                  <a:pt x="18" y="46"/>
                                </a:lnTo>
                                <a:lnTo>
                                  <a:pt x="19" y="47"/>
                                </a:lnTo>
                                <a:lnTo>
                                  <a:pt x="19" y="48"/>
                                </a:lnTo>
                                <a:lnTo>
                                  <a:pt x="19" y="49"/>
                                </a:lnTo>
                                <a:lnTo>
                                  <a:pt x="20" y="51"/>
                                </a:lnTo>
                                <a:lnTo>
                                  <a:pt x="20" y="52"/>
                                </a:lnTo>
                                <a:lnTo>
                                  <a:pt x="20" y="53"/>
                                </a:lnTo>
                                <a:lnTo>
                                  <a:pt x="21" y="54"/>
                                </a:lnTo>
                                <a:lnTo>
                                  <a:pt x="21" y="55"/>
                                </a:lnTo>
                                <a:lnTo>
                                  <a:pt x="21" y="57"/>
                                </a:lnTo>
                                <a:lnTo>
                                  <a:pt x="21" y="58"/>
                                </a:lnTo>
                                <a:lnTo>
                                  <a:pt x="23" y="59"/>
                                </a:lnTo>
                                <a:lnTo>
                                  <a:pt x="23" y="60"/>
                                </a:lnTo>
                                <a:lnTo>
                                  <a:pt x="23" y="61"/>
                                </a:lnTo>
                                <a:lnTo>
                                  <a:pt x="23" y="63"/>
                                </a:lnTo>
                                <a:lnTo>
                                  <a:pt x="24" y="64"/>
                                </a:lnTo>
                                <a:lnTo>
                                  <a:pt x="24" y="65"/>
                                </a:lnTo>
                                <a:lnTo>
                                  <a:pt x="24" y="66"/>
                                </a:lnTo>
                                <a:lnTo>
                                  <a:pt x="24" y="67"/>
                                </a:lnTo>
                                <a:lnTo>
                                  <a:pt x="24" y="69"/>
                                </a:lnTo>
                                <a:lnTo>
                                  <a:pt x="25" y="70"/>
                                </a:lnTo>
                                <a:lnTo>
                                  <a:pt x="25" y="71"/>
                                </a:lnTo>
                                <a:lnTo>
                                  <a:pt x="25" y="72"/>
                                </a:lnTo>
                                <a:lnTo>
                                  <a:pt x="25" y="73"/>
                                </a:lnTo>
                                <a:lnTo>
                                  <a:pt x="25" y="75"/>
                                </a:lnTo>
                                <a:lnTo>
                                  <a:pt x="26" y="76"/>
                                </a:lnTo>
                                <a:lnTo>
                                  <a:pt x="26" y="77"/>
                                </a:lnTo>
                                <a:lnTo>
                                  <a:pt x="26" y="78"/>
                                </a:lnTo>
                                <a:lnTo>
                                  <a:pt x="26" y="79"/>
                                </a:lnTo>
                                <a:lnTo>
                                  <a:pt x="26" y="81"/>
                                </a:lnTo>
                                <a:lnTo>
                                  <a:pt x="26" y="82"/>
                                </a:lnTo>
                                <a:lnTo>
                                  <a:pt x="27" y="83"/>
                                </a:lnTo>
                                <a:lnTo>
                                  <a:pt x="27" y="84"/>
                                </a:lnTo>
                                <a:lnTo>
                                  <a:pt x="27" y="85"/>
                                </a:lnTo>
                                <a:lnTo>
                                  <a:pt x="27" y="87"/>
                                </a:lnTo>
                                <a:lnTo>
                                  <a:pt x="27" y="88"/>
                                </a:lnTo>
                                <a:lnTo>
                                  <a:pt x="27" y="89"/>
                                </a:lnTo>
                                <a:lnTo>
                                  <a:pt x="27" y="90"/>
                                </a:lnTo>
                                <a:lnTo>
                                  <a:pt x="29" y="91"/>
                                </a:lnTo>
                                <a:lnTo>
                                  <a:pt x="29" y="93"/>
                                </a:lnTo>
                                <a:lnTo>
                                  <a:pt x="29" y="94"/>
                                </a:lnTo>
                                <a:lnTo>
                                  <a:pt x="29" y="95"/>
                                </a:lnTo>
                                <a:lnTo>
                                  <a:pt x="29" y="96"/>
                                </a:lnTo>
                                <a:lnTo>
                                  <a:pt x="29" y="97"/>
                                </a:lnTo>
                                <a:lnTo>
                                  <a:pt x="29" y="99"/>
                                </a:lnTo>
                                <a:lnTo>
                                  <a:pt x="29" y="100"/>
                                </a:lnTo>
                                <a:lnTo>
                                  <a:pt x="29" y="101"/>
                                </a:lnTo>
                                <a:lnTo>
                                  <a:pt x="29" y="102"/>
                                </a:lnTo>
                                <a:lnTo>
                                  <a:pt x="30" y="102"/>
                                </a:lnTo>
                                <a:lnTo>
                                  <a:pt x="30" y="103"/>
                                </a:lnTo>
                                <a:lnTo>
                                  <a:pt x="30" y="105"/>
                                </a:lnTo>
                                <a:lnTo>
                                  <a:pt x="30" y="106"/>
                                </a:lnTo>
                                <a:lnTo>
                                  <a:pt x="30" y="107"/>
                                </a:lnTo>
                                <a:lnTo>
                                  <a:pt x="30" y="108"/>
                                </a:lnTo>
                                <a:lnTo>
                                  <a:pt x="30" y="109"/>
                                </a:lnTo>
                                <a:lnTo>
                                  <a:pt x="30" y="111"/>
                                </a:lnTo>
                                <a:lnTo>
                                  <a:pt x="30" y="112"/>
                                </a:lnTo>
                                <a:lnTo>
                                  <a:pt x="30" y="113"/>
                                </a:lnTo>
                                <a:lnTo>
                                  <a:pt x="30" y="114"/>
                                </a:lnTo>
                                <a:lnTo>
                                  <a:pt x="30" y="115"/>
                                </a:lnTo>
                                <a:lnTo>
                                  <a:pt x="30" y="117"/>
                                </a:lnTo>
                                <a:lnTo>
                                  <a:pt x="30" y="118"/>
                                </a:lnTo>
                                <a:lnTo>
                                  <a:pt x="30" y="119"/>
                                </a:lnTo>
                                <a:lnTo>
                                  <a:pt x="30" y="120"/>
                                </a:lnTo>
                                <a:lnTo>
                                  <a:pt x="30" y="121"/>
                                </a:lnTo>
                                <a:lnTo>
                                  <a:pt x="30" y="123"/>
                                </a:lnTo>
                                <a:lnTo>
                                  <a:pt x="30" y="124"/>
                                </a:lnTo>
                                <a:lnTo>
                                  <a:pt x="30" y="125"/>
                                </a:lnTo>
                                <a:lnTo>
                                  <a:pt x="30" y="126"/>
                                </a:lnTo>
                                <a:lnTo>
                                  <a:pt x="30" y="127"/>
                                </a:lnTo>
                                <a:lnTo>
                                  <a:pt x="30" y="129"/>
                                </a:lnTo>
                                <a:lnTo>
                                  <a:pt x="30" y="130"/>
                                </a:lnTo>
                                <a:lnTo>
                                  <a:pt x="30" y="131"/>
                                </a:lnTo>
                                <a:lnTo>
                                  <a:pt x="30" y="132"/>
                                </a:lnTo>
                                <a:lnTo>
                                  <a:pt x="30" y="133"/>
                                </a:lnTo>
                                <a:lnTo>
                                  <a:pt x="30" y="135"/>
                                </a:lnTo>
                                <a:lnTo>
                                  <a:pt x="30" y="136"/>
                                </a:lnTo>
                                <a:lnTo>
                                  <a:pt x="30" y="137"/>
                                </a:lnTo>
                                <a:lnTo>
                                  <a:pt x="30" y="138"/>
                                </a:lnTo>
                                <a:lnTo>
                                  <a:pt x="29" y="139"/>
                                </a:lnTo>
                                <a:lnTo>
                                  <a:pt x="29" y="141"/>
                                </a:lnTo>
                                <a:lnTo>
                                  <a:pt x="29" y="142"/>
                                </a:lnTo>
                                <a:lnTo>
                                  <a:pt x="29" y="143"/>
                                </a:lnTo>
                                <a:lnTo>
                                  <a:pt x="29" y="144"/>
                                </a:lnTo>
                                <a:lnTo>
                                  <a:pt x="29" y="145"/>
                                </a:lnTo>
                                <a:lnTo>
                                  <a:pt x="29" y="147"/>
                                </a:lnTo>
                                <a:lnTo>
                                  <a:pt x="29" y="148"/>
                                </a:lnTo>
                                <a:lnTo>
                                  <a:pt x="29" y="149"/>
                                </a:lnTo>
                                <a:lnTo>
                                  <a:pt x="29" y="150"/>
                                </a:lnTo>
                                <a:lnTo>
                                  <a:pt x="27" y="150"/>
                                </a:lnTo>
                                <a:lnTo>
                                  <a:pt x="27" y="151"/>
                                </a:lnTo>
                                <a:lnTo>
                                  <a:pt x="27" y="153"/>
                                </a:lnTo>
                                <a:lnTo>
                                  <a:pt x="27" y="154"/>
                                </a:lnTo>
                                <a:lnTo>
                                  <a:pt x="27" y="155"/>
                                </a:lnTo>
                                <a:lnTo>
                                  <a:pt x="27" y="156"/>
                                </a:lnTo>
                                <a:lnTo>
                                  <a:pt x="27" y="157"/>
                                </a:lnTo>
                                <a:lnTo>
                                  <a:pt x="27" y="159"/>
                                </a:lnTo>
                                <a:lnTo>
                                  <a:pt x="26" y="160"/>
                                </a:lnTo>
                                <a:lnTo>
                                  <a:pt x="26" y="161"/>
                                </a:lnTo>
                                <a:lnTo>
                                  <a:pt x="26" y="162"/>
                                </a:lnTo>
                                <a:lnTo>
                                  <a:pt x="26" y="163"/>
                                </a:lnTo>
                                <a:lnTo>
                                  <a:pt x="26" y="165"/>
                                </a:lnTo>
                                <a:lnTo>
                                  <a:pt x="26" y="166"/>
                                </a:lnTo>
                                <a:lnTo>
                                  <a:pt x="25" y="167"/>
                                </a:lnTo>
                                <a:lnTo>
                                  <a:pt x="25" y="168"/>
                                </a:lnTo>
                                <a:lnTo>
                                  <a:pt x="25" y="169"/>
                                </a:lnTo>
                                <a:lnTo>
                                  <a:pt x="25" y="171"/>
                                </a:lnTo>
                                <a:lnTo>
                                  <a:pt x="25" y="172"/>
                                </a:lnTo>
                                <a:lnTo>
                                  <a:pt x="24" y="173"/>
                                </a:lnTo>
                                <a:lnTo>
                                  <a:pt x="24" y="174"/>
                                </a:lnTo>
                                <a:lnTo>
                                  <a:pt x="24" y="175"/>
                                </a:lnTo>
                                <a:lnTo>
                                  <a:pt x="24" y="177"/>
                                </a:lnTo>
                                <a:lnTo>
                                  <a:pt x="23" y="178"/>
                                </a:lnTo>
                                <a:lnTo>
                                  <a:pt x="23" y="179"/>
                                </a:lnTo>
                                <a:lnTo>
                                  <a:pt x="23" y="180"/>
                                </a:lnTo>
                                <a:lnTo>
                                  <a:pt x="23" y="181"/>
                                </a:lnTo>
                                <a:lnTo>
                                  <a:pt x="21" y="183"/>
                                </a:lnTo>
                                <a:lnTo>
                                  <a:pt x="21" y="184"/>
                                </a:lnTo>
                                <a:lnTo>
                                  <a:pt x="21" y="185"/>
                                </a:lnTo>
                                <a:lnTo>
                                  <a:pt x="21" y="186"/>
                                </a:lnTo>
                                <a:lnTo>
                                  <a:pt x="20" y="187"/>
                                </a:lnTo>
                                <a:lnTo>
                                  <a:pt x="20" y="189"/>
                                </a:lnTo>
                                <a:lnTo>
                                  <a:pt x="20" y="190"/>
                                </a:lnTo>
                                <a:lnTo>
                                  <a:pt x="19" y="191"/>
                                </a:lnTo>
                                <a:lnTo>
                                  <a:pt x="19" y="192"/>
                                </a:lnTo>
                                <a:lnTo>
                                  <a:pt x="19" y="193"/>
                                </a:lnTo>
                                <a:lnTo>
                                  <a:pt x="19" y="195"/>
                                </a:lnTo>
                                <a:lnTo>
                                  <a:pt x="18" y="195"/>
                                </a:lnTo>
                                <a:lnTo>
                                  <a:pt x="18" y="196"/>
                                </a:lnTo>
                                <a:lnTo>
                                  <a:pt x="18" y="197"/>
                                </a:lnTo>
                                <a:lnTo>
                                  <a:pt x="18" y="198"/>
                                </a:lnTo>
                                <a:lnTo>
                                  <a:pt x="17" y="199"/>
                                </a:lnTo>
                                <a:lnTo>
                                  <a:pt x="17" y="201"/>
                                </a:lnTo>
                                <a:lnTo>
                                  <a:pt x="17" y="202"/>
                                </a:lnTo>
                                <a:lnTo>
                                  <a:pt x="15" y="203"/>
                                </a:lnTo>
                                <a:lnTo>
                                  <a:pt x="15" y="204"/>
                                </a:lnTo>
                                <a:lnTo>
                                  <a:pt x="15" y="205"/>
                                </a:lnTo>
                                <a:lnTo>
                                  <a:pt x="14" y="207"/>
                                </a:lnTo>
                                <a:lnTo>
                                  <a:pt x="14" y="208"/>
                                </a:lnTo>
                                <a:lnTo>
                                  <a:pt x="14" y="209"/>
                                </a:lnTo>
                                <a:lnTo>
                                  <a:pt x="13" y="210"/>
                                </a:lnTo>
                                <a:lnTo>
                                  <a:pt x="13" y="211"/>
                                </a:lnTo>
                                <a:lnTo>
                                  <a:pt x="13" y="213"/>
                                </a:lnTo>
                                <a:lnTo>
                                  <a:pt x="12" y="213"/>
                                </a:lnTo>
                                <a:lnTo>
                                  <a:pt x="12" y="214"/>
                                </a:lnTo>
                                <a:lnTo>
                                  <a:pt x="12" y="215"/>
                                </a:lnTo>
                                <a:lnTo>
                                  <a:pt x="11" y="216"/>
                                </a:lnTo>
                                <a:lnTo>
                                  <a:pt x="11" y="217"/>
                                </a:lnTo>
                                <a:lnTo>
                                  <a:pt x="9" y="219"/>
                                </a:lnTo>
                                <a:lnTo>
                                  <a:pt x="9" y="220"/>
                                </a:lnTo>
                                <a:lnTo>
                                  <a:pt x="9" y="221"/>
                                </a:lnTo>
                                <a:lnTo>
                                  <a:pt x="8" y="221"/>
                                </a:lnTo>
                                <a:lnTo>
                                  <a:pt x="8" y="222"/>
                                </a:lnTo>
                                <a:lnTo>
                                  <a:pt x="8" y="223"/>
                                </a:lnTo>
                                <a:lnTo>
                                  <a:pt x="7" y="225"/>
                                </a:lnTo>
                                <a:lnTo>
                                  <a:pt x="7" y="226"/>
                                </a:lnTo>
                                <a:lnTo>
                                  <a:pt x="6" y="227"/>
                                </a:lnTo>
                                <a:lnTo>
                                  <a:pt x="6" y="228"/>
                                </a:lnTo>
                                <a:lnTo>
                                  <a:pt x="6" y="229"/>
                                </a:lnTo>
                                <a:lnTo>
                                  <a:pt x="5" y="231"/>
                                </a:lnTo>
                                <a:lnTo>
                                  <a:pt x="5" y="232"/>
                                </a:lnTo>
                                <a:lnTo>
                                  <a:pt x="3" y="233"/>
                                </a:lnTo>
                                <a:lnTo>
                                  <a:pt x="3" y="234"/>
                                </a:lnTo>
                                <a:lnTo>
                                  <a:pt x="2" y="236"/>
                                </a:lnTo>
                                <a:lnTo>
                                  <a:pt x="2" y="237"/>
                                </a:lnTo>
                                <a:lnTo>
                                  <a:pt x="1" y="238"/>
                                </a:lnTo>
                                <a:lnTo>
                                  <a:pt x="1" y="239"/>
                                </a:lnTo>
                                <a:lnTo>
                                  <a:pt x="0" y="240"/>
                                </a:lnTo>
                                <a:lnTo>
                                  <a:pt x="0" y="242"/>
                                </a:lnTo>
                                <a:lnTo>
                                  <a:pt x="282"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90"/>
                        <wps:cNvSpPr>
                          <a:spLocks/>
                        </wps:cNvSpPr>
                        <wps:spPr bwMode="auto">
                          <a:xfrm>
                            <a:off x="3817620" y="257175"/>
                            <a:ext cx="89535" cy="76835"/>
                          </a:xfrm>
                          <a:custGeom>
                            <a:avLst/>
                            <a:gdLst>
                              <a:gd name="T0" fmla="*/ 282 w 283"/>
                              <a:gd name="T1" fmla="*/ 1 h 242"/>
                              <a:gd name="T2" fmla="*/ 279 w 283"/>
                              <a:gd name="T3" fmla="*/ 6 h 242"/>
                              <a:gd name="T4" fmla="*/ 277 w 283"/>
                              <a:gd name="T5" fmla="*/ 11 h 242"/>
                              <a:gd name="T6" fmla="*/ 274 w 283"/>
                              <a:gd name="T7" fmla="*/ 16 h 242"/>
                              <a:gd name="T8" fmla="*/ 273 w 283"/>
                              <a:gd name="T9" fmla="*/ 21 h 242"/>
                              <a:gd name="T10" fmla="*/ 271 w 283"/>
                              <a:gd name="T11" fmla="*/ 25 h 242"/>
                              <a:gd name="T12" fmla="*/ 270 w 283"/>
                              <a:gd name="T13" fmla="*/ 30 h 242"/>
                              <a:gd name="T14" fmla="*/ 267 w 283"/>
                              <a:gd name="T15" fmla="*/ 35 h 242"/>
                              <a:gd name="T16" fmla="*/ 266 w 283"/>
                              <a:gd name="T17" fmla="*/ 40 h 242"/>
                              <a:gd name="T18" fmla="*/ 265 w 283"/>
                              <a:gd name="T19" fmla="*/ 45 h 242"/>
                              <a:gd name="T20" fmla="*/ 262 w 283"/>
                              <a:gd name="T21" fmla="*/ 49 h 242"/>
                              <a:gd name="T22" fmla="*/ 261 w 283"/>
                              <a:gd name="T23" fmla="*/ 53 h 242"/>
                              <a:gd name="T24" fmla="*/ 260 w 283"/>
                              <a:gd name="T25" fmla="*/ 58 h 242"/>
                              <a:gd name="T26" fmla="*/ 259 w 283"/>
                              <a:gd name="T27" fmla="*/ 63 h 242"/>
                              <a:gd name="T28" fmla="*/ 258 w 283"/>
                              <a:gd name="T29" fmla="*/ 67 h 242"/>
                              <a:gd name="T30" fmla="*/ 256 w 283"/>
                              <a:gd name="T31" fmla="*/ 72 h 242"/>
                              <a:gd name="T32" fmla="*/ 256 w 283"/>
                              <a:gd name="T33" fmla="*/ 77 h 242"/>
                              <a:gd name="T34" fmla="*/ 255 w 283"/>
                              <a:gd name="T35" fmla="*/ 82 h 242"/>
                              <a:gd name="T36" fmla="*/ 254 w 283"/>
                              <a:gd name="T37" fmla="*/ 87 h 242"/>
                              <a:gd name="T38" fmla="*/ 254 w 283"/>
                              <a:gd name="T39" fmla="*/ 91 h 242"/>
                              <a:gd name="T40" fmla="*/ 253 w 283"/>
                              <a:gd name="T41" fmla="*/ 96 h 242"/>
                              <a:gd name="T42" fmla="*/ 253 w 283"/>
                              <a:gd name="T43" fmla="*/ 101 h 242"/>
                              <a:gd name="T44" fmla="*/ 253 w 283"/>
                              <a:gd name="T45" fmla="*/ 106 h 242"/>
                              <a:gd name="T46" fmla="*/ 253 w 283"/>
                              <a:gd name="T47" fmla="*/ 111 h 242"/>
                              <a:gd name="T48" fmla="*/ 253 w 283"/>
                              <a:gd name="T49" fmla="*/ 115 h 242"/>
                              <a:gd name="T50" fmla="*/ 252 w 283"/>
                              <a:gd name="T51" fmla="*/ 120 h 242"/>
                              <a:gd name="T52" fmla="*/ 252 w 283"/>
                              <a:gd name="T53" fmla="*/ 124 h 242"/>
                              <a:gd name="T54" fmla="*/ 253 w 283"/>
                              <a:gd name="T55" fmla="*/ 129 h 242"/>
                              <a:gd name="T56" fmla="*/ 253 w 283"/>
                              <a:gd name="T57" fmla="*/ 133 h 242"/>
                              <a:gd name="T58" fmla="*/ 253 w 283"/>
                              <a:gd name="T59" fmla="*/ 138 h 242"/>
                              <a:gd name="T60" fmla="*/ 253 w 283"/>
                              <a:gd name="T61" fmla="*/ 143 h 242"/>
                              <a:gd name="T62" fmla="*/ 254 w 283"/>
                              <a:gd name="T63" fmla="*/ 148 h 242"/>
                              <a:gd name="T64" fmla="*/ 254 w 283"/>
                              <a:gd name="T65" fmla="*/ 153 h 242"/>
                              <a:gd name="T66" fmla="*/ 255 w 283"/>
                              <a:gd name="T67" fmla="*/ 157 h 242"/>
                              <a:gd name="T68" fmla="*/ 255 w 283"/>
                              <a:gd name="T69" fmla="*/ 162 h 242"/>
                              <a:gd name="T70" fmla="*/ 256 w 283"/>
                              <a:gd name="T71" fmla="*/ 167 h 242"/>
                              <a:gd name="T72" fmla="*/ 258 w 283"/>
                              <a:gd name="T73" fmla="*/ 172 h 242"/>
                              <a:gd name="T74" fmla="*/ 259 w 283"/>
                              <a:gd name="T75" fmla="*/ 177 h 242"/>
                              <a:gd name="T76" fmla="*/ 260 w 283"/>
                              <a:gd name="T77" fmla="*/ 181 h 242"/>
                              <a:gd name="T78" fmla="*/ 261 w 283"/>
                              <a:gd name="T79" fmla="*/ 186 h 242"/>
                              <a:gd name="T80" fmla="*/ 262 w 283"/>
                              <a:gd name="T81" fmla="*/ 190 h 242"/>
                              <a:gd name="T82" fmla="*/ 264 w 283"/>
                              <a:gd name="T83" fmla="*/ 195 h 242"/>
                              <a:gd name="T84" fmla="*/ 265 w 283"/>
                              <a:gd name="T85" fmla="*/ 199 h 242"/>
                              <a:gd name="T86" fmla="*/ 267 w 283"/>
                              <a:gd name="T87" fmla="*/ 204 h 242"/>
                              <a:gd name="T88" fmla="*/ 268 w 283"/>
                              <a:gd name="T89" fmla="*/ 209 h 242"/>
                              <a:gd name="T90" fmla="*/ 271 w 283"/>
                              <a:gd name="T91" fmla="*/ 214 h 242"/>
                              <a:gd name="T92" fmla="*/ 272 w 283"/>
                              <a:gd name="T93" fmla="*/ 219 h 242"/>
                              <a:gd name="T94" fmla="*/ 274 w 283"/>
                              <a:gd name="T95" fmla="*/ 223 h 242"/>
                              <a:gd name="T96" fmla="*/ 276 w 283"/>
                              <a:gd name="T97" fmla="*/ 228 h 242"/>
                              <a:gd name="T98" fmla="*/ 278 w 283"/>
                              <a:gd name="T99" fmla="*/ 233 h 242"/>
                              <a:gd name="T100" fmla="*/ 280 w 283"/>
                              <a:gd name="T101" fmla="*/ 238 h 242"/>
                              <a:gd name="T102" fmla="*/ 0 w 283"/>
                              <a:gd name="T103" fmla="*/ 12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3" h="242">
                                <a:moveTo>
                                  <a:pt x="0" y="120"/>
                                </a:moveTo>
                                <a:lnTo>
                                  <a:pt x="283" y="0"/>
                                </a:lnTo>
                                <a:lnTo>
                                  <a:pt x="282" y="0"/>
                                </a:lnTo>
                                <a:lnTo>
                                  <a:pt x="282" y="1"/>
                                </a:lnTo>
                                <a:lnTo>
                                  <a:pt x="280" y="3"/>
                                </a:lnTo>
                                <a:lnTo>
                                  <a:pt x="280" y="4"/>
                                </a:lnTo>
                                <a:lnTo>
                                  <a:pt x="280" y="5"/>
                                </a:lnTo>
                                <a:lnTo>
                                  <a:pt x="279" y="5"/>
                                </a:lnTo>
                                <a:lnTo>
                                  <a:pt x="279" y="6"/>
                                </a:lnTo>
                                <a:lnTo>
                                  <a:pt x="279" y="7"/>
                                </a:lnTo>
                                <a:lnTo>
                                  <a:pt x="278" y="9"/>
                                </a:lnTo>
                                <a:lnTo>
                                  <a:pt x="278" y="10"/>
                                </a:lnTo>
                                <a:lnTo>
                                  <a:pt x="277" y="10"/>
                                </a:lnTo>
                                <a:lnTo>
                                  <a:pt x="277" y="11"/>
                                </a:lnTo>
                                <a:lnTo>
                                  <a:pt x="277" y="12"/>
                                </a:lnTo>
                                <a:lnTo>
                                  <a:pt x="276" y="13"/>
                                </a:lnTo>
                                <a:lnTo>
                                  <a:pt x="276" y="15"/>
                                </a:lnTo>
                                <a:lnTo>
                                  <a:pt x="274" y="16"/>
                                </a:lnTo>
                                <a:lnTo>
                                  <a:pt x="274" y="17"/>
                                </a:lnTo>
                                <a:lnTo>
                                  <a:pt x="274" y="18"/>
                                </a:lnTo>
                                <a:lnTo>
                                  <a:pt x="273" y="18"/>
                                </a:lnTo>
                                <a:lnTo>
                                  <a:pt x="273" y="19"/>
                                </a:lnTo>
                                <a:lnTo>
                                  <a:pt x="273" y="21"/>
                                </a:lnTo>
                                <a:lnTo>
                                  <a:pt x="272" y="22"/>
                                </a:lnTo>
                                <a:lnTo>
                                  <a:pt x="272" y="23"/>
                                </a:lnTo>
                                <a:lnTo>
                                  <a:pt x="271" y="24"/>
                                </a:lnTo>
                                <a:lnTo>
                                  <a:pt x="271" y="25"/>
                                </a:lnTo>
                                <a:lnTo>
                                  <a:pt x="271" y="27"/>
                                </a:lnTo>
                                <a:lnTo>
                                  <a:pt x="270" y="28"/>
                                </a:lnTo>
                                <a:lnTo>
                                  <a:pt x="270" y="29"/>
                                </a:lnTo>
                                <a:lnTo>
                                  <a:pt x="270" y="30"/>
                                </a:lnTo>
                                <a:lnTo>
                                  <a:pt x="268" y="31"/>
                                </a:lnTo>
                                <a:lnTo>
                                  <a:pt x="268" y="33"/>
                                </a:lnTo>
                                <a:lnTo>
                                  <a:pt x="267" y="34"/>
                                </a:lnTo>
                                <a:lnTo>
                                  <a:pt x="267" y="35"/>
                                </a:lnTo>
                                <a:lnTo>
                                  <a:pt x="267" y="36"/>
                                </a:lnTo>
                                <a:lnTo>
                                  <a:pt x="266" y="37"/>
                                </a:lnTo>
                                <a:lnTo>
                                  <a:pt x="266" y="39"/>
                                </a:lnTo>
                                <a:lnTo>
                                  <a:pt x="266" y="40"/>
                                </a:lnTo>
                                <a:lnTo>
                                  <a:pt x="265" y="41"/>
                                </a:lnTo>
                                <a:lnTo>
                                  <a:pt x="265" y="42"/>
                                </a:lnTo>
                                <a:lnTo>
                                  <a:pt x="265" y="43"/>
                                </a:lnTo>
                                <a:lnTo>
                                  <a:pt x="265" y="45"/>
                                </a:lnTo>
                                <a:lnTo>
                                  <a:pt x="264" y="45"/>
                                </a:lnTo>
                                <a:lnTo>
                                  <a:pt x="264" y="46"/>
                                </a:lnTo>
                                <a:lnTo>
                                  <a:pt x="264" y="47"/>
                                </a:lnTo>
                                <a:lnTo>
                                  <a:pt x="264" y="48"/>
                                </a:lnTo>
                                <a:lnTo>
                                  <a:pt x="262" y="49"/>
                                </a:lnTo>
                                <a:lnTo>
                                  <a:pt x="262" y="51"/>
                                </a:lnTo>
                                <a:lnTo>
                                  <a:pt x="262" y="52"/>
                                </a:lnTo>
                                <a:lnTo>
                                  <a:pt x="261" y="53"/>
                                </a:lnTo>
                                <a:lnTo>
                                  <a:pt x="261" y="54"/>
                                </a:lnTo>
                                <a:lnTo>
                                  <a:pt x="261" y="55"/>
                                </a:lnTo>
                                <a:lnTo>
                                  <a:pt x="261" y="57"/>
                                </a:lnTo>
                                <a:lnTo>
                                  <a:pt x="260" y="58"/>
                                </a:lnTo>
                                <a:lnTo>
                                  <a:pt x="260" y="59"/>
                                </a:lnTo>
                                <a:lnTo>
                                  <a:pt x="260" y="60"/>
                                </a:lnTo>
                                <a:lnTo>
                                  <a:pt x="260" y="61"/>
                                </a:lnTo>
                                <a:lnTo>
                                  <a:pt x="259" y="63"/>
                                </a:lnTo>
                                <a:lnTo>
                                  <a:pt x="259" y="64"/>
                                </a:lnTo>
                                <a:lnTo>
                                  <a:pt x="259" y="65"/>
                                </a:lnTo>
                                <a:lnTo>
                                  <a:pt x="259" y="66"/>
                                </a:lnTo>
                                <a:lnTo>
                                  <a:pt x="258" y="66"/>
                                </a:lnTo>
                                <a:lnTo>
                                  <a:pt x="258" y="67"/>
                                </a:lnTo>
                                <a:lnTo>
                                  <a:pt x="258" y="69"/>
                                </a:lnTo>
                                <a:lnTo>
                                  <a:pt x="258" y="70"/>
                                </a:lnTo>
                                <a:lnTo>
                                  <a:pt x="258" y="71"/>
                                </a:lnTo>
                                <a:lnTo>
                                  <a:pt x="256" y="72"/>
                                </a:lnTo>
                                <a:lnTo>
                                  <a:pt x="256" y="73"/>
                                </a:lnTo>
                                <a:lnTo>
                                  <a:pt x="256" y="75"/>
                                </a:lnTo>
                                <a:lnTo>
                                  <a:pt x="256" y="76"/>
                                </a:lnTo>
                                <a:lnTo>
                                  <a:pt x="256" y="77"/>
                                </a:lnTo>
                                <a:lnTo>
                                  <a:pt x="256" y="78"/>
                                </a:lnTo>
                                <a:lnTo>
                                  <a:pt x="255" y="79"/>
                                </a:lnTo>
                                <a:lnTo>
                                  <a:pt x="255" y="81"/>
                                </a:lnTo>
                                <a:lnTo>
                                  <a:pt x="255" y="82"/>
                                </a:lnTo>
                                <a:lnTo>
                                  <a:pt x="255" y="83"/>
                                </a:lnTo>
                                <a:lnTo>
                                  <a:pt x="255" y="84"/>
                                </a:lnTo>
                                <a:lnTo>
                                  <a:pt x="255" y="85"/>
                                </a:lnTo>
                                <a:lnTo>
                                  <a:pt x="254" y="87"/>
                                </a:lnTo>
                                <a:lnTo>
                                  <a:pt x="254" y="88"/>
                                </a:lnTo>
                                <a:lnTo>
                                  <a:pt x="254" y="89"/>
                                </a:lnTo>
                                <a:lnTo>
                                  <a:pt x="254" y="90"/>
                                </a:lnTo>
                                <a:lnTo>
                                  <a:pt x="254" y="91"/>
                                </a:lnTo>
                                <a:lnTo>
                                  <a:pt x="254" y="93"/>
                                </a:lnTo>
                                <a:lnTo>
                                  <a:pt x="254" y="94"/>
                                </a:lnTo>
                                <a:lnTo>
                                  <a:pt x="254" y="95"/>
                                </a:lnTo>
                                <a:lnTo>
                                  <a:pt x="253" y="96"/>
                                </a:lnTo>
                                <a:lnTo>
                                  <a:pt x="253" y="97"/>
                                </a:lnTo>
                                <a:lnTo>
                                  <a:pt x="253" y="99"/>
                                </a:lnTo>
                                <a:lnTo>
                                  <a:pt x="253" y="100"/>
                                </a:lnTo>
                                <a:lnTo>
                                  <a:pt x="253" y="101"/>
                                </a:lnTo>
                                <a:lnTo>
                                  <a:pt x="253" y="102"/>
                                </a:lnTo>
                                <a:lnTo>
                                  <a:pt x="253" y="103"/>
                                </a:lnTo>
                                <a:lnTo>
                                  <a:pt x="253" y="105"/>
                                </a:lnTo>
                                <a:lnTo>
                                  <a:pt x="253" y="106"/>
                                </a:lnTo>
                                <a:lnTo>
                                  <a:pt x="253" y="107"/>
                                </a:lnTo>
                                <a:lnTo>
                                  <a:pt x="253" y="108"/>
                                </a:lnTo>
                                <a:lnTo>
                                  <a:pt x="253" y="109"/>
                                </a:lnTo>
                                <a:lnTo>
                                  <a:pt x="253" y="111"/>
                                </a:lnTo>
                                <a:lnTo>
                                  <a:pt x="253" y="112"/>
                                </a:lnTo>
                                <a:lnTo>
                                  <a:pt x="253" y="113"/>
                                </a:lnTo>
                                <a:lnTo>
                                  <a:pt x="253" y="114"/>
                                </a:lnTo>
                                <a:lnTo>
                                  <a:pt x="253" y="115"/>
                                </a:lnTo>
                                <a:lnTo>
                                  <a:pt x="252" y="115"/>
                                </a:lnTo>
                                <a:lnTo>
                                  <a:pt x="252" y="117"/>
                                </a:lnTo>
                                <a:lnTo>
                                  <a:pt x="252" y="118"/>
                                </a:lnTo>
                                <a:lnTo>
                                  <a:pt x="252" y="119"/>
                                </a:lnTo>
                                <a:lnTo>
                                  <a:pt x="252" y="120"/>
                                </a:lnTo>
                                <a:lnTo>
                                  <a:pt x="252" y="121"/>
                                </a:lnTo>
                                <a:lnTo>
                                  <a:pt x="252" y="123"/>
                                </a:lnTo>
                                <a:lnTo>
                                  <a:pt x="252" y="124"/>
                                </a:lnTo>
                                <a:lnTo>
                                  <a:pt x="252" y="125"/>
                                </a:lnTo>
                                <a:lnTo>
                                  <a:pt x="253" y="126"/>
                                </a:lnTo>
                                <a:lnTo>
                                  <a:pt x="253" y="127"/>
                                </a:lnTo>
                                <a:lnTo>
                                  <a:pt x="253" y="129"/>
                                </a:lnTo>
                                <a:lnTo>
                                  <a:pt x="253" y="130"/>
                                </a:lnTo>
                                <a:lnTo>
                                  <a:pt x="253" y="131"/>
                                </a:lnTo>
                                <a:lnTo>
                                  <a:pt x="253" y="132"/>
                                </a:lnTo>
                                <a:lnTo>
                                  <a:pt x="253" y="133"/>
                                </a:lnTo>
                                <a:lnTo>
                                  <a:pt x="253" y="135"/>
                                </a:lnTo>
                                <a:lnTo>
                                  <a:pt x="253" y="136"/>
                                </a:lnTo>
                                <a:lnTo>
                                  <a:pt x="253" y="137"/>
                                </a:lnTo>
                                <a:lnTo>
                                  <a:pt x="253" y="138"/>
                                </a:lnTo>
                                <a:lnTo>
                                  <a:pt x="253" y="139"/>
                                </a:lnTo>
                                <a:lnTo>
                                  <a:pt x="253" y="141"/>
                                </a:lnTo>
                                <a:lnTo>
                                  <a:pt x="253" y="142"/>
                                </a:lnTo>
                                <a:lnTo>
                                  <a:pt x="253" y="143"/>
                                </a:lnTo>
                                <a:lnTo>
                                  <a:pt x="253" y="144"/>
                                </a:lnTo>
                                <a:lnTo>
                                  <a:pt x="253" y="145"/>
                                </a:lnTo>
                                <a:lnTo>
                                  <a:pt x="254" y="147"/>
                                </a:lnTo>
                                <a:lnTo>
                                  <a:pt x="254" y="148"/>
                                </a:lnTo>
                                <a:lnTo>
                                  <a:pt x="254" y="149"/>
                                </a:lnTo>
                                <a:lnTo>
                                  <a:pt x="254" y="150"/>
                                </a:lnTo>
                                <a:lnTo>
                                  <a:pt x="254" y="151"/>
                                </a:lnTo>
                                <a:lnTo>
                                  <a:pt x="254" y="153"/>
                                </a:lnTo>
                                <a:lnTo>
                                  <a:pt x="254" y="154"/>
                                </a:lnTo>
                                <a:lnTo>
                                  <a:pt x="254" y="155"/>
                                </a:lnTo>
                                <a:lnTo>
                                  <a:pt x="255" y="155"/>
                                </a:lnTo>
                                <a:lnTo>
                                  <a:pt x="255" y="156"/>
                                </a:lnTo>
                                <a:lnTo>
                                  <a:pt x="255" y="157"/>
                                </a:lnTo>
                                <a:lnTo>
                                  <a:pt x="255" y="159"/>
                                </a:lnTo>
                                <a:lnTo>
                                  <a:pt x="255" y="160"/>
                                </a:lnTo>
                                <a:lnTo>
                                  <a:pt x="255" y="161"/>
                                </a:lnTo>
                                <a:lnTo>
                                  <a:pt x="255" y="162"/>
                                </a:lnTo>
                                <a:lnTo>
                                  <a:pt x="256" y="163"/>
                                </a:lnTo>
                                <a:lnTo>
                                  <a:pt x="256" y="165"/>
                                </a:lnTo>
                                <a:lnTo>
                                  <a:pt x="256" y="166"/>
                                </a:lnTo>
                                <a:lnTo>
                                  <a:pt x="256" y="167"/>
                                </a:lnTo>
                                <a:lnTo>
                                  <a:pt x="256" y="168"/>
                                </a:lnTo>
                                <a:lnTo>
                                  <a:pt x="258" y="169"/>
                                </a:lnTo>
                                <a:lnTo>
                                  <a:pt x="258" y="171"/>
                                </a:lnTo>
                                <a:lnTo>
                                  <a:pt x="258" y="172"/>
                                </a:lnTo>
                                <a:lnTo>
                                  <a:pt x="258" y="173"/>
                                </a:lnTo>
                                <a:lnTo>
                                  <a:pt x="258" y="174"/>
                                </a:lnTo>
                                <a:lnTo>
                                  <a:pt x="259" y="175"/>
                                </a:lnTo>
                                <a:lnTo>
                                  <a:pt x="259" y="177"/>
                                </a:lnTo>
                                <a:lnTo>
                                  <a:pt x="259" y="178"/>
                                </a:lnTo>
                                <a:lnTo>
                                  <a:pt x="259" y="179"/>
                                </a:lnTo>
                                <a:lnTo>
                                  <a:pt x="260" y="180"/>
                                </a:lnTo>
                                <a:lnTo>
                                  <a:pt x="260" y="181"/>
                                </a:lnTo>
                                <a:lnTo>
                                  <a:pt x="260" y="183"/>
                                </a:lnTo>
                                <a:lnTo>
                                  <a:pt x="260" y="184"/>
                                </a:lnTo>
                                <a:lnTo>
                                  <a:pt x="261" y="185"/>
                                </a:lnTo>
                                <a:lnTo>
                                  <a:pt x="261" y="186"/>
                                </a:lnTo>
                                <a:lnTo>
                                  <a:pt x="261" y="187"/>
                                </a:lnTo>
                                <a:lnTo>
                                  <a:pt x="261" y="189"/>
                                </a:lnTo>
                                <a:lnTo>
                                  <a:pt x="262" y="190"/>
                                </a:lnTo>
                                <a:lnTo>
                                  <a:pt x="262" y="191"/>
                                </a:lnTo>
                                <a:lnTo>
                                  <a:pt x="262" y="192"/>
                                </a:lnTo>
                                <a:lnTo>
                                  <a:pt x="264" y="193"/>
                                </a:lnTo>
                                <a:lnTo>
                                  <a:pt x="264" y="195"/>
                                </a:lnTo>
                                <a:lnTo>
                                  <a:pt x="264" y="196"/>
                                </a:lnTo>
                                <a:lnTo>
                                  <a:pt x="265" y="197"/>
                                </a:lnTo>
                                <a:lnTo>
                                  <a:pt x="265" y="198"/>
                                </a:lnTo>
                                <a:lnTo>
                                  <a:pt x="265" y="199"/>
                                </a:lnTo>
                                <a:lnTo>
                                  <a:pt x="266" y="201"/>
                                </a:lnTo>
                                <a:lnTo>
                                  <a:pt x="266" y="202"/>
                                </a:lnTo>
                                <a:lnTo>
                                  <a:pt x="266" y="203"/>
                                </a:lnTo>
                                <a:lnTo>
                                  <a:pt x="266" y="204"/>
                                </a:lnTo>
                                <a:lnTo>
                                  <a:pt x="267" y="204"/>
                                </a:lnTo>
                                <a:lnTo>
                                  <a:pt x="267" y="205"/>
                                </a:lnTo>
                                <a:lnTo>
                                  <a:pt x="267" y="207"/>
                                </a:lnTo>
                                <a:lnTo>
                                  <a:pt x="267" y="208"/>
                                </a:lnTo>
                                <a:lnTo>
                                  <a:pt x="268" y="208"/>
                                </a:lnTo>
                                <a:lnTo>
                                  <a:pt x="268" y="209"/>
                                </a:lnTo>
                                <a:lnTo>
                                  <a:pt x="268" y="210"/>
                                </a:lnTo>
                                <a:lnTo>
                                  <a:pt x="270" y="211"/>
                                </a:lnTo>
                                <a:lnTo>
                                  <a:pt x="270" y="213"/>
                                </a:lnTo>
                                <a:lnTo>
                                  <a:pt x="271" y="214"/>
                                </a:lnTo>
                                <a:lnTo>
                                  <a:pt x="271" y="215"/>
                                </a:lnTo>
                                <a:lnTo>
                                  <a:pt x="271" y="216"/>
                                </a:lnTo>
                                <a:lnTo>
                                  <a:pt x="271" y="217"/>
                                </a:lnTo>
                                <a:lnTo>
                                  <a:pt x="272" y="217"/>
                                </a:lnTo>
                                <a:lnTo>
                                  <a:pt x="272" y="219"/>
                                </a:lnTo>
                                <a:lnTo>
                                  <a:pt x="272" y="220"/>
                                </a:lnTo>
                                <a:lnTo>
                                  <a:pt x="273" y="221"/>
                                </a:lnTo>
                                <a:lnTo>
                                  <a:pt x="273" y="222"/>
                                </a:lnTo>
                                <a:lnTo>
                                  <a:pt x="274" y="223"/>
                                </a:lnTo>
                                <a:lnTo>
                                  <a:pt x="274" y="225"/>
                                </a:lnTo>
                                <a:lnTo>
                                  <a:pt x="274" y="226"/>
                                </a:lnTo>
                                <a:lnTo>
                                  <a:pt x="276" y="226"/>
                                </a:lnTo>
                                <a:lnTo>
                                  <a:pt x="276" y="227"/>
                                </a:lnTo>
                                <a:lnTo>
                                  <a:pt x="276" y="228"/>
                                </a:lnTo>
                                <a:lnTo>
                                  <a:pt x="277" y="229"/>
                                </a:lnTo>
                                <a:lnTo>
                                  <a:pt x="277" y="231"/>
                                </a:lnTo>
                                <a:lnTo>
                                  <a:pt x="278" y="232"/>
                                </a:lnTo>
                                <a:lnTo>
                                  <a:pt x="278" y="233"/>
                                </a:lnTo>
                                <a:lnTo>
                                  <a:pt x="279" y="234"/>
                                </a:lnTo>
                                <a:lnTo>
                                  <a:pt x="279" y="236"/>
                                </a:lnTo>
                                <a:lnTo>
                                  <a:pt x="280" y="237"/>
                                </a:lnTo>
                                <a:lnTo>
                                  <a:pt x="280" y="238"/>
                                </a:lnTo>
                                <a:lnTo>
                                  <a:pt x="280" y="239"/>
                                </a:lnTo>
                                <a:lnTo>
                                  <a:pt x="282" y="239"/>
                                </a:lnTo>
                                <a:lnTo>
                                  <a:pt x="282" y="240"/>
                                </a:lnTo>
                                <a:lnTo>
                                  <a:pt x="283" y="242"/>
                                </a:lnTo>
                                <a:lnTo>
                                  <a:pt x="0"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Rectangle 191"/>
                        <wps:cNvSpPr>
                          <a:spLocks noChangeArrowheads="1"/>
                        </wps:cNvSpPr>
                        <wps:spPr bwMode="auto">
                          <a:xfrm>
                            <a:off x="3823970" y="292100"/>
                            <a:ext cx="143383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Freeform 192"/>
                        <wps:cNvSpPr>
                          <a:spLocks/>
                        </wps:cNvSpPr>
                        <wps:spPr bwMode="auto">
                          <a:xfrm>
                            <a:off x="5252085" y="257175"/>
                            <a:ext cx="89535" cy="76835"/>
                          </a:xfrm>
                          <a:custGeom>
                            <a:avLst/>
                            <a:gdLst>
                              <a:gd name="T0" fmla="*/ 1 w 282"/>
                              <a:gd name="T1" fmla="*/ 1 h 242"/>
                              <a:gd name="T2" fmla="*/ 4 w 282"/>
                              <a:gd name="T3" fmla="*/ 6 h 242"/>
                              <a:gd name="T4" fmla="*/ 6 w 282"/>
                              <a:gd name="T5" fmla="*/ 11 h 242"/>
                              <a:gd name="T6" fmla="*/ 8 w 282"/>
                              <a:gd name="T7" fmla="*/ 16 h 242"/>
                              <a:gd name="T8" fmla="*/ 10 w 282"/>
                              <a:gd name="T9" fmla="*/ 21 h 242"/>
                              <a:gd name="T10" fmla="*/ 12 w 282"/>
                              <a:gd name="T11" fmla="*/ 25 h 242"/>
                              <a:gd name="T12" fmla="*/ 13 w 282"/>
                              <a:gd name="T13" fmla="*/ 30 h 242"/>
                              <a:gd name="T14" fmla="*/ 16 w 282"/>
                              <a:gd name="T15" fmla="*/ 35 h 242"/>
                              <a:gd name="T16" fmla="*/ 17 w 282"/>
                              <a:gd name="T17" fmla="*/ 40 h 242"/>
                              <a:gd name="T18" fmla="*/ 18 w 282"/>
                              <a:gd name="T19" fmla="*/ 45 h 242"/>
                              <a:gd name="T20" fmla="*/ 20 w 282"/>
                              <a:gd name="T21" fmla="*/ 49 h 242"/>
                              <a:gd name="T22" fmla="*/ 22 w 282"/>
                              <a:gd name="T23" fmla="*/ 53 h 242"/>
                              <a:gd name="T24" fmla="*/ 23 w 282"/>
                              <a:gd name="T25" fmla="*/ 58 h 242"/>
                              <a:gd name="T26" fmla="*/ 24 w 282"/>
                              <a:gd name="T27" fmla="*/ 63 h 242"/>
                              <a:gd name="T28" fmla="*/ 25 w 282"/>
                              <a:gd name="T29" fmla="*/ 67 h 242"/>
                              <a:gd name="T30" fmla="*/ 26 w 282"/>
                              <a:gd name="T31" fmla="*/ 72 h 242"/>
                              <a:gd name="T32" fmla="*/ 26 w 282"/>
                              <a:gd name="T33" fmla="*/ 77 h 242"/>
                              <a:gd name="T34" fmla="*/ 28 w 282"/>
                              <a:gd name="T35" fmla="*/ 82 h 242"/>
                              <a:gd name="T36" fmla="*/ 29 w 282"/>
                              <a:gd name="T37" fmla="*/ 87 h 242"/>
                              <a:gd name="T38" fmla="*/ 29 w 282"/>
                              <a:gd name="T39" fmla="*/ 91 h 242"/>
                              <a:gd name="T40" fmla="*/ 30 w 282"/>
                              <a:gd name="T41" fmla="*/ 96 h 242"/>
                              <a:gd name="T42" fmla="*/ 30 w 282"/>
                              <a:gd name="T43" fmla="*/ 101 h 242"/>
                              <a:gd name="T44" fmla="*/ 30 w 282"/>
                              <a:gd name="T45" fmla="*/ 106 h 242"/>
                              <a:gd name="T46" fmla="*/ 30 w 282"/>
                              <a:gd name="T47" fmla="*/ 111 h 242"/>
                              <a:gd name="T48" fmla="*/ 31 w 282"/>
                              <a:gd name="T49" fmla="*/ 115 h 242"/>
                              <a:gd name="T50" fmla="*/ 31 w 282"/>
                              <a:gd name="T51" fmla="*/ 120 h 242"/>
                              <a:gd name="T52" fmla="*/ 31 w 282"/>
                              <a:gd name="T53" fmla="*/ 124 h 242"/>
                              <a:gd name="T54" fmla="*/ 30 w 282"/>
                              <a:gd name="T55" fmla="*/ 129 h 242"/>
                              <a:gd name="T56" fmla="*/ 30 w 282"/>
                              <a:gd name="T57" fmla="*/ 133 h 242"/>
                              <a:gd name="T58" fmla="*/ 30 w 282"/>
                              <a:gd name="T59" fmla="*/ 138 h 242"/>
                              <a:gd name="T60" fmla="*/ 30 w 282"/>
                              <a:gd name="T61" fmla="*/ 143 h 242"/>
                              <a:gd name="T62" fmla="*/ 29 w 282"/>
                              <a:gd name="T63" fmla="*/ 148 h 242"/>
                              <a:gd name="T64" fmla="*/ 29 w 282"/>
                              <a:gd name="T65" fmla="*/ 153 h 242"/>
                              <a:gd name="T66" fmla="*/ 28 w 282"/>
                              <a:gd name="T67" fmla="*/ 157 h 242"/>
                              <a:gd name="T68" fmla="*/ 28 w 282"/>
                              <a:gd name="T69" fmla="*/ 162 h 242"/>
                              <a:gd name="T70" fmla="*/ 26 w 282"/>
                              <a:gd name="T71" fmla="*/ 167 h 242"/>
                              <a:gd name="T72" fmla="*/ 25 w 282"/>
                              <a:gd name="T73" fmla="*/ 172 h 242"/>
                              <a:gd name="T74" fmla="*/ 24 w 282"/>
                              <a:gd name="T75" fmla="*/ 177 h 242"/>
                              <a:gd name="T76" fmla="*/ 23 w 282"/>
                              <a:gd name="T77" fmla="*/ 181 h 242"/>
                              <a:gd name="T78" fmla="*/ 22 w 282"/>
                              <a:gd name="T79" fmla="*/ 186 h 242"/>
                              <a:gd name="T80" fmla="*/ 20 w 282"/>
                              <a:gd name="T81" fmla="*/ 190 h 242"/>
                              <a:gd name="T82" fmla="*/ 19 w 282"/>
                              <a:gd name="T83" fmla="*/ 195 h 242"/>
                              <a:gd name="T84" fmla="*/ 18 w 282"/>
                              <a:gd name="T85" fmla="*/ 199 h 242"/>
                              <a:gd name="T86" fmla="*/ 16 w 282"/>
                              <a:gd name="T87" fmla="*/ 204 h 242"/>
                              <a:gd name="T88" fmla="*/ 14 w 282"/>
                              <a:gd name="T89" fmla="*/ 209 h 242"/>
                              <a:gd name="T90" fmla="*/ 13 w 282"/>
                              <a:gd name="T91" fmla="*/ 214 h 242"/>
                              <a:gd name="T92" fmla="*/ 11 w 282"/>
                              <a:gd name="T93" fmla="*/ 219 h 242"/>
                              <a:gd name="T94" fmla="*/ 8 w 282"/>
                              <a:gd name="T95" fmla="*/ 223 h 242"/>
                              <a:gd name="T96" fmla="*/ 7 w 282"/>
                              <a:gd name="T97" fmla="*/ 228 h 242"/>
                              <a:gd name="T98" fmla="*/ 5 w 282"/>
                              <a:gd name="T99" fmla="*/ 233 h 242"/>
                              <a:gd name="T100" fmla="*/ 2 w 282"/>
                              <a:gd name="T101" fmla="*/ 238 h 242"/>
                              <a:gd name="T102" fmla="*/ 282 w 282"/>
                              <a:gd name="T103" fmla="*/ 12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2" h="242">
                                <a:moveTo>
                                  <a:pt x="282" y="120"/>
                                </a:moveTo>
                                <a:lnTo>
                                  <a:pt x="0" y="0"/>
                                </a:lnTo>
                                <a:lnTo>
                                  <a:pt x="1" y="0"/>
                                </a:lnTo>
                                <a:lnTo>
                                  <a:pt x="1" y="1"/>
                                </a:lnTo>
                                <a:lnTo>
                                  <a:pt x="2" y="3"/>
                                </a:lnTo>
                                <a:lnTo>
                                  <a:pt x="2" y="4"/>
                                </a:lnTo>
                                <a:lnTo>
                                  <a:pt x="2" y="5"/>
                                </a:lnTo>
                                <a:lnTo>
                                  <a:pt x="4" y="5"/>
                                </a:lnTo>
                                <a:lnTo>
                                  <a:pt x="4" y="6"/>
                                </a:lnTo>
                                <a:lnTo>
                                  <a:pt x="4" y="7"/>
                                </a:lnTo>
                                <a:lnTo>
                                  <a:pt x="5" y="9"/>
                                </a:lnTo>
                                <a:lnTo>
                                  <a:pt x="5" y="10"/>
                                </a:lnTo>
                                <a:lnTo>
                                  <a:pt x="6" y="10"/>
                                </a:lnTo>
                                <a:lnTo>
                                  <a:pt x="6" y="11"/>
                                </a:lnTo>
                                <a:lnTo>
                                  <a:pt x="6" y="12"/>
                                </a:lnTo>
                                <a:lnTo>
                                  <a:pt x="7" y="13"/>
                                </a:lnTo>
                                <a:lnTo>
                                  <a:pt x="7" y="15"/>
                                </a:lnTo>
                                <a:lnTo>
                                  <a:pt x="8" y="16"/>
                                </a:lnTo>
                                <a:lnTo>
                                  <a:pt x="8" y="17"/>
                                </a:lnTo>
                                <a:lnTo>
                                  <a:pt x="8" y="18"/>
                                </a:lnTo>
                                <a:lnTo>
                                  <a:pt x="10" y="18"/>
                                </a:lnTo>
                                <a:lnTo>
                                  <a:pt x="10" y="19"/>
                                </a:lnTo>
                                <a:lnTo>
                                  <a:pt x="10" y="21"/>
                                </a:lnTo>
                                <a:lnTo>
                                  <a:pt x="11" y="22"/>
                                </a:lnTo>
                                <a:lnTo>
                                  <a:pt x="11" y="23"/>
                                </a:lnTo>
                                <a:lnTo>
                                  <a:pt x="12" y="24"/>
                                </a:lnTo>
                                <a:lnTo>
                                  <a:pt x="12" y="25"/>
                                </a:lnTo>
                                <a:lnTo>
                                  <a:pt x="12" y="27"/>
                                </a:lnTo>
                                <a:lnTo>
                                  <a:pt x="13" y="27"/>
                                </a:lnTo>
                                <a:lnTo>
                                  <a:pt x="13" y="28"/>
                                </a:lnTo>
                                <a:lnTo>
                                  <a:pt x="13" y="29"/>
                                </a:lnTo>
                                <a:lnTo>
                                  <a:pt x="13" y="30"/>
                                </a:lnTo>
                                <a:lnTo>
                                  <a:pt x="14" y="31"/>
                                </a:lnTo>
                                <a:lnTo>
                                  <a:pt x="14" y="33"/>
                                </a:lnTo>
                                <a:lnTo>
                                  <a:pt x="16" y="34"/>
                                </a:lnTo>
                                <a:lnTo>
                                  <a:pt x="16" y="35"/>
                                </a:lnTo>
                                <a:lnTo>
                                  <a:pt x="16" y="36"/>
                                </a:lnTo>
                                <a:lnTo>
                                  <a:pt x="17" y="37"/>
                                </a:lnTo>
                                <a:lnTo>
                                  <a:pt x="17" y="39"/>
                                </a:lnTo>
                                <a:lnTo>
                                  <a:pt x="17" y="40"/>
                                </a:lnTo>
                                <a:lnTo>
                                  <a:pt x="18" y="41"/>
                                </a:lnTo>
                                <a:lnTo>
                                  <a:pt x="18" y="42"/>
                                </a:lnTo>
                                <a:lnTo>
                                  <a:pt x="18" y="43"/>
                                </a:lnTo>
                                <a:lnTo>
                                  <a:pt x="18" y="45"/>
                                </a:lnTo>
                                <a:lnTo>
                                  <a:pt x="19" y="45"/>
                                </a:lnTo>
                                <a:lnTo>
                                  <a:pt x="19" y="46"/>
                                </a:lnTo>
                                <a:lnTo>
                                  <a:pt x="19" y="47"/>
                                </a:lnTo>
                                <a:lnTo>
                                  <a:pt x="19" y="48"/>
                                </a:lnTo>
                                <a:lnTo>
                                  <a:pt x="20" y="49"/>
                                </a:lnTo>
                                <a:lnTo>
                                  <a:pt x="20" y="51"/>
                                </a:lnTo>
                                <a:lnTo>
                                  <a:pt x="20" y="52"/>
                                </a:lnTo>
                                <a:lnTo>
                                  <a:pt x="22" y="53"/>
                                </a:lnTo>
                                <a:lnTo>
                                  <a:pt x="22" y="54"/>
                                </a:lnTo>
                                <a:lnTo>
                                  <a:pt x="22" y="55"/>
                                </a:lnTo>
                                <a:lnTo>
                                  <a:pt x="22" y="57"/>
                                </a:lnTo>
                                <a:lnTo>
                                  <a:pt x="23" y="58"/>
                                </a:lnTo>
                                <a:lnTo>
                                  <a:pt x="23" y="59"/>
                                </a:lnTo>
                                <a:lnTo>
                                  <a:pt x="23" y="60"/>
                                </a:lnTo>
                                <a:lnTo>
                                  <a:pt x="23" y="61"/>
                                </a:lnTo>
                                <a:lnTo>
                                  <a:pt x="24" y="63"/>
                                </a:lnTo>
                                <a:lnTo>
                                  <a:pt x="24" y="64"/>
                                </a:lnTo>
                                <a:lnTo>
                                  <a:pt x="24" y="65"/>
                                </a:lnTo>
                                <a:lnTo>
                                  <a:pt x="24" y="66"/>
                                </a:lnTo>
                                <a:lnTo>
                                  <a:pt x="25" y="66"/>
                                </a:lnTo>
                                <a:lnTo>
                                  <a:pt x="25" y="67"/>
                                </a:lnTo>
                                <a:lnTo>
                                  <a:pt x="25" y="69"/>
                                </a:lnTo>
                                <a:lnTo>
                                  <a:pt x="25" y="70"/>
                                </a:lnTo>
                                <a:lnTo>
                                  <a:pt x="25" y="71"/>
                                </a:lnTo>
                                <a:lnTo>
                                  <a:pt x="26" y="72"/>
                                </a:lnTo>
                                <a:lnTo>
                                  <a:pt x="26" y="73"/>
                                </a:lnTo>
                                <a:lnTo>
                                  <a:pt x="26" y="75"/>
                                </a:lnTo>
                                <a:lnTo>
                                  <a:pt x="26" y="76"/>
                                </a:lnTo>
                                <a:lnTo>
                                  <a:pt x="26" y="77"/>
                                </a:lnTo>
                                <a:lnTo>
                                  <a:pt x="26" y="78"/>
                                </a:lnTo>
                                <a:lnTo>
                                  <a:pt x="28" y="79"/>
                                </a:lnTo>
                                <a:lnTo>
                                  <a:pt x="28" y="81"/>
                                </a:lnTo>
                                <a:lnTo>
                                  <a:pt x="28" y="82"/>
                                </a:lnTo>
                                <a:lnTo>
                                  <a:pt x="28" y="83"/>
                                </a:lnTo>
                                <a:lnTo>
                                  <a:pt x="28" y="84"/>
                                </a:lnTo>
                                <a:lnTo>
                                  <a:pt x="28" y="85"/>
                                </a:lnTo>
                                <a:lnTo>
                                  <a:pt x="29" y="87"/>
                                </a:lnTo>
                                <a:lnTo>
                                  <a:pt x="29" y="88"/>
                                </a:lnTo>
                                <a:lnTo>
                                  <a:pt x="29" y="89"/>
                                </a:lnTo>
                                <a:lnTo>
                                  <a:pt x="29" y="90"/>
                                </a:lnTo>
                                <a:lnTo>
                                  <a:pt x="29" y="91"/>
                                </a:lnTo>
                                <a:lnTo>
                                  <a:pt x="29" y="93"/>
                                </a:lnTo>
                                <a:lnTo>
                                  <a:pt x="29" y="94"/>
                                </a:lnTo>
                                <a:lnTo>
                                  <a:pt x="29" y="95"/>
                                </a:lnTo>
                                <a:lnTo>
                                  <a:pt x="30" y="96"/>
                                </a:lnTo>
                                <a:lnTo>
                                  <a:pt x="30" y="97"/>
                                </a:lnTo>
                                <a:lnTo>
                                  <a:pt x="30" y="99"/>
                                </a:lnTo>
                                <a:lnTo>
                                  <a:pt x="30" y="100"/>
                                </a:lnTo>
                                <a:lnTo>
                                  <a:pt x="30" y="101"/>
                                </a:lnTo>
                                <a:lnTo>
                                  <a:pt x="30" y="102"/>
                                </a:lnTo>
                                <a:lnTo>
                                  <a:pt x="30" y="103"/>
                                </a:lnTo>
                                <a:lnTo>
                                  <a:pt x="30" y="105"/>
                                </a:lnTo>
                                <a:lnTo>
                                  <a:pt x="30" y="106"/>
                                </a:lnTo>
                                <a:lnTo>
                                  <a:pt x="30" y="107"/>
                                </a:lnTo>
                                <a:lnTo>
                                  <a:pt x="30" y="108"/>
                                </a:lnTo>
                                <a:lnTo>
                                  <a:pt x="30" y="109"/>
                                </a:lnTo>
                                <a:lnTo>
                                  <a:pt x="30" y="111"/>
                                </a:lnTo>
                                <a:lnTo>
                                  <a:pt x="30" y="112"/>
                                </a:lnTo>
                                <a:lnTo>
                                  <a:pt x="30" y="113"/>
                                </a:lnTo>
                                <a:lnTo>
                                  <a:pt x="30" y="114"/>
                                </a:lnTo>
                                <a:lnTo>
                                  <a:pt x="31" y="115"/>
                                </a:lnTo>
                                <a:lnTo>
                                  <a:pt x="31" y="117"/>
                                </a:lnTo>
                                <a:lnTo>
                                  <a:pt x="31" y="118"/>
                                </a:lnTo>
                                <a:lnTo>
                                  <a:pt x="31" y="119"/>
                                </a:lnTo>
                                <a:lnTo>
                                  <a:pt x="31" y="120"/>
                                </a:lnTo>
                                <a:lnTo>
                                  <a:pt x="31" y="121"/>
                                </a:lnTo>
                                <a:lnTo>
                                  <a:pt x="31" y="123"/>
                                </a:lnTo>
                                <a:lnTo>
                                  <a:pt x="31" y="124"/>
                                </a:lnTo>
                                <a:lnTo>
                                  <a:pt x="31" y="125"/>
                                </a:lnTo>
                                <a:lnTo>
                                  <a:pt x="31" y="126"/>
                                </a:lnTo>
                                <a:lnTo>
                                  <a:pt x="30" y="127"/>
                                </a:lnTo>
                                <a:lnTo>
                                  <a:pt x="30" y="129"/>
                                </a:lnTo>
                                <a:lnTo>
                                  <a:pt x="30" y="130"/>
                                </a:lnTo>
                                <a:lnTo>
                                  <a:pt x="30" y="131"/>
                                </a:lnTo>
                                <a:lnTo>
                                  <a:pt x="30" y="132"/>
                                </a:lnTo>
                                <a:lnTo>
                                  <a:pt x="30" y="133"/>
                                </a:lnTo>
                                <a:lnTo>
                                  <a:pt x="30" y="135"/>
                                </a:lnTo>
                                <a:lnTo>
                                  <a:pt x="30" y="136"/>
                                </a:lnTo>
                                <a:lnTo>
                                  <a:pt x="30" y="137"/>
                                </a:lnTo>
                                <a:lnTo>
                                  <a:pt x="30" y="138"/>
                                </a:lnTo>
                                <a:lnTo>
                                  <a:pt x="30" y="139"/>
                                </a:lnTo>
                                <a:lnTo>
                                  <a:pt x="30" y="141"/>
                                </a:lnTo>
                                <a:lnTo>
                                  <a:pt x="30" y="142"/>
                                </a:lnTo>
                                <a:lnTo>
                                  <a:pt x="30" y="143"/>
                                </a:lnTo>
                                <a:lnTo>
                                  <a:pt x="30" y="144"/>
                                </a:lnTo>
                                <a:lnTo>
                                  <a:pt x="30" y="145"/>
                                </a:lnTo>
                                <a:lnTo>
                                  <a:pt x="29" y="147"/>
                                </a:lnTo>
                                <a:lnTo>
                                  <a:pt x="29" y="148"/>
                                </a:lnTo>
                                <a:lnTo>
                                  <a:pt x="29" y="149"/>
                                </a:lnTo>
                                <a:lnTo>
                                  <a:pt x="29" y="150"/>
                                </a:lnTo>
                                <a:lnTo>
                                  <a:pt x="29" y="151"/>
                                </a:lnTo>
                                <a:lnTo>
                                  <a:pt x="29" y="153"/>
                                </a:lnTo>
                                <a:lnTo>
                                  <a:pt x="29" y="154"/>
                                </a:lnTo>
                                <a:lnTo>
                                  <a:pt x="29" y="155"/>
                                </a:lnTo>
                                <a:lnTo>
                                  <a:pt x="28" y="155"/>
                                </a:lnTo>
                                <a:lnTo>
                                  <a:pt x="28" y="156"/>
                                </a:lnTo>
                                <a:lnTo>
                                  <a:pt x="28" y="157"/>
                                </a:lnTo>
                                <a:lnTo>
                                  <a:pt x="28" y="159"/>
                                </a:lnTo>
                                <a:lnTo>
                                  <a:pt x="28" y="160"/>
                                </a:lnTo>
                                <a:lnTo>
                                  <a:pt x="28" y="161"/>
                                </a:lnTo>
                                <a:lnTo>
                                  <a:pt x="28" y="162"/>
                                </a:lnTo>
                                <a:lnTo>
                                  <a:pt x="26" y="163"/>
                                </a:lnTo>
                                <a:lnTo>
                                  <a:pt x="26" y="165"/>
                                </a:lnTo>
                                <a:lnTo>
                                  <a:pt x="26" y="166"/>
                                </a:lnTo>
                                <a:lnTo>
                                  <a:pt x="26" y="167"/>
                                </a:lnTo>
                                <a:lnTo>
                                  <a:pt x="26" y="168"/>
                                </a:lnTo>
                                <a:lnTo>
                                  <a:pt x="25" y="169"/>
                                </a:lnTo>
                                <a:lnTo>
                                  <a:pt x="25" y="171"/>
                                </a:lnTo>
                                <a:lnTo>
                                  <a:pt x="25" y="172"/>
                                </a:lnTo>
                                <a:lnTo>
                                  <a:pt x="25" y="173"/>
                                </a:lnTo>
                                <a:lnTo>
                                  <a:pt x="25" y="174"/>
                                </a:lnTo>
                                <a:lnTo>
                                  <a:pt x="24" y="175"/>
                                </a:lnTo>
                                <a:lnTo>
                                  <a:pt x="24" y="177"/>
                                </a:lnTo>
                                <a:lnTo>
                                  <a:pt x="24" y="178"/>
                                </a:lnTo>
                                <a:lnTo>
                                  <a:pt x="24" y="179"/>
                                </a:lnTo>
                                <a:lnTo>
                                  <a:pt x="23" y="180"/>
                                </a:lnTo>
                                <a:lnTo>
                                  <a:pt x="23" y="181"/>
                                </a:lnTo>
                                <a:lnTo>
                                  <a:pt x="23" y="183"/>
                                </a:lnTo>
                                <a:lnTo>
                                  <a:pt x="23" y="184"/>
                                </a:lnTo>
                                <a:lnTo>
                                  <a:pt x="22" y="185"/>
                                </a:lnTo>
                                <a:lnTo>
                                  <a:pt x="22" y="186"/>
                                </a:lnTo>
                                <a:lnTo>
                                  <a:pt x="22" y="187"/>
                                </a:lnTo>
                                <a:lnTo>
                                  <a:pt x="22" y="189"/>
                                </a:lnTo>
                                <a:lnTo>
                                  <a:pt x="20" y="190"/>
                                </a:lnTo>
                                <a:lnTo>
                                  <a:pt x="20" y="191"/>
                                </a:lnTo>
                                <a:lnTo>
                                  <a:pt x="20" y="192"/>
                                </a:lnTo>
                                <a:lnTo>
                                  <a:pt x="19" y="193"/>
                                </a:lnTo>
                                <a:lnTo>
                                  <a:pt x="19" y="195"/>
                                </a:lnTo>
                                <a:lnTo>
                                  <a:pt x="19" y="196"/>
                                </a:lnTo>
                                <a:lnTo>
                                  <a:pt x="18" y="197"/>
                                </a:lnTo>
                                <a:lnTo>
                                  <a:pt x="18" y="198"/>
                                </a:lnTo>
                                <a:lnTo>
                                  <a:pt x="18" y="199"/>
                                </a:lnTo>
                                <a:lnTo>
                                  <a:pt x="17" y="201"/>
                                </a:lnTo>
                                <a:lnTo>
                                  <a:pt x="17" y="202"/>
                                </a:lnTo>
                                <a:lnTo>
                                  <a:pt x="17" y="203"/>
                                </a:lnTo>
                                <a:lnTo>
                                  <a:pt x="17" y="204"/>
                                </a:lnTo>
                                <a:lnTo>
                                  <a:pt x="16" y="204"/>
                                </a:lnTo>
                                <a:lnTo>
                                  <a:pt x="16" y="205"/>
                                </a:lnTo>
                                <a:lnTo>
                                  <a:pt x="16" y="207"/>
                                </a:lnTo>
                                <a:lnTo>
                                  <a:pt x="16" y="208"/>
                                </a:lnTo>
                                <a:lnTo>
                                  <a:pt x="14" y="208"/>
                                </a:lnTo>
                                <a:lnTo>
                                  <a:pt x="14" y="209"/>
                                </a:lnTo>
                                <a:lnTo>
                                  <a:pt x="14" y="210"/>
                                </a:lnTo>
                                <a:lnTo>
                                  <a:pt x="13" y="211"/>
                                </a:lnTo>
                                <a:lnTo>
                                  <a:pt x="13" y="213"/>
                                </a:lnTo>
                                <a:lnTo>
                                  <a:pt x="13" y="214"/>
                                </a:lnTo>
                                <a:lnTo>
                                  <a:pt x="12" y="215"/>
                                </a:lnTo>
                                <a:lnTo>
                                  <a:pt x="12" y="216"/>
                                </a:lnTo>
                                <a:lnTo>
                                  <a:pt x="12" y="217"/>
                                </a:lnTo>
                                <a:lnTo>
                                  <a:pt x="11" y="217"/>
                                </a:lnTo>
                                <a:lnTo>
                                  <a:pt x="11" y="219"/>
                                </a:lnTo>
                                <a:lnTo>
                                  <a:pt x="11" y="220"/>
                                </a:lnTo>
                                <a:lnTo>
                                  <a:pt x="10" y="221"/>
                                </a:lnTo>
                                <a:lnTo>
                                  <a:pt x="10" y="222"/>
                                </a:lnTo>
                                <a:lnTo>
                                  <a:pt x="8" y="223"/>
                                </a:lnTo>
                                <a:lnTo>
                                  <a:pt x="8" y="225"/>
                                </a:lnTo>
                                <a:lnTo>
                                  <a:pt x="8" y="226"/>
                                </a:lnTo>
                                <a:lnTo>
                                  <a:pt x="7" y="226"/>
                                </a:lnTo>
                                <a:lnTo>
                                  <a:pt x="7" y="227"/>
                                </a:lnTo>
                                <a:lnTo>
                                  <a:pt x="7" y="228"/>
                                </a:lnTo>
                                <a:lnTo>
                                  <a:pt x="6" y="229"/>
                                </a:lnTo>
                                <a:lnTo>
                                  <a:pt x="6" y="231"/>
                                </a:lnTo>
                                <a:lnTo>
                                  <a:pt x="5" y="232"/>
                                </a:lnTo>
                                <a:lnTo>
                                  <a:pt x="5" y="233"/>
                                </a:lnTo>
                                <a:lnTo>
                                  <a:pt x="4" y="234"/>
                                </a:lnTo>
                                <a:lnTo>
                                  <a:pt x="4" y="236"/>
                                </a:lnTo>
                                <a:lnTo>
                                  <a:pt x="2" y="237"/>
                                </a:lnTo>
                                <a:lnTo>
                                  <a:pt x="2" y="238"/>
                                </a:lnTo>
                                <a:lnTo>
                                  <a:pt x="2" y="239"/>
                                </a:lnTo>
                                <a:lnTo>
                                  <a:pt x="1" y="239"/>
                                </a:lnTo>
                                <a:lnTo>
                                  <a:pt x="1" y="240"/>
                                </a:lnTo>
                                <a:lnTo>
                                  <a:pt x="0" y="242"/>
                                </a:lnTo>
                                <a:lnTo>
                                  <a:pt x="282"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3"/>
                        <wps:cNvSpPr>
                          <a:spLocks/>
                        </wps:cNvSpPr>
                        <wps:spPr bwMode="auto">
                          <a:xfrm>
                            <a:off x="5441315" y="257175"/>
                            <a:ext cx="89535" cy="76835"/>
                          </a:xfrm>
                          <a:custGeom>
                            <a:avLst/>
                            <a:gdLst>
                              <a:gd name="T0" fmla="*/ 281 w 283"/>
                              <a:gd name="T1" fmla="*/ 1 h 242"/>
                              <a:gd name="T2" fmla="*/ 280 w 283"/>
                              <a:gd name="T3" fmla="*/ 6 h 242"/>
                              <a:gd name="T4" fmla="*/ 278 w 283"/>
                              <a:gd name="T5" fmla="*/ 11 h 242"/>
                              <a:gd name="T6" fmla="*/ 275 w 283"/>
                              <a:gd name="T7" fmla="*/ 16 h 242"/>
                              <a:gd name="T8" fmla="*/ 273 w 283"/>
                              <a:gd name="T9" fmla="*/ 21 h 242"/>
                              <a:gd name="T10" fmla="*/ 272 w 283"/>
                              <a:gd name="T11" fmla="*/ 25 h 242"/>
                              <a:gd name="T12" fmla="*/ 269 w 283"/>
                              <a:gd name="T13" fmla="*/ 30 h 242"/>
                              <a:gd name="T14" fmla="*/ 268 w 283"/>
                              <a:gd name="T15" fmla="*/ 35 h 242"/>
                              <a:gd name="T16" fmla="*/ 266 w 283"/>
                              <a:gd name="T17" fmla="*/ 40 h 242"/>
                              <a:gd name="T18" fmla="*/ 265 w 283"/>
                              <a:gd name="T19" fmla="*/ 45 h 242"/>
                              <a:gd name="T20" fmla="*/ 263 w 283"/>
                              <a:gd name="T21" fmla="*/ 49 h 242"/>
                              <a:gd name="T22" fmla="*/ 262 w 283"/>
                              <a:gd name="T23" fmla="*/ 53 h 242"/>
                              <a:gd name="T24" fmla="*/ 261 w 283"/>
                              <a:gd name="T25" fmla="*/ 58 h 242"/>
                              <a:gd name="T26" fmla="*/ 260 w 283"/>
                              <a:gd name="T27" fmla="*/ 63 h 242"/>
                              <a:gd name="T28" fmla="*/ 259 w 283"/>
                              <a:gd name="T29" fmla="*/ 67 h 242"/>
                              <a:gd name="T30" fmla="*/ 257 w 283"/>
                              <a:gd name="T31" fmla="*/ 72 h 242"/>
                              <a:gd name="T32" fmla="*/ 256 w 283"/>
                              <a:gd name="T33" fmla="*/ 77 h 242"/>
                              <a:gd name="T34" fmla="*/ 256 w 283"/>
                              <a:gd name="T35" fmla="*/ 82 h 242"/>
                              <a:gd name="T36" fmla="*/ 255 w 283"/>
                              <a:gd name="T37" fmla="*/ 87 h 242"/>
                              <a:gd name="T38" fmla="*/ 255 w 283"/>
                              <a:gd name="T39" fmla="*/ 91 h 242"/>
                              <a:gd name="T40" fmla="*/ 254 w 283"/>
                              <a:gd name="T41" fmla="*/ 96 h 242"/>
                              <a:gd name="T42" fmla="*/ 254 w 283"/>
                              <a:gd name="T43" fmla="*/ 101 h 242"/>
                              <a:gd name="T44" fmla="*/ 253 w 283"/>
                              <a:gd name="T45" fmla="*/ 106 h 242"/>
                              <a:gd name="T46" fmla="*/ 253 w 283"/>
                              <a:gd name="T47" fmla="*/ 111 h 242"/>
                              <a:gd name="T48" fmla="*/ 253 w 283"/>
                              <a:gd name="T49" fmla="*/ 115 h 242"/>
                              <a:gd name="T50" fmla="*/ 253 w 283"/>
                              <a:gd name="T51" fmla="*/ 120 h 242"/>
                              <a:gd name="T52" fmla="*/ 253 w 283"/>
                              <a:gd name="T53" fmla="*/ 124 h 242"/>
                              <a:gd name="T54" fmla="*/ 253 w 283"/>
                              <a:gd name="T55" fmla="*/ 129 h 242"/>
                              <a:gd name="T56" fmla="*/ 253 w 283"/>
                              <a:gd name="T57" fmla="*/ 133 h 242"/>
                              <a:gd name="T58" fmla="*/ 254 w 283"/>
                              <a:gd name="T59" fmla="*/ 138 h 242"/>
                              <a:gd name="T60" fmla="*/ 254 w 283"/>
                              <a:gd name="T61" fmla="*/ 143 h 242"/>
                              <a:gd name="T62" fmla="*/ 254 w 283"/>
                              <a:gd name="T63" fmla="*/ 148 h 242"/>
                              <a:gd name="T64" fmla="*/ 255 w 283"/>
                              <a:gd name="T65" fmla="*/ 153 h 242"/>
                              <a:gd name="T66" fmla="*/ 255 w 283"/>
                              <a:gd name="T67" fmla="*/ 157 h 242"/>
                              <a:gd name="T68" fmla="*/ 256 w 283"/>
                              <a:gd name="T69" fmla="*/ 162 h 242"/>
                              <a:gd name="T70" fmla="*/ 257 w 283"/>
                              <a:gd name="T71" fmla="*/ 167 h 242"/>
                              <a:gd name="T72" fmla="*/ 259 w 283"/>
                              <a:gd name="T73" fmla="*/ 172 h 242"/>
                              <a:gd name="T74" fmla="*/ 259 w 283"/>
                              <a:gd name="T75" fmla="*/ 177 h 242"/>
                              <a:gd name="T76" fmla="*/ 260 w 283"/>
                              <a:gd name="T77" fmla="*/ 181 h 242"/>
                              <a:gd name="T78" fmla="*/ 261 w 283"/>
                              <a:gd name="T79" fmla="*/ 186 h 242"/>
                              <a:gd name="T80" fmla="*/ 262 w 283"/>
                              <a:gd name="T81" fmla="*/ 190 h 242"/>
                              <a:gd name="T82" fmla="*/ 265 w 283"/>
                              <a:gd name="T83" fmla="*/ 195 h 242"/>
                              <a:gd name="T84" fmla="*/ 266 w 283"/>
                              <a:gd name="T85" fmla="*/ 199 h 242"/>
                              <a:gd name="T86" fmla="*/ 267 w 283"/>
                              <a:gd name="T87" fmla="*/ 204 h 242"/>
                              <a:gd name="T88" fmla="*/ 269 w 283"/>
                              <a:gd name="T89" fmla="*/ 209 h 242"/>
                              <a:gd name="T90" fmla="*/ 271 w 283"/>
                              <a:gd name="T91" fmla="*/ 214 h 242"/>
                              <a:gd name="T92" fmla="*/ 273 w 283"/>
                              <a:gd name="T93" fmla="*/ 219 h 242"/>
                              <a:gd name="T94" fmla="*/ 274 w 283"/>
                              <a:gd name="T95" fmla="*/ 223 h 242"/>
                              <a:gd name="T96" fmla="*/ 277 w 283"/>
                              <a:gd name="T97" fmla="*/ 228 h 242"/>
                              <a:gd name="T98" fmla="*/ 279 w 283"/>
                              <a:gd name="T99" fmla="*/ 233 h 242"/>
                              <a:gd name="T100" fmla="*/ 281 w 283"/>
                              <a:gd name="T101" fmla="*/ 238 h 242"/>
                              <a:gd name="T102" fmla="*/ 0 w 283"/>
                              <a:gd name="T103" fmla="*/ 12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3" h="242">
                                <a:moveTo>
                                  <a:pt x="0" y="120"/>
                                </a:moveTo>
                                <a:lnTo>
                                  <a:pt x="283" y="0"/>
                                </a:lnTo>
                                <a:lnTo>
                                  <a:pt x="281" y="1"/>
                                </a:lnTo>
                                <a:lnTo>
                                  <a:pt x="281" y="3"/>
                                </a:lnTo>
                                <a:lnTo>
                                  <a:pt x="281" y="4"/>
                                </a:lnTo>
                                <a:lnTo>
                                  <a:pt x="280" y="5"/>
                                </a:lnTo>
                                <a:lnTo>
                                  <a:pt x="280" y="6"/>
                                </a:lnTo>
                                <a:lnTo>
                                  <a:pt x="279" y="7"/>
                                </a:lnTo>
                                <a:lnTo>
                                  <a:pt x="279" y="9"/>
                                </a:lnTo>
                                <a:lnTo>
                                  <a:pt x="278" y="10"/>
                                </a:lnTo>
                                <a:lnTo>
                                  <a:pt x="278" y="11"/>
                                </a:lnTo>
                                <a:lnTo>
                                  <a:pt x="277" y="12"/>
                                </a:lnTo>
                                <a:lnTo>
                                  <a:pt x="277" y="13"/>
                                </a:lnTo>
                                <a:lnTo>
                                  <a:pt x="275" y="15"/>
                                </a:lnTo>
                                <a:lnTo>
                                  <a:pt x="275" y="16"/>
                                </a:lnTo>
                                <a:lnTo>
                                  <a:pt x="275" y="17"/>
                                </a:lnTo>
                                <a:lnTo>
                                  <a:pt x="274" y="18"/>
                                </a:lnTo>
                                <a:lnTo>
                                  <a:pt x="274" y="19"/>
                                </a:lnTo>
                                <a:lnTo>
                                  <a:pt x="273" y="21"/>
                                </a:lnTo>
                                <a:lnTo>
                                  <a:pt x="273" y="22"/>
                                </a:lnTo>
                                <a:lnTo>
                                  <a:pt x="273" y="23"/>
                                </a:lnTo>
                                <a:lnTo>
                                  <a:pt x="272" y="23"/>
                                </a:lnTo>
                                <a:lnTo>
                                  <a:pt x="272" y="24"/>
                                </a:lnTo>
                                <a:lnTo>
                                  <a:pt x="272" y="25"/>
                                </a:lnTo>
                                <a:lnTo>
                                  <a:pt x="271" y="27"/>
                                </a:lnTo>
                                <a:lnTo>
                                  <a:pt x="271" y="28"/>
                                </a:lnTo>
                                <a:lnTo>
                                  <a:pt x="271" y="29"/>
                                </a:lnTo>
                                <a:lnTo>
                                  <a:pt x="269" y="30"/>
                                </a:lnTo>
                                <a:lnTo>
                                  <a:pt x="269" y="31"/>
                                </a:lnTo>
                                <a:lnTo>
                                  <a:pt x="268" y="33"/>
                                </a:lnTo>
                                <a:lnTo>
                                  <a:pt x="268" y="34"/>
                                </a:lnTo>
                                <a:lnTo>
                                  <a:pt x="268" y="35"/>
                                </a:lnTo>
                                <a:lnTo>
                                  <a:pt x="268" y="36"/>
                                </a:lnTo>
                                <a:lnTo>
                                  <a:pt x="267" y="36"/>
                                </a:lnTo>
                                <a:lnTo>
                                  <a:pt x="267" y="37"/>
                                </a:lnTo>
                                <a:lnTo>
                                  <a:pt x="267" y="39"/>
                                </a:lnTo>
                                <a:lnTo>
                                  <a:pt x="266" y="40"/>
                                </a:lnTo>
                                <a:lnTo>
                                  <a:pt x="266" y="41"/>
                                </a:lnTo>
                                <a:lnTo>
                                  <a:pt x="266" y="42"/>
                                </a:lnTo>
                                <a:lnTo>
                                  <a:pt x="265" y="43"/>
                                </a:lnTo>
                                <a:lnTo>
                                  <a:pt x="265" y="45"/>
                                </a:lnTo>
                                <a:lnTo>
                                  <a:pt x="265" y="46"/>
                                </a:lnTo>
                                <a:lnTo>
                                  <a:pt x="263" y="47"/>
                                </a:lnTo>
                                <a:lnTo>
                                  <a:pt x="263" y="48"/>
                                </a:lnTo>
                                <a:lnTo>
                                  <a:pt x="263" y="49"/>
                                </a:lnTo>
                                <a:lnTo>
                                  <a:pt x="262" y="51"/>
                                </a:lnTo>
                                <a:lnTo>
                                  <a:pt x="262" y="52"/>
                                </a:lnTo>
                                <a:lnTo>
                                  <a:pt x="262" y="53"/>
                                </a:lnTo>
                                <a:lnTo>
                                  <a:pt x="262" y="54"/>
                                </a:lnTo>
                                <a:lnTo>
                                  <a:pt x="261" y="55"/>
                                </a:lnTo>
                                <a:lnTo>
                                  <a:pt x="261" y="57"/>
                                </a:lnTo>
                                <a:lnTo>
                                  <a:pt x="261" y="58"/>
                                </a:lnTo>
                                <a:lnTo>
                                  <a:pt x="261" y="59"/>
                                </a:lnTo>
                                <a:lnTo>
                                  <a:pt x="260" y="60"/>
                                </a:lnTo>
                                <a:lnTo>
                                  <a:pt x="260" y="61"/>
                                </a:lnTo>
                                <a:lnTo>
                                  <a:pt x="260" y="63"/>
                                </a:lnTo>
                                <a:lnTo>
                                  <a:pt x="260" y="64"/>
                                </a:lnTo>
                                <a:lnTo>
                                  <a:pt x="259" y="65"/>
                                </a:lnTo>
                                <a:lnTo>
                                  <a:pt x="259" y="66"/>
                                </a:lnTo>
                                <a:lnTo>
                                  <a:pt x="259" y="67"/>
                                </a:lnTo>
                                <a:lnTo>
                                  <a:pt x="259" y="69"/>
                                </a:lnTo>
                                <a:lnTo>
                                  <a:pt x="259" y="70"/>
                                </a:lnTo>
                                <a:lnTo>
                                  <a:pt x="257" y="71"/>
                                </a:lnTo>
                                <a:lnTo>
                                  <a:pt x="257" y="72"/>
                                </a:lnTo>
                                <a:lnTo>
                                  <a:pt x="257" y="73"/>
                                </a:lnTo>
                                <a:lnTo>
                                  <a:pt x="257" y="75"/>
                                </a:lnTo>
                                <a:lnTo>
                                  <a:pt x="257" y="76"/>
                                </a:lnTo>
                                <a:lnTo>
                                  <a:pt x="256" y="76"/>
                                </a:lnTo>
                                <a:lnTo>
                                  <a:pt x="256" y="77"/>
                                </a:lnTo>
                                <a:lnTo>
                                  <a:pt x="256" y="78"/>
                                </a:lnTo>
                                <a:lnTo>
                                  <a:pt x="256" y="79"/>
                                </a:lnTo>
                                <a:lnTo>
                                  <a:pt x="256" y="81"/>
                                </a:lnTo>
                                <a:lnTo>
                                  <a:pt x="256" y="82"/>
                                </a:lnTo>
                                <a:lnTo>
                                  <a:pt x="256" y="83"/>
                                </a:lnTo>
                                <a:lnTo>
                                  <a:pt x="255" y="84"/>
                                </a:lnTo>
                                <a:lnTo>
                                  <a:pt x="255" y="85"/>
                                </a:lnTo>
                                <a:lnTo>
                                  <a:pt x="255" y="87"/>
                                </a:lnTo>
                                <a:lnTo>
                                  <a:pt x="255" y="88"/>
                                </a:lnTo>
                                <a:lnTo>
                                  <a:pt x="255" y="89"/>
                                </a:lnTo>
                                <a:lnTo>
                                  <a:pt x="255" y="90"/>
                                </a:lnTo>
                                <a:lnTo>
                                  <a:pt x="255" y="91"/>
                                </a:lnTo>
                                <a:lnTo>
                                  <a:pt x="254" y="93"/>
                                </a:lnTo>
                                <a:lnTo>
                                  <a:pt x="254" y="94"/>
                                </a:lnTo>
                                <a:lnTo>
                                  <a:pt x="254" y="95"/>
                                </a:lnTo>
                                <a:lnTo>
                                  <a:pt x="254" y="96"/>
                                </a:lnTo>
                                <a:lnTo>
                                  <a:pt x="254" y="97"/>
                                </a:lnTo>
                                <a:lnTo>
                                  <a:pt x="254" y="99"/>
                                </a:lnTo>
                                <a:lnTo>
                                  <a:pt x="254" y="100"/>
                                </a:lnTo>
                                <a:lnTo>
                                  <a:pt x="254" y="101"/>
                                </a:lnTo>
                                <a:lnTo>
                                  <a:pt x="254" y="102"/>
                                </a:lnTo>
                                <a:lnTo>
                                  <a:pt x="254" y="103"/>
                                </a:lnTo>
                                <a:lnTo>
                                  <a:pt x="254" y="105"/>
                                </a:lnTo>
                                <a:lnTo>
                                  <a:pt x="253" y="106"/>
                                </a:lnTo>
                                <a:lnTo>
                                  <a:pt x="253" y="107"/>
                                </a:lnTo>
                                <a:lnTo>
                                  <a:pt x="253" y="108"/>
                                </a:lnTo>
                                <a:lnTo>
                                  <a:pt x="253" y="109"/>
                                </a:lnTo>
                                <a:lnTo>
                                  <a:pt x="253" y="111"/>
                                </a:lnTo>
                                <a:lnTo>
                                  <a:pt x="253" y="112"/>
                                </a:lnTo>
                                <a:lnTo>
                                  <a:pt x="253" y="113"/>
                                </a:lnTo>
                                <a:lnTo>
                                  <a:pt x="253" y="114"/>
                                </a:lnTo>
                                <a:lnTo>
                                  <a:pt x="253" y="115"/>
                                </a:lnTo>
                                <a:lnTo>
                                  <a:pt x="253" y="117"/>
                                </a:lnTo>
                                <a:lnTo>
                                  <a:pt x="253" y="118"/>
                                </a:lnTo>
                                <a:lnTo>
                                  <a:pt x="253" y="119"/>
                                </a:lnTo>
                                <a:lnTo>
                                  <a:pt x="253" y="120"/>
                                </a:lnTo>
                                <a:lnTo>
                                  <a:pt x="253" y="121"/>
                                </a:lnTo>
                                <a:lnTo>
                                  <a:pt x="253" y="123"/>
                                </a:lnTo>
                                <a:lnTo>
                                  <a:pt x="253" y="124"/>
                                </a:lnTo>
                                <a:lnTo>
                                  <a:pt x="253" y="125"/>
                                </a:lnTo>
                                <a:lnTo>
                                  <a:pt x="253" y="126"/>
                                </a:lnTo>
                                <a:lnTo>
                                  <a:pt x="253" y="127"/>
                                </a:lnTo>
                                <a:lnTo>
                                  <a:pt x="253" y="129"/>
                                </a:lnTo>
                                <a:lnTo>
                                  <a:pt x="253" y="130"/>
                                </a:lnTo>
                                <a:lnTo>
                                  <a:pt x="253" y="131"/>
                                </a:lnTo>
                                <a:lnTo>
                                  <a:pt x="253" y="132"/>
                                </a:lnTo>
                                <a:lnTo>
                                  <a:pt x="253" y="133"/>
                                </a:lnTo>
                                <a:lnTo>
                                  <a:pt x="253" y="135"/>
                                </a:lnTo>
                                <a:lnTo>
                                  <a:pt x="253" y="136"/>
                                </a:lnTo>
                                <a:lnTo>
                                  <a:pt x="254" y="137"/>
                                </a:lnTo>
                                <a:lnTo>
                                  <a:pt x="254" y="138"/>
                                </a:lnTo>
                                <a:lnTo>
                                  <a:pt x="254" y="139"/>
                                </a:lnTo>
                                <a:lnTo>
                                  <a:pt x="254" y="141"/>
                                </a:lnTo>
                                <a:lnTo>
                                  <a:pt x="254" y="142"/>
                                </a:lnTo>
                                <a:lnTo>
                                  <a:pt x="254" y="143"/>
                                </a:lnTo>
                                <a:lnTo>
                                  <a:pt x="254" y="144"/>
                                </a:lnTo>
                                <a:lnTo>
                                  <a:pt x="254" y="145"/>
                                </a:lnTo>
                                <a:lnTo>
                                  <a:pt x="254" y="147"/>
                                </a:lnTo>
                                <a:lnTo>
                                  <a:pt x="254" y="148"/>
                                </a:lnTo>
                                <a:lnTo>
                                  <a:pt x="254" y="149"/>
                                </a:lnTo>
                                <a:lnTo>
                                  <a:pt x="255" y="150"/>
                                </a:lnTo>
                                <a:lnTo>
                                  <a:pt x="255" y="151"/>
                                </a:lnTo>
                                <a:lnTo>
                                  <a:pt x="255" y="153"/>
                                </a:lnTo>
                                <a:lnTo>
                                  <a:pt x="255" y="154"/>
                                </a:lnTo>
                                <a:lnTo>
                                  <a:pt x="255" y="155"/>
                                </a:lnTo>
                                <a:lnTo>
                                  <a:pt x="255" y="156"/>
                                </a:lnTo>
                                <a:lnTo>
                                  <a:pt x="255" y="157"/>
                                </a:lnTo>
                                <a:lnTo>
                                  <a:pt x="256" y="159"/>
                                </a:lnTo>
                                <a:lnTo>
                                  <a:pt x="256" y="160"/>
                                </a:lnTo>
                                <a:lnTo>
                                  <a:pt x="256" y="161"/>
                                </a:lnTo>
                                <a:lnTo>
                                  <a:pt x="256" y="162"/>
                                </a:lnTo>
                                <a:lnTo>
                                  <a:pt x="256" y="163"/>
                                </a:lnTo>
                                <a:lnTo>
                                  <a:pt x="256" y="165"/>
                                </a:lnTo>
                                <a:lnTo>
                                  <a:pt x="257" y="166"/>
                                </a:lnTo>
                                <a:lnTo>
                                  <a:pt x="257" y="167"/>
                                </a:lnTo>
                                <a:lnTo>
                                  <a:pt x="257" y="168"/>
                                </a:lnTo>
                                <a:lnTo>
                                  <a:pt x="257" y="169"/>
                                </a:lnTo>
                                <a:lnTo>
                                  <a:pt x="257" y="171"/>
                                </a:lnTo>
                                <a:lnTo>
                                  <a:pt x="259" y="172"/>
                                </a:lnTo>
                                <a:lnTo>
                                  <a:pt x="259" y="173"/>
                                </a:lnTo>
                                <a:lnTo>
                                  <a:pt x="259" y="174"/>
                                </a:lnTo>
                                <a:lnTo>
                                  <a:pt x="259" y="175"/>
                                </a:lnTo>
                                <a:lnTo>
                                  <a:pt x="259" y="177"/>
                                </a:lnTo>
                                <a:lnTo>
                                  <a:pt x="260" y="177"/>
                                </a:lnTo>
                                <a:lnTo>
                                  <a:pt x="260" y="178"/>
                                </a:lnTo>
                                <a:lnTo>
                                  <a:pt x="260" y="179"/>
                                </a:lnTo>
                                <a:lnTo>
                                  <a:pt x="260" y="180"/>
                                </a:lnTo>
                                <a:lnTo>
                                  <a:pt x="260" y="181"/>
                                </a:lnTo>
                                <a:lnTo>
                                  <a:pt x="261" y="181"/>
                                </a:lnTo>
                                <a:lnTo>
                                  <a:pt x="261" y="183"/>
                                </a:lnTo>
                                <a:lnTo>
                                  <a:pt x="261" y="184"/>
                                </a:lnTo>
                                <a:lnTo>
                                  <a:pt x="261" y="185"/>
                                </a:lnTo>
                                <a:lnTo>
                                  <a:pt x="261" y="186"/>
                                </a:lnTo>
                                <a:lnTo>
                                  <a:pt x="262" y="186"/>
                                </a:lnTo>
                                <a:lnTo>
                                  <a:pt x="262" y="187"/>
                                </a:lnTo>
                                <a:lnTo>
                                  <a:pt x="262" y="189"/>
                                </a:lnTo>
                                <a:lnTo>
                                  <a:pt x="262" y="190"/>
                                </a:lnTo>
                                <a:lnTo>
                                  <a:pt x="263" y="191"/>
                                </a:lnTo>
                                <a:lnTo>
                                  <a:pt x="263" y="192"/>
                                </a:lnTo>
                                <a:lnTo>
                                  <a:pt x="263" y="193"/>
                                </a:lnTo>
                                <a:lnTo>
                                  <a:pt x="263" y="195"/>
                                </a:lnTo>
                                <a:lnTo>
                                  <a:pt x="265" y="195"/>
                                </a:lnTo>
                                <a:lnTo>
                                  <a:pt x="265" y="196"/>
                                </a:lnTo>
                                <a:lnTo>
                                  <a:pt x="265" y="197"/>
                                </a:lnTo>
                                <a:lnTo>
                                  <a:pt x="265" y="198"/>
                                </a:lnTo>
                                <a:lnTo>
                                  <a:pt x="266" y="199"/>
                                </a:lnTo>
                                <a:lnTo>
                                  <a:pt x="266" y="201"/>
                                </a:lnTo>
                                <a:lnTo>
                                  <a:pt x="266" y="202"/>
                                </a:lnTo>
                                <a:lnTo>
                                  <a:pt x="267" y="203"/>
                                </a:lnTo>
                                <a:lnTo>
                                  <a:pt x="267" y="204"/>
                                </a:lnTo>
                                <a:lnTo>
                                  <a:pt x="268" y="205"/>
                                </a:lnTo>
                                <a:lnTo>
                                  <a:pt x="268" y="207"/>
                                </a:lnTo>
                                <a:lnTo>
                                  <a:pt x="268" y="208"/>
                                </a:lnTo>
                                <a:lnTo>
                                  <a:pt x="269" y="209"/>
                                </a:lnTo>
                                <a:lnTo>
                                  <a:pt x="269" y="210"/>
                                </a:lnTo>
                                <a:lnTo>
                                  <a:pt x="269" y="211"/>
                                </a:lnTo>
                                <a:lnTo>
                                  <a:pt x="271" y="213"/>
                                </a:lnTo>
                                <a:lnTo>
                                  <a:pt x="271" y="214"/>
                                </a:lnTo>
                                <a:lnTo>
                                  <a:pt x="271" y="215"/>
                                </a:lnTo>
                                <a:lnTo>
                                  <a:pt x="272" y="216"/>
                                </a:lnTo>
                                <a:lnTo>
                                  <a:pt x="272" y="217"/>
                                </a:lnTo>
                                <a:lnTo>
                                  <a:pt x="273" y="219"/>
                                </a:lnTo>
                                <a:lnTo>
                                  <a:pt x="273" y="220"/>
                                </a:lnTo>
                                <a:lnTo>
                                  <a:pt x="273" y="221"/>
                                </a:lnTo>
                                <a:lnTo>
                                  <a:pt x="274" y="221"/>
                                </a:lnTo>
                                <a:lnTo>
                                  <a:pt x="274" y="222"/>
                                </a:lnTo>
                                <a:lnTo>
                                  <a:pt x="274" y="223"/>
                                </a:lnTo>
                                <a:lnTo>
                                  <a:pt x="275" y="225"/>
                                </a:lnTo>
                                <a:lnTo>
                                  <a:pt x="275" y="226"/>
                                </a:lnTo>
                                <a:lnTo>
                                  <a:pt x="277" y="227"/>
                                </a:lnTo>
                                <a:lnTo>
                                  <a:pt x="277" y="228"/>
                                </a:lnTo>
                                <a:lnTo>
                                  <a:pt x="277" y="229"/>
                                </a:lnTo>
                                <a:lnTo>
                                  <a:pt x="278" y="231"/>
                                </a:lnTo>
                                <a:lnTo>
                                  <a:pt x="278" y="232"/>
                                </a:lnTo>
                                <a:lnTo>
                                  <a:pt x="279" y="233"/>
                                </a:lnTo>
                                <a:lnTo>
                                  <a:pt x="279" y="234"/>
                                </a:lnTo>
                                <a:lnTo>
                                  <a:pt x="280" y="234"/>
                                </a:lnTo>
                                <a:lnTo>
                                  <a:pt x="280" y="236"/>
                                </a:lnTo>
                                <a:lnTo>
                                  <a:pt x="280" y="237"/>
                                </a:lnTo>
                                <a:lnTo>
                                  <a:pt x="281" y="238"/>
                                </a:lnTo>
                                <a:lnTo>
                                  <a:pt x="281" y="239"/>
                                </a:lnTo>
                                <a:lnTo>
                                  <a:pt x="283" y="240"/>
                                </a:lnTo>
                                <a:lnTo>
                                  <a:pt x="283" y="242"/>
                                </a:lnTo>
                                <a:lnTo>
                                  <a:pt x="0"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Rectangle 194"/>
                        <wps:cNvSpPr>
                          <a:spLocks noChangeArrowheads="1"/>
                        </wps:cNvSpPr>
                        <wps:spPr bwMode="auto">
                          <a:xfrm>
                            <a:off x="5486400" y="292100"/>
                            <a:ext cx="393065"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Canvas 192" o:spid="_x0000_s1026" editas="canvas" style="width:480.6pt;height:332.35pt;mso-position-horizontal-relative:char;mso-position-vertical-relative:line" coordsize="61036,42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036;height:42208;visibility:visible;mso-wrap-style:square">
                  <v:fill o:detectmouseclick="t"/>
                  <v:path o:connecttype="none"/>
                </v:shape>
                <v:rect id="Rectangle 104" o:spid="_x0000_s1028" style="position:absolute;width:317;height:25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E57CC1" w:rsidRDefault="00E57CC1" w:rsidP="00806774">
                        <w:r>
                          <w:rPr>
                            <w:rFonts w:ascii="Calibri" w:hAnsi="Calibri" w:cs="Calibri"/>
                            <w:color w:val="000000"/>
                            <w:sz w:val="22"/>
                          </w:rPr>
                          <w:t xml:space="preserve"> </w:t>
                        </w:r>
                      </w:p>
                    </w:txbxContent>
                  </v:textbox>
                </v:rect>
                <v:rect id="Rectangle 105" o:spid="_x0000_s1029" style="position:absolute;top:228;width:61036;height:4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ab3MEA&#10;AADcAAAADwAAAGRycy9kb3ducmV2LnhtbERPTYvCMBC9C/6HMMLeNNHVslajiCAsuB7UBa9DM7bF&#10;ZlKbqN1/vxEEb/N4nzNftrYSd2p86VjDcKBAEGfOlJxr+D1u+l8gfEA2WDkmDX/kYbnoduaYGvfg&#10;Pd0PIRcxhH2KGooQ6lRKnxVk0Q9cTRy5s2sshgibXJoGHzHcVnKkVCItlhwbCqxpXVB2OdysBkzG&#10;5ro7f/4ct7cEp3mrNpOT0vqj165mIAK14S1+ub9NnK9G8HwmXi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m9zBAAAA3AAAAA8AAAAAAAAAAAAAAAAAmAIAAGRycy9kb3du&#10;cmV2LnhtbFBLBQYAAAAABAAEAPUAAACGAwAAAAA=&#10;" stroked="f"/>
                <v:rect id="Rectangle 106" o:spid="_x0000_s1030" style="position:absolute;left:2209;top:21577;width:24588;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E57CC1" w:rsidRDefault="00E57CC1" w:rsidP="00806774">
                        <w:r>
                          <w:rPr>
                            <w:b/>
                            <w:bCs/>
                            <w:color w:val="000000"/>
                            <w:sz w:val="20"/>
                          </w:rPr>
                          <w:t>Steps in radio interface development process:</w:t>
                        </w:r>
                      </w:p>
                    </w:txbxContent>
                  </v:textbox>
                </v:rect>
                <v:line id="Line 107" o:spid="_x0000_s1031" style="position:absolute;visibility:visible;mso-wrap-style:square" from="5035,4203" to="59658,4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rd5b0AAADcAAAADwAAAGRycy9kb3ducmV2LnhtbERPzQ7BQBC+S7zDZiRubIkIZYkISS8O&#10;6ANMuqNtdGeruyhPbyUSt/ny/c5y3ZpKPKhxpWUFo2EEgjizuuRcQXreD2YgnEfWWFkmBS9ysF51&#10;O0uMtX3ykR4nn4sQwi5GBYX3dSylywoy6Ia2Jg7cxTYGfYBNLnWDzxBuKjmOoqk0WHJoKLCmbUHZ&#10;9XQ3Co74njk9z1OHNzy8k/N1XiY7pfq9drMA4an1f/HPnegwP5rA95lwgVx9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OK3eW9AAAA3AAAAA8AAAAAAAAAAAAAAAAAoQIA&#10;AGRycy9kb3ducmV2LnhtbFBLBQYAAAAABAAEAPkAAACLAwAAAAA=&#10;" strokeweight=".55pt"/>
                <v:rect id="Rectangle 108" o:spid="_x0000_s1032" style="position:absolute;left:7658;top:4616;width:27101;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a7FsEA&#10;AADcAAAADwAAAGRycy9kb3ducmV2LnhtbERP24rCMBB9F/yHMIJva2plVapRdGHZRRTxhq9DM7bF&#10;ZlKarNa/N8KCb3M415nOG1OKG9WusKyg34tAEKdWF5wpOB6+P8YgnEfWWFomBQ9yMJ+1W1NMtL3z&#10;jm57n4kQwi5BBbn3VSKlS3My6Hq2Ig7cxdYGfYB1JnWN9xBuShlH0VAaLDg05FjRV07pdf9nFKzl&#10;eHhd6038sxrEoxNuz3LpWKlup1lMQHhq/Fv87/7VYX70Ca9nwgVy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WuxbBAAAA3AAAAA8AAAAAAAAAAAAAAAAAmAIAAGRycy9kb3du&#10;cmV2LnhtbFBLBQYAAAAABAAEAPUAAACGAwAAAAA=&#10;" fillcolor="#bbe0e3" stroked="f"/>
                <v:rect id="Rectangle 109" o:spid="_x0000_s1033" style="position:absolute;left:7658;top:4616;width:27101;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i+cQA&#10;AADcAAAADwAAAGRycy9kb3ducmV2LnhtbERPTWvCQBC9F/wPyxS81U1qlZK6BpEKQouirfcxO01C&#10;s7Mxu4mpv94VhN7m8T5nlvamEh01rrSsIB5FIIgzq0vOFXx/rZ5eQTiPrLGyTAr+yEE6HzzMMNH2&#10;zDvq9j4XIYRdggoK7+tESpcVZNCNbE0cuB/bGPQBNrnUDZ5DuKnkcxRNpcGSQ0OBNS0Lyn73rVEw&#10;2W037cuHjTfvl2PG48Np2X+elBo+9os3EJ56/y++u9c6zI+mcHsmXC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4vnEAAAA3AAAAA8AAAAAAAAAAAAAAAAAmAIAAGRycy9k&#10;b3ducmV2LnhtbFBLBQYAAAAABAAEAPUAAACJAwAAAAA=&#10;" filled="f" strokeweight=".55pt"/>
                <v:rect id="Rectangle 110" o:spid="_x0000_s1034" style="position:absolute;left:18300;top:4140;width:6001;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rsidR="00E57CC1" w:rsidRDefault="00E57CC1" w:rsidP="00806774">
                        <w:r>
                          <w:rPr>
                            <w:color w:val="000000"/>
                            <w:sz w:val="20"/>
                          </w:rPr>
                          <w:t>Step1 and 2</w:t>
                        </w:r>
                      </w:p>
                    </w:txbxContent>
                  </v:textbox>
                </v:rect>
                <v:rect id="Rectangle 111" o:spid="_x0000_s1035" style="position:absolute;left:6965;top:2070;width:2509;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E57CC1" w:rsidRDefault="00E57CC1" w:rsidP="00806774">
                        <w:r>
                          <w:rPr>
                            <w:b/>
                            <w:bCs/>
                            <w:color w:val="0066FF"/>
                            <w:sz w:val="20"/>
                          </w:rPr>
                          <w:t>No.1</w:t>
                        </w:r>
                      </w:p>
                    </w:txbxContent>
                  </v:textbox>
                </v:rect>
                <v:rect id="Rectangle 112" o:spid="_x0000_s1036" style="position:absolute;left:12547;top:2070;width:2508;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rsidR="00E57CC1" w:rsidRDefault="00E57CC1" w:rsidP="00806774">
                        <w:r>
                          <w:rPr>
                            <w:b/>
                            <w:bCs/>
                            <w:color w:val="0066FF"/>
                            <w:sz w:val="20"/>
                          </w:rPr>
                          <w:t>No.2</w:t>
                        </w:r>
                      </w:p>
                    </w:txbxContent>
                  </v:textbox>
                </v:rect>
                <v:rect id="Rectangle 113" o:spid="_x0000_s1037" style="position:absolute;left:17583;top:2070;width:2508;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rsidR="00E57CC1" w:rsidRDefault="00E57CC1" w:rsidP="00806774">
                        <w:r>
                          <w:rPr>
                            <w:b/>
                            <w:bCs/>
                            <w:color w:val="0066FF"/>
                            <w:sz w:val="20"/>
                          </w:rPr>
                          <w:t>No.3</w:t>
                        </w:r>
                      </w:p>
                    </w:txbxContent>
                  </v:textbox>
                </v:rect>
                <v:rect id="Rectangle 114" o:spid="_x0000_s1038" style="position:absolute;left:22555;top:2070;width:2508;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6MqL4A&#10;AADcAAAADwAAAGRycy9kb3ducmV2LnhtbERPzYrCMBC+C75DGGFvmtbDItUoIggqXqz7AEMz/cFk&#10;UpJo69ubhYW9zcf3O5vdaI14kQ+dYwX5IgNBXDndcaPg536cr0CEiKzROCYFbwqw204nGyy0G/hG&#10;rzI2IoVwKFBBG2NfSBmqliyGheuJE1c7bzEm6BupPQ4p3Bq5zLJvabHj1NBiT4eWqkf5tArkvTwO&#10;q9L4zF2W9dWcT7eanFJfs3G/BhFpjP/iP/dJp/l5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KOjKi+AAAA3AAAAA8AAAAAAAAAAAAAAAAAmAIAAGRycy9kb3ducmV2&#10;LnhtbFBLBQYAAAAABAAEAPUAAACDAwAAAAA=&#10;" filled="f" stroked="f">
                  <v:textbox style="mso-fit-shape-to-text:t" inset="0,0,0,0">
                    <w:txbxContent>
                      <w:p w:rsidR="00E57CC1" w:rsidRDefault="00E57CC1" w:rsidP="00806774">
                        <w:r>
                          <w:rPr>
                            <w:b/>
                            <w:bCs/>
                            <w:color w:val="0066FF"/>
                            <w:sz w:val="20"/>
                          </w:rPr>
                          <w:t>No.4</w:t>
                        </w:r>
                      </w:p>
                    </w:txbxContent>
                  </v:textbox>
                </v:rect>
                <v:rect id="Rectangle 115" o:spid="_x0000_s1039" style="position:absolute;left:28003;top:2070;width:2508;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rsidR="00E57CC1" w:rsidRDefault="00E57CC1" w:rsidP="00806774">
                        <w:r>
                          <w:rPr>
                            <w:b/>
                            <w:bCs/>
                            <w:color w:val="0066FF"/>
                            <w:sz w:val="20"/>
                          </w:rPr>
                          <w:t>No.5</w:t>
                        </w:r>
                      </w:p>
                    </w:txbxContent>
                  </v:textbox>
                </v:rect>
                <v:rect id="Rectangle 116" o:spid="_x0000_s1040" style="position:absolute;left:33724;top:2070;width:2509;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rsidR="00E57CC1" w:rsidRDefault="00E57CC1" w:rsidP="00806774">
                        <w:r>
                          <w:rPr>
                            <w:b/>
                            <w:bCs/>
                            <w:color w:val="0066FF"/>
                            <w:sz w:val="20"/>
                          </w:rPr>
                          <w:t>No.6</w:t>
                        </w:r>
                      </w:p>
                    </w:txbxContent>
                  </v:textbox>
                </v:rect>
                <v:rect id="Rectangle 117" o:spid="_x0000_s1041" style="position:absolute;left:39173;top:2070;width:2508;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rsidR="00E57CC1" w:rsidRDefault="00E57CC1" w:rsidP="00806774">
                        <w:r>
                          <w:rPr>
                            <w:b/>
                            <w:bCs/>
                            <w:color w:val="0066FF"/>
                            <w:sz w:val="20"/>
                          </w:rPr>
                          <w:t>No.7</w:t>
                        </w:r>
                      </w:p>
                    </w:txbxContent>
                  </v:textbox>
                </v:rect>
                <v:rect id="Rectangle 118" o:spid="_x0000_s1042" style="position:absolute;left:44761;top:2070;width:2508;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rsidR="00E57CC1" w:rsidRDefault="00E57CC1" w:rsidP="00806774">
                        <w:r>
                          <w:rPr>
                            <w:b/>
                            <w:bCs/>
                            <w:color w:val="0066FF"/>
                            <w:sz w:val="20"/>
                          </w:rPr>
                          <w:t>No.8</w:t>
                        </w:r>
                      </w:p>
                    </w:txbxContent>
                  </v:textbox>
                </v:rect>
                <v:rect id="Rectangle 119" o:spid="_x0000_s1043" style="position:absolute;left:50069;top:2070;width:2509;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rsidR="00E57CC1" w:rsidRDefault="00E57CC1" w:rsidP="00806774">
                        <w:r>
                          <w:rPr>
                            <w:b/>
                            <w:bCs/>
                            <w:color w:val="0066FF"/>
                            <w:sz w:val="20"/>
                          </w:rPr>
                          <w:t>No.9</w:t>
                        </w:r>
                      </w:p>
                    </w:txbxContent>
                  </v:textbox>
                </v:rect>
                <v:rect id="Rectangle 120" o:spid="_x0000_s1044" style="position:absolute;left:23031;top:7651;width:11728;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EWJ8MA&#10;AADcAAAADwAAAGRycy9kb3ducmV2LnhtbERPTWvCQBC9F/wPyxR6M5ukoCG6ShWkpVjEqPQ6ZKdJ&#10;MDsbstuY/vtuQehtHu9zluvRtGKg3jWWFSRRDIK4tLrhSsH5tJtmIJxH1thaJgU/5GC9mjwsMdf2&#10;xkcaCl+JEMIuRwW1910upStrMugi2xEH7sv2Bn2AfSV1j7cQblqZxvFMGmw4NNTY0bam8lp8GwV7&#10;mc2ue/2Rvr4/p/MLHj7lxrFST4/jywKEp9H/i+/uNx3mJ3P4eyZc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EWJ8MAAADcAAAADwAAAAAAAAAAAAAAAACYAgAAZHJzL2Rv&#10;d25yZXYueG1sUEsFBgAAAAAEAAQA9QAAAIgDAAAAAA==&#10;" fillcolor="#bbe0e3" stroked="f"/>
                <v:rect id="Rectangle 121" o:spid="_x0000_s1045" style="position:absolute;left:23031;top:7651;width:11728;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VFzcYA&#10;AADcAAAADwAAAGRycy9kb3ducmV2LnhtbESPW2vCQBCF34X+h2WEvukmvYikrlKkhUKL4u19zE6T&#10;YHY2ZldN/fXOQ8G3Gc6Zc76ZzDpXqzO1ofJsIB0moIhzbysuDGw3n4MxqBCRLdaeycAfBZhNH3oT&#10;zKy/8IrO61goCeGQoYEyxibTOuQlOQxD3xCL9utbh1HWttC2xYuEu1o/JclIO6xYGkpsaF5Sflif&#10;nIHX1XJxevn26eLjus/5eXecdz9HYx773fsbqEhdvJv/r7+s4KdCK8/IBHp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7VFzcYAAADcAAAADwAAAAAAAAAAAAAAAACYAgAAZHJz&#10;L2Rvd25yZXYueG1sUEsFBgAAAAAEAAQA9QAAAIsDAAAAAA==&#10;" filled="f" strokeweight=".55pt"/>
                <v:rect id="Rectangle 122" o:spid="_x0000_s1046" style="position:absolute;left:27311;top:7124;width:3213;height:2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Arr8A&#10;AADcAAAADwAAAGRycy9kb3ducmV2LnhtbERPzYrCMBC+L/gOYQRva6qHxa1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ICuvwAAANwAAAAPAAAAAAAAAAAAAAAAAJgCAABkcnMvZG93bnJl&#10;di54bWxQSwUGAAAAAAQABAD1AAAAhAMAAAAA&#10;" filled="f" stroked="f">
                  <v:textbox style="mso-fit-shape-to-text:t" inset="0,0,0,0">
                    <w:txbxContent>
                      <w:p w:rsidR="00E57CC1" w:rsidRDefault="00E57CC1" w:rsidP="00806774">
                        <w:r>
                          <w:rPr>
                            <w:color w:val="000000"/>
                            <w:sz w:val="20"/>
                          </w:rPr>
                          <w:t>Step 3</w:t>
                        </w:r>
                      </w:p>
                    </w:txbxContent>
                  </v:textbox>
                </v:rect>
                <v:shape id="Freeform 123" o:spid="_x0000_s1047" style="position:absolute;left:6965;top:6343;width:1378;height:1308;visibility:visible;mso-wrap-style:square;v-text-anchor:top" coordsize="435,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a+bMcA&#10;AADcAAAADwAAAGRycy9kb3ducmV2LnhtbESPQW/CMAyF75P2HyJP2mUaKUVjVUdA2yQQO+wwxg+w&#10;Gq8pNE7VZKX8e3xA4mbrPb/3ebEafasG6mMT2MB0koEiroJtuDaw/10/F6BiQrbYBiYDZ4qwWt7f&#10;LbC04cQ/NOxSrSSEY4kGXEpdqXWsHHmMk9ARi/YXeo9J1r7WtseThPtW51k21x4blgaHHX06qo67&#10;f2/gdeO+x8N+bj/a2ZAfi8PL9Kn4MubxYXx/A5VoTDfz9XprBT8XfHlGJt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mvmzHAAAA3AAAAA8AAAAAAAAAAAAAAAAAmAIAAGRy&#10;cy9kb3ducmV2LnhtbFBLBQYAAAAABAAEAPUAAACMAwAAAAA=&#10;" path="m217,l,413r435,l217,xe" fillcolor="#bbe0e3" stroked="f">
                  <v:path arrowok="t" o:connecttype="custom" o:connectlocs="68739,0;0,130810;137795,130810;68739,0" o:connectangles="0,0,0,0"/>
                </v:shape>
                <v:shape id="Freeform 124" o:spid="_x0000_s1048" style="position:absolute;left:6965;top:6343;width:1378;height:1308;visibility:visible;mso-wrap-style:square;v-text-anchor:top" coordsize="435,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w0874A&#10;AADcAAAADwAAAGRycy9kb3ducmV2LnhtbERPTYvCMBC9C/6HMAveNFVBpBplEQR3Pan1PjazTdlm&#10;UpJou/9+Iwje5vE+Z73tbSMe5EPtWMF0koEgLp2uuVJQXPbjJYgQkTU2jknBHwXYboaDNebadXyi&#10;xzlWIoVwyFGBibHNpQylIYth4lrixP04bzEm6CupPXYp3DZylmULabHm1GCwpZ2h8vd8twqO4XaV&#10;hK3130X/lZnQNbt5pdToo/9cgYjUx7f45T7oNH82hecz6QK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28NPO+AAAA3AAAAA8AAAAAAAAAAAAAAAAAmAIAAGRycy9kb3ducmV2&#10;LnhtbFBLBQYAAAAABAAEAPUAAACDAwAAAAA=&#10;" path="m217,l,413r435,l217,xe" filled="f" strokeweight=".55pt">
                  <v:path arrowok="t" o:connecttype="custom" o:connectlocs="68739,0;0,130810;137795,130810;68739,0" o:connectangles="0,0,0,0"/>
                </v:shape>
                <v:rect id="Rectangle 125" o:spid="_x0000_s1049" style="position:absolute;left:8413;top:6350;width:1632;height:2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rsidR="00E57CC1" w:rsidRDefault="00E57CC1" w:rsidP="00806774">
                        <w:r>
                          <w:rPr>
                            <w:color w:val="000000"/>
                            <w:sz w:val="22"/>
                          </w:rPr>
                          <w:t>(0)</w:t>
                        </w:r>
                      </w:p>
                    </w:txbxContent>
                  </v:textbox>
                </v:rect>
                <v:shape id="Freeform 126" o:spid="_x0000_s1050" style="position:absolute;left:34137;top:9442;width:1315;height:1308;visibility:visible;mso-wrap-style:square;v-text-anchor:top" coordsize="414,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JocsMA&#10;AADcAAAADwAAAGRycy9kb3ducmV2LnhtbERPTWvCQBC9F/wPywi91Y0WRKKbUASlrb1oLeJtzI5J&#10;6O5szG5N+u+7BcHbPN7nLPLeGnGl1teOFYxHCQjiwumaSwX7z9XTDIQPyBqNY1LwSx7ybPCwwFS7&#10;jrd03YVSxBD2KSqoQmhSKX1RkUU/cg1x5M6utRgibEupW+xiuDVykiRTabHm2FBhQ8uKiu/dj1VQ&#10;H78OY1qb7v1w0fxh9s2p37wp9TjsX+YgAvXhLr65X3WcP3mG/2fiB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JocsMAAADcAAAADwAAAAAAAAAAAAAAAACYAgAAZHJzL2Rv&#10;d25yZXYueG1sUEsFBgAAAAAEAAQA9QAAAIgDAAAAAA==&#10;" path="m218,l,412r414,l218,xe" fillcolor="#bbe0e3" stroked="f">
                  <v:path arrowok="t" o:connecttype="custom" o:connectlocs="69215,0;0,130810;131445,130810;69215,0" o:connectangles="0,0,0,0"/>
                </v:shape>
                <v:shape id="Freeform 127" o:spid="_x0000_s1051" style="position:absolute;left:34137;top:9442;width:1315;height:1308;visibility:visible;mso-wrap-style:square;v-text-anchor:top" coordsize="414,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ZReMMA&#10;AADcAAAADwAAAGRycy9kb3ducmV2LnhtbESPQYvCMBCF74L/IYzgRTRV1mXtmkoRRK/qXvY2NLNt&#10;bDMpTdT6782C4G2G9+a9b9ab3jbiRp03jhXMZwkI4sJpw6WCn/Nu+gXCB2SNjWNS8CAPm2w4WGOq&#10;3Z2PdDuFUsQQ9ikqqEJoUyl9UZFFP3MtcdT+XGcxxLUrpe7wHsNtIxdJ8iktGo4NFba0raioT1er&#10;IP/d57Iw2+XxUE8uEza8KiOeGo/6/BtEoD68za/rg474iw/4fyZOI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ZReMMAAADcAAAADwAAAAAAAAAAAAAAAACYAgAAZHJzL2Rv&#10;d25yZXYueG1sUEsFBgAAAAAEAAQA9QAAAIgDAAAAAA==&#10;" path="m218,l,412r414,l218,xe" filled="f" strokeweight=".55pt">
                  <v:path arrowok="t" o:connecttype="custom" o:connectlocs="69215,0;0,130810;131445,130810;69215,0" o:connectangles="0,0,0,0"/>
                </v:shape>
                <v:rect id="Rectangle 128" o:spid="_x0000_s1052" style="position:absolute;left:35585;top:8407;width:1632;height:2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rsidR="00E57CC1" w:rsidRDefault="00E57CC1" w:rsidP="00806774">
                        <w:r>
                          <w:rPr>
                            <w:color w:val="000000"/>
                            <w:sz w:val="22"/>
                          </w:rPr>
                          <w:t>(1)</w:t>
                        </w:r>
                      </w:p>
                    </w:txbxContent>
                  </v:textbox>
                </v:rect>
                <v:rect id="Rectangle 129" o:spid="_x0000_s1053" style="position:absolute;left:15309;top:6477;width:6179;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rsidR="00E57CC1" w:rsidRDefault="00E57CC1" w:rsidP="00806774">
                        <w:r>
                          <w:rPr>
                            <w:color w:val="FF0000"/>
                            <w:sz w:val="20"/>
                          </w:rPr>
                          <w:t>(20 months)</w:t>
                        </w:r>
                      </w:p>
                    </w:txbxContent>
                  </v:textbox>
                </v:rect>
                <v:rect id="Rectangle 130" o:spid="_x0000_s1054" style="position:absolute;left:23031;top:11169;width:22212;height:1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3cmsAA&#10;AADcAAAADwAAAGRycy9kb3ducmV2LnhtbERP24rCMBB9F/yHMIJva2oFlWoUXVgUUcQbvg7N2Bab&#10;SWmidv9+Iyz4Nodznem8MaV4Uu0Kywr6vQgEcWp1wZmC8+nnawzCeWSNpWVS8EsO5rN2a4qJti8+&#10;0PPoMxFC2CWoIPe+SqR0aU4GXc9WxIG72dqgD7DOpK7xFcJNKeMoGkqDBYeGHCv6zim9Hx9GwVaO&#10;h/et3sWrzSAeXXB/lUvHSnU7zWICwlPjP+J/91qH+fEI3s+EC+T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73cmsAAAADcAAAADwAAAAAAAAAAAAAAAACYAgAAZHJzL2Rvd25y&#10;ZXYueG1sUEsFBgAAAAAEAAQA9QAAAIUDAAAAAA==&#10;" fillcolor="#bbe0e3" stroked="f"/>
                <v:rect id="Rectangle 131" o:spid="_x0000_s1055" style="position:absolute;left:23031;top:11169;width:22212;height:1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mPcMYA&#10;AADcAAAADwAAAGRycy9kb3ducmV2LnhtbESPQWvCQBCF74L/YRmhN91oWympq4hYKFQUrd6n2TEJ&#10;ZmdjdtXYX985FLzN8N68981k1rpKXakJpWcDw0ECijjztuTcwP77o/8GKkRki5VnMnCnALNptzPB&#10;1Pobb+m6i7mSEA4pGihirFOtQ1aQwzDwNbFoR984jLI2ubYN3iTcVXqUJGPtsGRpKLCmRUHZaXdx&#10;Bl63m/Xl5csP18vfn4yfD+dFuzob89Rr5++gIrXxYf6//rSCPxJaeUYm0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mPcMYAAADcAAAADwAAAAAAAAAAAAAAAACYAgAAZHJz&#10;L2Rvd25yZXYueG1sUEsFBgAAAAAEAAQA9QAAAIsDAAAAAA==&#10;" filled="f" strokeweight=".55pt"/>
                <v:rect id="Rectangle 132" o:spid="_x0000_s1056" style="position:absolute;left:32550;top:10661;width:3213;height:2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KE78A&#10;AADcAAAADwAAAGRycy9kb3ducmV2LnhtbERPzYrCMBC+C/sOYRa8aWoPi1uNIoKgixerDzA00x9M&#10;JiWJtvv2G0HY23x8v7PejtaIJ/nQOVawmGcgiCunO24U3K6H2RJEiMgajWNS8EsBtpuPyRoL7Qa+&#10;0LOMjUghHApU0MbYF1KGqiWLYe564sTVzluMCfpGao9DCrdG5ln2JS12nBpa7GnfUnUvH1aBvJaH&#10;YVkan7mfvD6b0/FSk1Nq+jnuViAijfFf/HYfdZqff8PrmXSB3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EoTvwAAANwAAAAPAAAAAAAAAAAAAAAAAJgCAABkcnMvZG93bnJl&#10;di54bWxQSwUGAAAAAAQABAD1AAAAhAMAAAAA&#10;" filled="f" stroked="f">
                  <v:textbox style="mso-fit-shape-to-text:t" inset="0,0,0,0">
                    <w:txbxContent>
                      <w:p w:rsidR="00E57CC1" w:rsidRDefault="00E57CC1" w:rsidP="00806774">
                        <w:r>
                          <w:rPr>
                            <w:color w:val="000000"/>
                            <w:sz w:val="20"/>
                          </w:rPr>
                          <w:t>Step 4</w:t>
                        </w:r>
                      </w:p>
                    </w:txbxContent>
                  </v:textbox>
                </v:rect>
                <v:rect id="Rectangle 133" o:spid="_x0000_s1057" style="position:absolute;left:26136;top:8978;width:5544;height:2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1U8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d1U8MAAADcAAAADwAAAAAAAAAAAAAAAACYAgAAZHJzL2Rv&#10;d25yZXYueG1sUEsFBgAAAAAEAAQA9QAAAIgDAAAAAA==&#10;" filled="f" stroked="f">
                  <v:textbox style="mso-fit-shape-to-text:t" inset="0,0,0,0">
                    <w:txbxContent>
                      <w:p w:rsidR="00E57CC1" w:rsidRDefault="00E57CC1" w:rsidP="00806774">
                        <w:r>
                          <w:rPr>
                            <w:color w:val="FF0000"/>
                            <w:sz w:val="20"/>
                          </w:rPr>
                          <w:t>(8 months)</w:t>
                        </w:r>
                      </w:p>
                    </w:txbxContent>
                  </v:textbox>
                </v:rect>
                <v:rect id="Rectangle 134" o:spid="_x0000_s1058" style="position:absolute;left:32416;top:12249;width:6179;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vQyL4A&#10;AADcAAAADwAAAGRycy9kb3ducmV2LnhtbERP24rCMBB9X/Afwgi+raku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k70Mi+AAAA3AAAAA8AAAAAAAAAAAAAAAAAmAIAAGRycy9kb3ducmV2&#10;LnhtbFBLBQYAAAAABAAEAPUAAACDAwAAAAA=&#10;" filled="f" stroked="f">
                  <v:textbox style="mso-fit-shape-to-text:t" inset="0,0,0,0">
                    <w:txbxContent>
                      <w:p w:rsidR="00E57CC1" w:rsidRDefault="00E57CC1" w:rsidP="00806774">
                        <w:r>
                          <w:rPr>
                            <w:color w:val="FF0000"/>
                            <w:sz w:val="20"/>
                          </w:rPr>
                          <w:t>(16 months)</w:t>
                        </w:r>
                      </w:p>
                    </w:txbxContent>
                  </v:textbox>
                </v:rect>
                <v:shape id="Freeform 135" o:spid="_x0000_s1059" style="position:absolute;left:44621;top:12890;width:1314;height:1308;visibility:visible;mso-wrap-style:square;v-text-anchor:top" coordsize="413,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klCcIA&#10;AADcAAAADwAAAGRycy9kb3ducmV2LnhtbERPTWvDMAy9F/YfjAa7tc6yUUJWt2yBkp06mgZ2FbGW&#10;hMZysN0m+/f1YNCbHu9Tm91sBnEl53vLCp5XCQjixuqeWwX1ab/MQPiArHGwTAp+ycNu+7DYYK7t&#10;xEe6VqEVMYR9jgq6EMZcSt90ZNCv7EgcuR/rDIYIXSu1wymGm0GmSbKWBnuODR2OVHTUnKuLUXDI&#10;+uMrfY9lfXbyIzNpkX2VhVJPj/P7G4hAc7iL/92fOs5/SeHvmXiB3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SUJwgAAANwAAAAPAAAAAAAAAAAAAAAAAJgCAABkcnMvZG93&#10;bnJldi54bWxQSwUGAAAAAAQABAD1AAAAhwMAAAAA&#10;" path="m196,l,412r413,l196,xe" fillcolor="#bbe0e3" stroked="f">
                  <v:path arrowok="t" o:connecttype="custom" o:connectlocs="62381,0;0,130810;131445,130810;62381,0" o:connectangles="0,0,0,0"/>
                </v:shape>
                <v:shape id="Freeform 136" o:spid="_x0000_s1060" style="position:absolute;left:44621;top:12890;width:1314;height:1308;visibility:visible;mso-wrap-style:square;v-text-anchor:top" coordsize="413,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j08MA&#10;AADcAAAADwAAAGRycy9kb3ducmV2LnhtbERPTWsCMRC9F/wPYQRv3Wwr1GVrlFKoqHjRtofehs24&#10;WbqZbJPorv++EQRv83ifM18OthVn8qFxrOApy0EQV043XCv4+vx4LECEiKyxdUwKLhRguRg9zLHU&#10;ruc9nQ+xFimEQ4kKTIxdKWWoDFkMmeuIE3d03mJM0NdSe+xTuG3lc56/SIsNpwaDHb0bqn4PJ6ug&#10;MJvv/arYzpreX6rd8dS51d+PUpPx8PYKItIQ7+Kbe63T/OkUrs+kC+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j08MAAADcAAAADwAAAAAAAAAAAAAAAACYAgAAZHJzL2Rv&#10;d25yZXYueG1sUEsFBgAAAAAEAAQA9QAAAIgDAAAAAA==&#10;" path="m196,l,412r413,l196,xe" filled="f" strokeweight=".55pt">
                  <v:path arrowok="t" o:connecttype="custom" o:connectlocs="62381,0;0,130810;131445,130810;62381,0" o:connectangles="0,0,0,0"/>
                </v:shape>
                <v:rect id="Rectangle 137" o:spid="_x0000_s1061" style="position:absolute;left:46069;top:11944;width:1632;height:2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E57CC1" w:rsidRDefault="00E57CC1" w:rsidP="00806774">
                        <w:r>
                          <w:rPr>
                            <w:color w:val="000000"/>
                            <w:sz w:val="22"/>
                          </w:rPr>
                          <w:t>(2)</w:t>
                        </w:r>
                      </w:p>
                    </w:txbxContent>
                  </v:textbox>
                </v:rect>
                <v:rect id="Rectangle 138" o:spid="_x0000_s1062" style="position:absolute;left:23031;top:14617;width:27451;height: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pxq8MA&#10;AADcAAAADwAAAGRycy9kb3ducmV2LnhtbERPTWvCQBC9F/wPywjedGNCrURXsQWxFEuprXgdsmMS&#10;kp0N2TVJ/323IPQ2j/c56+1gatFR60rLCuazCARxZnXJuYLvr/10CcJ5ZI21ZVLwQw62m9HDGlNt&#10;e/6k7uRzEULYpaig8L5JpXRZQQbdzDbEgbva1qAPsM2lbrEP4aaWcRQtpMGSQ0OBDb0UlFWnm1Fw&#10;lMtFddTv8eEtiZ/O+HGRz46VmoyH3QqEp8H/i+/uVx3mJ4/w90y4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pxq8MAAADcAAAADwAAAAAAAAAAAAAAAACYAgAAZHJzL2Rv&#10;d25yZXYueG1sUEsFBgAAAAAEAAQA9QAAAIgDAAAAAA==&#10;" fillcolor="#bbe0e3" stroked="f"/>
                <v:rect id="Rectangle 139" o:spid="_x0000_s1063" style="position:absolute;left:23031;top:14617;width:27451;height: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MoRMQA&#10;AADcAAAADwAAAGRycy9kb3ducmV2LnhtbERP22rCQBB9F/oPyxT6phubViR1lSIKhRbF2/s0OybB&#10;7GzMbi7167tCoW9zONeZLXpTipZqV1hWMB5FIIhTqwvOFBwP6+EUhPPIGkvLpOCHHCzmD4MZJtp2&#10;vKN27zMRQtglqCD3vkqkdGlOBt3IVsSBO9vaoA+wzqSusQvhppTPUTSRBgsODTlWtMwpvewbo+B1&#10;t900L592vFndvlOOT9dl/3VV6umxf38D4an3/+I/94cO8+MJ3J8JF8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TKETEAAAA3AAAAA8AAAAAAAAAAAAAAAAAmAIAAGRycy9k&#10;b3ducmV2LnhtbFBLBQYAAAAABAAEAPUAAACJAwAAAAA=&#10;" filled="f" strokeweight=".55pt"/>
                <v:rect id="Rectangle 140" o:spid="_x0000_s1064" style="position:absolute;left:32969;top:14001;width:7766;height:2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E57CC1" w:rsidRDefault="00E57CC1" w:rsidP="00806774">
                        <w:r>
                          <w:rPr>
                            <w:color w:val="000000"/>
                            <w:sz w:val="20"/>
                          </w:rPr>
                          <w:t>Steps 5,6 and 7</w:t>
                        </w:r>
                      </w:p>
                    </w:txbxContent>
                  </v:textbox>
                </v:rect>
                <v:shape id="Freeform 141" o:spid="_x0000_s1065" style="position:absolute;left:49860;top:16408;width:1314;height:1308;visibility:visible;mso-wrap-style:square;v-text-anchor:top" coordsize="413,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ES48QA&#10;AADcAAAADwAAAGRycy9kb3ducmV2LnhtbESPQWvDMAyF74P+B6PCbqvTboyQ1iltYHSnjXaFXUWs&#10;JiGxHGy3zf79dBjsJvGe3vu02U5uUDcKsfNsYLnIQBHX3nbcGDh/vT3loGJCtjh4JgM/FGFbzh42&#10;WFh/5yPdTqlREsKxQANtSmOhdaxbchgXfiQW7eKDwyRraLQNeJdwN+hVlr1qhx1LQ4sjVS3V/enq&#10;DHzk3fGFvsfDuQ96n7tVlX8eKmMe59NuDSrRlP7Nf9fvVvCfhVaekQl0+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BEuPEAAAA3AAAAA8AAAAAAAAAAAAAAAAAmAIAAGRycy9k&#10;b3ducmV2LnhtbFBLBQYAAAAABAAEAPUAAACJAwAAAAA=&#10;" path="m196,l,412r413,l196,xe" fillcolor="#bbe0e3" stroked="f">
                  <v:path arrowok="t" o:connecttype="custom" o:connectlocs="62381,0;0,130810;131445,130810;62381,0" o:connectangles="0,0,0,0"/>
                </v:shape>
                <v:shape id="Freeform 142" o:spid="_x0000_s1066" style="position:absolute;left:49860;top:16408;width:1314;height:1308;visibility:visible;mso-wrap-style:square;v-text-anchor:top" coordsize="413,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DUOcMA&#10;AADcAAAADwAAAGRycy9kb3ducmV2LnhtbERPTWsCMRC9F/wPYQq91Wwt6HZrFBEqKl607aG3YTNu&#10;lm4m2yS66783gtDbPN7nTOe9bcSZfKgdK3gZZiCIS6drrhR8fX485yBCRNbYOCYFFwownw0eplho&#10;1/GezodYiRTCoUAFJsa2kDKUhiyGoWuJE3d03mJM0FdSe+xSuG3kKMvG0mLNqcFgS0tD5e/hZBXk&#10;ZvO9X+XbSd35S7k7nlq3+vtR6umxX7yDiNTHf/HdvdZp/usb3J5JF8j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DUOcMAAADcAAAADwAAAAAAAAAAAAAAAACYAgAAZHJzL2Rv&#10;d25yZXYueG1sUEsFBgAAAAAEAAQA9QAAAIgDAAAAAA==&#10;" path="m196,l,412r413,l196,xe" filled="f" strokeweight=".55pt">
                  <v:path arrowok="t" o:connecttype="custom" o:connectlocs="62381,0;0,130810;131445,130810;62381,0" o:connectangles="0,0,0,0"/>
                </v:shape>
                <v:rect id="Rectangle 143" o:spid="_x0000_s1067" style="position:absolute;left:51314;top:15455;width:1632;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E57CC1" w:rsidRDefault="00E57CC1" w:rsidP="00806774">
                        <w:r>
                          <w:rPr>
                            <w:color w:val="000000"/>
                            <w:sz w:val="22"/>
                          </w:rPr>
                          <w:t>(3)</w:t>
                        </w:r>
                      </w:p>
                    </w:txbxContent>
                  </v:textbox>
                </v:rect>
                <v:rect id="Rectangle 144" o:spid="_x0000_s1068" style="position:absolute;left:39585;top:18129;width:16142;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cE1cMA&#10;AADcAAAADwAAAGRycy9kb3ducmV2LnhtbERPTWvCQBC9F/wPywje6sZYrETXoIK0FEuprXgdsmMS&#10;kp0N2W2S/ntXKPQ2j/c563QwteiodaVlBbNpBII4s7rkXMH31+FxCcJ5ZI21ZVLwSw7SzehhjYm2&#10;PX9Sd/K5CCHsElRQeN8kUrqsIINuahviwF1ta9AH2OZSt9iHcFPLOIoW0mDJoaHAhvYFZdXpxyg4&#10;yuWiOur3+OVtHj+f8eMid46VmoyH7QqEp8H/i//crzrMf5rB/Zlwgd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cE1cMAAADcAAAADwAAAAAAAAAAAAAAAACYAgAAZHJzL2Rv&#10;d25yZXYueG1sUEsFBgAAAAAEAAQA9QAAAIgDAAAAAA==&#10;" fillcolor="#bbe0e3" stroked="f"/>
                <v:rect id="Rectangle 145" o:spid="_x0000_s1069" style="position:absolute;left:39585;top:18129;width:16142;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5dOsQA&#10;AADcAAAADwAAAGRycy9kb3ducmV2LnhtbERP22rCQBB9L/Qflin0rW60KpJmlSItFCqKt/dpdpqE&#10;ZmdjdnOpX+8Kgm9zONdJFr0pRUu1KywrGA4iEMSp1QVnCg77z5cZCOeRNZaWScE/OVjMHx8SjLXt&#10;eEvtzmcihLCLUUHufRVL6dKcDLqBrYgD92trgz7AOpO6xi6Em1KOomgqDRYcGnKsaJlT+rdrjILJ&#10;drNuxt92uP44/6T8ejwt+9VJqeen/v0NhKfe38U395cO88cjuD4TLpDz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uXTrEAAAA3AAAAA8AAAAAAAAAAAAAAAAAmAIAAGRycy9k&#10;b3ducmV2LnhtbFBLBQYAAAAABAAEAPUAAACJAwAAAAA=&#10;" filled="f" strokeweight=".55pt"/>
                <v:rect id="Rectangle 146" o:spid="_x0000_s1070" style="position:absolute;left:45866;top:17621;width:3708;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E57CC1" w:rsidRDefault="00E57CC1" w:rsidP="00806774">
                        <w:r>
                          <w:rPr>
                            <w:color w:val="000000"/>
                            <w:sz w:val="20"/>
                          </w:rPr>
                          <w:t>Steps 8</w:t>
                        </w:r>
                      </w:p>
                    </w:txbxContent>
                  </v:textbox>
                </v:rect>
                <v:shape id="Freeform 147" o:spid="_x0000_s1071" style="position:absolute;left:55105;top:19856;width:1308;height:1308;visibility:visible;mso-wrap-style:square;v-text-anchor:top" coordsize="413,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prm8AA&#10;AADcAAAADwAAAGRycy9kb3ducmV2LnhtbERPTYvCMBC9C/6HMII3TZUipWuUtbDoSVELex2a2bbY&#10;TEqS1frvjbCwt3m8z1lvB9OJOznfWlawmCcgiCurW64VlNevWQbCB2SNnWVS8CQP2814tMZc2wef&#10;6X4JtYgh7HNU0ITQ51L6qiGDfm574sj9WGcwROhqqR0+Yrjp5DJJVtJgy7GhwZ6Khqrb5dcoOGbt&#10;OaXvfl/enNxlZllkp32h1HQyfH6ACDSEf/Gf+6Dj/DSF9zPxAr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cprm8AAAADcAAAADwAAAAAAAAAAAAAAAACYAgAAZHJzL2Rvd25y&#10;ZXYueG1sUEsFBgAAAAAEAAQA9QAAAIUDAAAAAA==&#10;" path="m196,l,412r413,l196,xe" fillcolor="#bbe0e3" stroked="f">
                  <v:path arrowok="t" o:connecttype="custom" o:connectlocs="62079,0;0,130810;130810,130810;62079,0" o:connectangles="0,0,0,0"/>
                </v:shape>
                <v:shape id="Freeform 148" o:spid="_x0000_s1072" style="position:absolute;left:55105;top:19856;width:1308;height:1308;visibility:visible;mso-wrap-style:square;v-text-anchor:top" coordsize="413,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utQcMA&#10;AADcAAAADwAAAGRycy9kb3ducmV2LnhtbERPTWsCMRC9F/wPYQRvNVuxdtkaRQTFll607aG3YTNu&#10;lm4maxLd9d83BcHbPN7nzJe9bcSFfKgdK3gaZyCIS6drrhR8fW4ecxAhImtsHJOCKwVYLgYPcyy0&#10;63hPl0OsRArhUKACE2NbSBlKQxbD2LXEiTs6bzEm6CupPXYp3DZykmUzabHm1GCwpbWh8vdwtgpy&#10;8/a93+bvL3Xnr+XH8dy67elHqdGwX72CiNTHu/jm3uk0f/oM/8+k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0utQcMAAADcAAAADwAAAAAAAAAAAAAAAACYAgAAZHJzL2Rv&#10;d25yZXYueG1sUEsFBgAAAAAEAAQA9QAAAIgDAAAAAA==&#10;" path="m196,l,412r413,l196,xe" filled="f" strokeweight=".55pt">
                  <v:path arrowok="t" o:connecttype="custom" o:connectlocs="62079,0;0,130810;130810,130810;62079,0" o:connectangles="0,0,0,0"/>
                </v:shape>
                <v:rect id="Rectangle 149" o:spid="_x0000_s1073" style="position:absolute;left:56483;top:18973;width:1632;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E57CC1" w:rsidRDefault="00E57CC1" w:rsidP="00806774">
                        <w:r>
                          <w:rPr>
                            <w:color w:val="000000"/>
                            <w:sz w:val="22"/>
                          </w:rPr>
                          <w:t>(4)</w:t>
                        </w:r>
                      </w:p>
                    </w:txbxContent>
                  </v:textbox>
                </v:rect>
                <v:rect id="Rectangle 150" o:spid="_x0000_s1074" style="position:absolute;left:45516;top:19456;width:6179;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E57CC1" w:rsidRDefault="00E57CC1" w:rsidP="00806774">
                        <w:r>
                          <w:rPr>
                            <w:color w:val="FF0000"/>
                            <w:sz w:val="20"/>
                          </w:rPr>
                          <w:t>(12 months)</w:t>
                        </w:r>
                      </w:p>
                    </w:txbxContent>
                  </v:textbox>
                </v:rect>
                <v:rect id="Rectangle 151" o:spid="_x0000_s1075" style="position:absolute;left:34620;top:15849;width:6178;height:2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E57CC1" w:rsidRDefault="00E57CC1" w:rsidP="00806774">
                        <w:r>
                          <w:rPr>
                            <w:color w:val="FF0000"/>
                            <w:sz w:val="20"/>
                          </w:rPr>
                          <w:t>(20 months)</w:t>
                        </w:r>
                      </w:p>
                    </w:txbxContent>
                  </v:textbox>
                </v:rect>
                <v:rect id="Rectangle 152" o:spid="_x0000_s1076" style="position:absolute;left:1238;top:1447;width:3778;height:2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E57CC1" w:rsidRDefault="00E57CC1" w:rsidP="00806774">
                        <w:r>
                          <w:rPr>
                            <w:color w:val="0066FF"/>
                            <w:sz w:val="20"/>
                          </w:rPr>
                          <w:t>WP 5D</w:t>
                        </w:r>
                      </w:p>
                    </w:txbxContent>
                  </v:textbox>
                </v:rect>
                <v:rect id="Rectangle 153" o:spid="_x0000_s1077" style="position:absolute;left:1238;top:2819;width:4591;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E57CC1" w:rsidRDefault="00E57CC1" w:rsidP="00806774">
                        <w:r>
                          <w:rPr>
                            <w:color w:val="0066FF"/>
                            <w:sz w:val="20"/>
                          </w:rPr>
                          <w:t>meetings</w:t>
                        </w:r>
                      </w:p>
                    </w:txbxContent>
                  </v:textbox>
                </v:rect>
                <v:rect id="Rectangle 154" o:spid="_x0000_s1078" style="position:absolute;left:2279;top:23488;width:17621;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E57CC1" w:rsidRDefault="00E57CC1" w:rsidP="00806774">
                        <w:r>
                          <w:rPr>
                            <w:color w:val="000000"/>
                            <w:sz w:val="18"/>
                            <w:szCs w:val="18"/>
                          </w:rPr>
                          <w:t xml:space="preserve">Step 1: Issuance of the </w:t>
                        </w:r>
                        <w:r>
                          <w:rPr>
                            <w:rFonts w:hint="eastAsia"/>
                            <w:color w:val="000000"/>
                            <w:sz w:val="18"/>
                            <w:szCs w:val="18"/>
                            <w:lang w:eastAsia="ja-JP"/>
                          </w:rPr>
                          <w:t>Announcement</w:t>
                        </w:r>
                      </w:p>
                    </w:txbxContent>
                  </v:textbox>
                </v:rect>
                <v:rect id="Rectangle 155" o:spid="_x0000_s1079" style="position:absolute;left:2279;top:24745;width:23273;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E57CC1" w:rsidRDefault="00E57CC1" w:rsidP="00806774">
                        <w:r>
                          <w:rPr>
                            <w:color w:val="000000"/>
                            <w:sz w:val="18"/>
                            <w:szCs w:val="18"/>
                          </w:rPr>
                          <w:t>Step 2: Development of candidate RITs and SRITs</w:t>
                        </w:r>
                      </w:p>
                    </w:txbxContent>
                  </v:textbox>
                </v:rect>
                <v:rect id="Rectangle 156" o:spid="_x0000_s1080" style="position:absolute;left:2279;top:26111;width:23527;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E57CC1" w:rsidRDefault="00E57CC1" w:rsidP="00806774">
                        <w:r>
                          <w:rPr>
                            <w:color w:val="000000"/>
                            <w:sz w:val="18"/>
                            <w:szCs w:val="18"/>
                          </w:rPr>
                          <w:t xml:space="preserve">Step 3: Submission/Reception of the RIT and SRIT </w:t>
                        </w:r>
                      </w:p>
                    </w:txbxContent>
                  </v:textbox>
                </v:rect>
                <v:rect id="Rectangle 157" o:spid="_x0000_s1081" style="position:absolute;left:5518;top:27349;width:19050;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E57CC1" w:rsidRDefault="00E57CC1" w:rsidP="00806774">
                        <w:r>
                          <w:rPr>
                            <w:color w:val="000000"/>
                            <w:sz w:val="18"/>
                            <w:szCs w:val="18"/>
                          </w:rPr>
                          <w:t>proposals and acknowledgment of receipt</w:t>
                        </w:r>
                      </w:p>
                    </w:txbxContent>
                  </v:textbox>
                </v:rect>
                <v:rect id="Rectangle 158" o:spid="_x0000_s1082" style="position:absolute;left:2279;top:28657;width:22066;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E57CC1" w:rsidRDefault="00E57CC1" w:rsidP="00806774">
                        <w:r>
                          <w:rPr>
                            <w:color w:val="000000"/>
                            <w:sz w:val="18"/>
                            <w:szCs w:val="18"/>
                          </w:rPr>
                          <w:t>Step 4:</w:t>
                        </w:r>
                        <w:r w:rsidRPr="00613426">
                          <w:rPr>
                            <w:i/>
                            <w:color w:val="000000"/>
                            <w:sz w:val="18"/>
                            <w:szCs w:val="18"/>
                          </w:rPr>
                          <w:t xml:space="preserve"> </w:t>
                        </w:r>
                        <w:r>
                          <w:rPr>
                            <w:color w:val="000000"/>
                            <w:sz w:val="18"/>
                            <w:szCs w:val="18"/>
                          </w:rPr>
                          <w:t>Evaluation of candidate RITs and SRITs</w:t>
                        </w:r>
                      </w:p>
                    </w:txbxContent>
                  </v:textbox>
                </v:rect>
                <v:rect id="Rectangle 159" o:spid="_x0000_s1083" style="position:absolute;left:6070;top:29972;width:9589;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2tHL4A&#10;AADcAAAADwAAAGRycy9kb3ducmV2LnhtbERP24rCMBB9X/Afwgi+ramC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sNrRy+AAAA3AAAAA8AAAAAAAAAAAAAAAAAmAIAAGRycy9kb3ducmV2&#10;LnhtbFBLBQYAAAAABAAEAPUAAACDAwAAAAA=&#10;" filled="f" stroked="f">
                  <v:textbox style="mso-fit-shape-to-text:t" inset="0,0,0,0">
                    <w:txbxContent>
                      <w:p w:rsidR="00E57CC1" w:rsidRDefault="00E57CC1" w:rsidP="00806774">
                        <w:r>
                          <w:rPr>
                            <w:color w:val="000000"/>
                            <w:sz w:val="18"/>
                            <w:szCs w:val="18"/>
                          </w:rPr>
                          <w:t>by evaluation groups</w:t>
                        </w:r>
                      </w:p>
                    </w:txbxContent>
                  </v:textbox>
                </v:rect>
                <v:rect id="Rectangle 160" o:spid="_x0000_s1084" style="position:absolute;left:29794;top:23285;width:29267;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EIh78A&#10;AADcAAAADwAAAGRycy9kb3ducmV2LnhtbERP24rCMBB9F/yHMIJvmiq4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0QQiHvwAAANwAAAAPAAAAAAAAAAAAAAAAAJgCAABkcnMvZG93bnJl&#10;di54bWxQSwUGAAAAAAQABAD1AAAAhAMAAAAA&#10;" filled="f" stroked="f">
                  <v:textbox style="mso-fit-shape-to-text:t" inset="0,0,0,0">
                    <w:txbxContent>
                      <w:p w:rsidR="00E57CC1" w:rsidRDefault="00E57CC1" w:rsidP="00806774">
                        <w:r>
                          <w:rPr>
                            <w:color w:val="000000"/>
                            <w:sz w:val="18"/>
                            <w:szCs w:val="18"/>
                          </w:rPr>
                          <w:t>Step 5: Review and coordination of outside evaluation activities</w:t>
                        </w:r>
                      </w:p>
                    </w:txbxContent>
                  </v:textbox>
                </v:rect>
                <v:rect id="Rectangle 161" o:spid="_x0000_s1085" style="position:absolute;left:29794;top:24593;width:30099;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6c9c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6c9cMAAADcAAAADwAAAAAAAAAAAAAAAACYAgAAZHJzL2Rv&#10;d25yZXYueG1sUEsFBgAAAAAEAAQA9QAAAIgDAAAAAA==&#10;" filled="f" stroked="f">
                  <v:textbox style="mso-fit-shape-to-text:t" inset="0,0,0,0">
                    <w:txbxContent>
                      <w:p w:rsidR="00E57CC1" w:rsidRDefault="00E57CC1" w:rsidP="00806774">
                        <w:r>
                          <w:rPr>
                            <w:color w:val="000000"/>
                            <w:sz w:val="18"/>
                            <w:szCs w:val="18"/>
                          </w:rPr>
                          <w:t>Step 6: Review to assess compliance with minimum requirements</w:t>
                        </w:r>
                      </w:p>
                    </w:txbxContent>
                  </v:textbox>
                </v:rect>
                <v:rect id="Rectangle 162" o:spid="_x0000_s1086" style="position:absolute;left:29794;top:25831;width:28765;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I5br8A&#10;AADcAAAADwAAAGRycy9kb3ducmV2LnhtbERP24rCMBB9X/Afwgi+ramC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kjluvwAAANwAAAAPAAAAAAAAAAAAAAAAAJgCAABkcnMvZG93bnJl&#10;di54bWxQSwUGAAAAAAQABAD1AAAAhAMAAAAA&#10;" filled="f" stroked="f">
                  <v:textbox style="mso-fit-shape-to-text:t" inset="0,0,0,0">
                    <w:txbxContent>
                      <w:p w:rsidR="00E57CC1" w:rsidRDefault="00E57CC1" w:rsidP="00806774">
                        <w:r>
                          <w:rPr>
                            <w:color w:val="000000"/>
                            <w:sz w:val="18"/>
                            <w:szCs w:val="18"/>
                          </w:rPr>
                          <w:t xml:space="preserve">Step 7: Consideration of evaluation results, consensus building </w:t>
                        </w:r>
                      </w:p>
                    </w:txbxContent>
                  </v:textbox>
                </v:rect>
                <v:rect id="Rectangle 163" o:spid="_x0000_s1087" style="position:absolute;left:33032;top:27146;width:5747;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RaTsMA&#10;AADcAAAADwAAAGRycy9kb3ducmV2LnhtbESPzWoDMQyE74G8g1Ggt6y3OYSwiRNKIZCWXLLpA4i1&#10;9ofa8mK72e3bR4dCbxIzmvl0OM3eqQfFNAQ28FqUoIibYAfuDHzdz+sdqJSRLbrAZOCXEpyOy8UB&#10;KxsmvtGjzp2SEE4VGuhzHiutU9OTx1SEkVi0NkSPWdbYaRtxknDv9KYst9rjwNLQ40jvPTXf9Y83&#10;oO/1edrVLpbhc9Ne3cfl1lIw5mU1v+1BZZrzv/nv+mIFfyv4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RaTsMAAADcAAAADwAAAAAAAAAAAAAAAACYAgAAZHJzL2Rv&#10;d25yZXYueG1sUEsFBgAAAAAEAAQA9QAAAIgDAAAAAA==&#10;" filled="f" stroked="f">
                  <v:textbox style="mso-fit-shape-to-text:t" inset="0,0,0,0">
                    <w:txbxContent>
                      <w:p w:rsidR="00E57CC1" w:rsidRDefault="00E57CC1" w:rsidP="00806774">
                        <w:r>
                          <w:rPr>
                            <w:color w:val="000000"/>
                            <w:sz w:val="18"/>
                            <w:szCs w:val="18"/>
                          </w:rPr>
                          <w:t xml:space="preserve">and decision </w:t>
                        </w:r>
                      </w:p>
                    </w:txbxContent>
                  </v:textbox>
                </v:rect>
                <v:rect id="Rectangle 164" o:spid="_x0000_s1088" style="position:absolute;left:29794;top:28454;width:27362;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j/1b4A&#10;AADcAAAADwAAAGRycy9kb3ducmV2LnhtbERPy6rCMBDdC/5DGOHuNNWFSDWKCIJX7sbqBwzN9IHJ&#10;pCTR9v69EQR3czjP2ewGa8STfGgdK5jPMhDEpdMt1wpu1+N0BSJEZI3GMSn4pwC77Xi0wVy7ni/0&#10;LGItUgiHHBU0MXa5lKFsyGKYuY44cZXzFmOCvpbaY5/CrZGLLFtKiy2nhgY7OjRU3ouHVSCvxbFf&#10;FcZn7ryo/szv6VKRU+pnMuzXICIN8Sv+uE86zV/O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qI/9W+AAAA3AAAAA8AAAAAAAAAAAAAAAAAmAIAAGRycy9kb3ducmV2&#10;LnhtbFBLBQYAAAAABAAEAPUAAACDAwAAAAA=&#10;" filled="f" stroked="f">
                  <v:textbox style="mso-fit-shape-to-text:t" inset="0,0,0,0">
                    <w:txbxContent>
                      <w:p w:rsidR="00E57CC1" w:rsidRDefault="00E57CC1" w:rsidP="00806774">
                        <w:r>
                          <w:rPr>
                            <w:color w:val="000000"/>
                            <w:sz w:val="18"/>
                            <w:szCs w:val="18"/>
                          </w:rPr>
                          <w:t>Step 8: Development of radio interface Recommendation(s)</w:t>
                        </w:r>
                      </w:p>
                    </w:txbxContent>
                  </v:textbox>
                </v:rect>
                <v:rect id="Rectangle 165" o:spid="_x0000_s1089" style="position:absolute;left:2209;top:31572;width:31820;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phor4A&#10;AADcAAAADwAAAGRycy9kb3ducmV2LnhtbERPzYrCMBC+C75DGGFvmtqDSDWKCIIre7HuAwzN9AeT&#10;SUmi7b69EYS9zcf3O9v9aI14kg+dYwXLRQaCuHK640bB7+00X4MIEVmjcUwK/ijAfjedbLHQbuAr&#10;PcvYiBTCoUAFbYx9IWWoWrIYFq4nTlztvMWYoG+k9jikcGtknmUrabHj1NBiT8eWqnv5sArkrTwN&#10;69L4zF3y+sd8n681OaW+ZuNhAyLSGP/FH/dZp/mrHN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paYaK+AAAA3AAAAA8AAAAAAAAAAAAAAAAAmAIAAGRycy9kb3ducmV2&#10;LnhtbFBLBQYAAAAABAAEAPUAAACDAwAAAAA=&#10;" filled="f" stroked="f">
                  <v:textbox style="mso-fit-shape-to-text:t" inset="0,0,0,0">
                    <w:txbxContent>
                      <w:p w:rsidR="00E57CC1" w:rsidRDefault="00E57CC1" w:rsidP="00806774">
                        <w:r>
                          <w:rPr>
                            <w:b/>
                            <w:bCs/>
                            <w:color w:val="000000"/>
                            <w:sz w:val="20"/>
                          </w:rPr>
                          <w:t>Critical milestones in radio interface development process:</w:t>
                        </w:r>
                      </w:p>
                    </w:txbxContent>
                  </v:textbox>
                </v:rect>
                <v:rect id="Rectangle 166" o:spid="_x0000_s1090" style="position:absolute;left:2279;top:33350;width:17971;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EOb4A&#10;AADcAAAADwAAAGRycy9kb3ducmV2LnhtbERP24rCMBB9X/Afwgi+rakK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UWxDm+AAAA3AAAAA8AAAAAAAAAAAAAAAAAmAIAAGRycy9kb3ducmV2&#10;LnhtbFBLBQYAAAAABAAEAPUAAACDAwAAAAA=&#10;" filled="f" stroked="f">
                  <v:textbox style="mso-fit-shape-to-text:t" inset="0,0,0,0">
                    <w:txbxContent>
                      <w:p w:rsidR="00E57CC1" w:rsidRDefault="00E57CC1" w:rsidP="00806774">
                        <w:r>
                          <w:rPr>
                            <w:color w:val="000000"/>
                            <w:sz w:val="18"/>
                            <w:szCs w:val="18"/>
                          </w:rPr>
                          <w:t xml:space="preserve">(0): Issue an invitation to propose RITs     </w:t>
                        </w:r>
                      </w:p>
                    </w:txbxContent>
                  </v:textbox>
                </v:rect>
                <v:rect id="Rectangle 167" o:spid="_x0000_s1091" style="position:absolute;left:21653;top:33350;width:6636;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9cTb4A&#10;AADcAAAADwAAAGRycy9kb3ducmV2LnhtbERP24rCMBB9X/Afwgi+raki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XE2+AAAA3AAAAA8AAAAAAAAAAAAAAAAAmAIAAGRycy9kb3ducmV2&#10;LnhtbFBLBQYAAAAABAAEAPUAAACDAwAAAAA=&#10;" filled="f" stroked="f">
                  <v:textbox style="mso-fit-shape-to-text:t" inset="0,0,0,0">
                    <w:txbxContent>
                      <w:p w:rsidR="00E57CC1" w:rsidRDefault="00E57CC1" w:rsidP="00806774">
                        <w:r>
                          <w:rPr>
                            <w:color w:val="000000"/>
                            <w:sz w:val="18"/>
                            <w:szCs w:val="18"/>
                          </w:rPr>
                          <w:t>Meeting No. 1</w:t>
                        </w:r>
                      </w:p>
                    </w:txbxContent>
                  </v:textbox>
                </v:rect>
                <v:rect id="Rectangle 168" o:spid="_x0000_s1092" style="position:absolute;left:2279;top:34588;width:18669;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P51r4A&#10;AADcAAAADwAAAGRycy9kb3ducmV2LnhtbERP24rCMBB9X/Afwgi+ramC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Wz+da+AAAA3AAAAA8AAAAAAAAAAAAAAAAAmAIAAGRycy9kb3ducmV2&#10;LnhtbFBLBQYAAAAABAAEAPUAAACDAwAAAAA=&#10;" filled="f" stroked="f">
                  <v:textbox style="mso-fit-shape-to-text:t" inset="0,0,0,0">
                    <w:txbxContent>
                      <w:p w:rsidR="00E57CC1" w:rsidRDefault="00E57CC1" w:rsidP="00806774">
                        <w:r>
                          <w:rPr>
                            <w:color w:val="000000"/>
                            <w:sz w:val="18"/>
                            <w:szCs w:val="18"/>
                          </w:rPr>
                          <w:t xml:space="preserve">(1): ITU proposed cut off for submission   </w:t>
                        </w:r>
                      </w:p>
                    </w:txbxContent>
                  </v:textbox>
                </v:rect>
                <v:rect id="Rectangle 169" o:spid="_x0000_s1093" style="position:absolute;left:21793;top:34588;width:6635;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Fnob4A&#10;AADcAAAADwAAAGRycy9kb3ducmV2LnhtbERPzYrCMBC+L/gOYQRva6qHIl2jiCCoeLHuAwzN9IdN&#10;JiWJtr69EYS9zcf3O+vtaI14kA+dYwWLeQaCuHK640bB7+3wvQIRIrJG45gUPCnAdjP5WmOh3cBX&#10;epSxESmEQ4EK2hj7QspQtWQxzF1PnLjaeYsxQd9I7XFI4dbIZZbl0mLHqaHFnvYtVX/l3SqQt/Iw&#10;rErjM3de1hdzOl5rckrNpuPuB0SkMf6LP+6jTvPzHN7PpAvk5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hZ6G+AAAA3AAAAA8AAAAAAAAAAAAAAAAAmAIAAGRycy9kb3ducmV2&#10;LnhtbFBLBQYAAAAABAAEAPUAAACDAwAAAAA=&#10;" filled="f" stroked="f">
                  <v:textbox style="mso-fit-shape-to-text:t" inset="0,0,0,0">
                    <w:txbxContent>
                      <w:p w:rsidR="00E57CC1" w:rsidRDefault="00E57CC1" w:rsidP="00806774">
                        <w:r>
                          <w:rPr>
                            <w:color w:val="000000"/>
                            <w:sz w:val="18"/>
                            <w:szCs w:val="18"/>
                          </w:rPr>
                          <w:t>Meeting No. 6</w:t>
                        </w:r>
                      </w:p>
                    </w:txbxContent>
                  </v:textbox>
                </v:rect>
                <v:rect id="Rectangle 170" o:spid="_x0000_s1094" style="position:absolute;left:3930;top:35902;width:17113;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COr8A&#10;AADcAAAADwAAAGRycy9kb3ducmV2LnhtbERPzYrCMBC+L/gOYQRva6oHV6p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LcI6vwAAANwAAAAPAAAAAAAAAAAAAAAAAJgCAABkcnMvZG93bnJl&#10;di54bWxQSwUGAAAAAAQABAD1AAAAhAMAAAAA&#10;" filled="f" stroked="f">
                  <v:textbox style="mso-fit-shape-to-text:t" inset="0,0,0,0">
                    <w:txbxContent>
                      <w:p w:rsidR="00E57CC1" w:rsidRDefault="00E57CC1" w:rsidP="00806774">
                        <w:r>
                          <w:rPr>
                            <w:color w:val="000000"/>
                            <w:sz w:val="18"/>
                            <w:szCs w:val="18"/>
                          </w:rPr>
                          <w:t>of candidate RIT and SRIT</w:t>
                        </w:r>
                        <w:r>
                          <w:rPr>
                            <w:rFonts w:hint="eastAsia"/>
                            <w:color w:val="000000"/>
                            <w:sz w:val="18"/>
                            <w:szCs w:val="18"/>
                            <w:lang w:eastAsia="ja-JP"/>
                          </w:rPr>
                          <w:t xml:space="preserve"> </w:t>
                        </w:r>
                        <w:r>
                          <w:rPr>
                            <w:color w:val="000000"/>
                            <w:sz w:val="18"/>
                            <w:szCs w:val="18"/>
                          </w:rPr>
                          <w:t>proposals</w:t>
                        </w:r>
                      </w:p>
                    </w:txbxContent>
                  </v:textbox>
                </v:rect>
                <v:rect id="Rectangle 171" o:spid="_x0000_s1095" style="position:absolute;left:29794;top:33350;width:18256;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JWSMMA&#10;AADcAAAADwAAAGRycy9kb3ducmV2LnhtbESPzWoDMQyE74G8g1Ggt6y3OYSwiRNKIZCWXLLpA4i1&#10;9ofa8mK72e3bR4dCbxIzmvl0OM3eqQfFNAQ28FqUoIibYAfuDHzdz+sdqJSRLbrAZOCXEpyOy8UB&#10;KxsmvtGjzp2SEE4VGuhzHiutU9OTx1SEkVi0NkSPWdbYaRtxknDv9KYst9rjwNLQ40jvPTXf9Y83&#10;oO/1edrVLpbhc9Ne3cfl1lIw5mU1v+1BZZrzv/nv+mIFfyu0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JWSMMAAADcAAAADwAAAAAAAAAAAAAAAACYAgAAZHJzL2Rv&#10;d25yZXYueG1sUEsFBgAAAAAEAAQA9QAAAIgDAAAAAA==&#10;" filled="f" stroked="f">
                  <v:textbox style="mso-fit-shape-to-text:t" inset="0,0,0,0">
                    <w:txbxContent>
                      <w:p w:rsidR="00E57CC1" w:rsidRDefault="00E57CC1" w:rsidP="00806774">
                        <w:r>
                          <w:rPr>
                            <w:color w:val="000000"/>
                            <w:sz w:val="18"/>
                            <w:szCs w:val="18"/>
                          </w:rPr>
                          <w:t xml:space="preserve">(2): Cut off for evaluation report to ITU         </w:t>
                        </w:r>
                      </w:p>
                    </w:txbxContent>
                  </v:textbox>
                </v:rect>
                <v:rect id="Rectangle 172" o:spid="_x0000_s1096" style="position:absolute;left:53517;top:33350;width:6636;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7z078A&#10;AADcAAAADwAAAGRycy9kb3ducmV2LnhtbERPzYrCMBC+L/gOYQRva6oHcat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vPTvwAAANwAAAAPAAAAAAAAAAAAAAAAAJgCAABkcnMvZG93bnJl&#10;di54bWxQSwUGAAAAAAQABAD1AAAAhAMAAAAA&#10;" filled="f" stroked="f">
                  <v:textbox style="mso-fit-shape-to-text:t" inset="0,0,0,0">
                    <w:txbxContent>
                      <w:p w:rsidR="00E57CC1" w:rsidRDefault="00E57CC1" w:rsidP="00806774">
                        <w:r>
                          <w:rPr>
                            <w:color w:val="000000"/>
                            <w:sz w:val="18"/>
                            <w:szCs w:val="18"/>
                          </w:rPr>
                          <w:t>Meeting No. 8</w:t>
                        </w:r>
                      </w:p>
                    </w:txbxContent>
                  </v:textbox>
                </v:rect>
                <v:rect id="Rectangle 173" o:spid="_x0000_s1097" style="position:absolute;left:29794;top:34588;width:18224;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3Mk8MA&#10;AADcAAAADwAAAGRycy9kb3ducmV2LnhtbESPT2sCMRDF70K/Q5hCb5qthypbo5SCoMWLqx9g2Mz+&#10;oclkSVJ3/fadg+Bthvfmvd9sdpN36kYx9YENvC8KUMR1sD23Bq6X/XwNKmVkiy4wGbhTgt32ZbbB&#10;0oaRz3SrcqskhFOJBrqch1LrVHfkMS3CQCxaE6LHLGtstY04Srh3elkUH9pjz9LQ4UDfHdW/1Z83&#10;oC/VflxXLhbhZ9mc3PFwbigY8/Y6fX2CyjTlp/lxfbCCvxJ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3Mk8MAAADcAAAADwAAAAAAAAAAAAAAAACYAgAAZHJzL2Rv&#10;d25yZXYueG1sUEsFBgAAAAAEAAQA9QAAAIgDAAAAAA==&#10;" filled="f" stroked="f">
                  <v:textbox style="mso-fit-shape-to-text:t" inset="0,0,0,0">
                    <w:txbxContent>
                      <w:p w:rsidR="00E57CC1" w:rsidRDefault="00E57CC1" w:rsidP="00806774">
                        <w:r>
                          <w:rPr>
                            <w:color w:val="000000"/>
                            <w:sz w:val="18"/>
                            <w:szCs w:val="18"/>
                          </w:rPr>
                          <w:t xml:space="preserve">(3): WP 5D decides framework and key     </w:t>
                        </w:r>
                      </w:p>
                    </w:txbxContent>
                  </v:textbox>
                </v:rect>
                <v:rect id="Rectangle 174" o:spid="_x0000_s1098" style="position:absolute;left:53587;top:34588;width:6636;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pCL8A&#10;AADcAAAADwAAAGRycy9kb3ducmV2LnhtbERPzYrCMBC+L/gOYQRva6qHXal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UWkIvwAAANwAAAAPAAAAAAAAAAAAAAAAAJgCAABkcnMvZG93bnJl&#10;di54bWxQSwUGAAAAAAQABAD1AAAAhAMAAAAA&#10;" filled="f" stroked="f">
                  <v:textbox style="mso-fit-shape-to-text:t" inset="0,0,0,0">
                    <w:txbxContent>
                      <w:p w:rsidR="00E57CC1" w:rsidRDefault="00E57CC1" w:rsidP="00806774">
                        <w:r>
                          <w:rPr>
                            <w:color w:val="000000"/>
                            <w:sz w:val="18"/>
                            <w:szCs w:val="18"/>
                          </w:rPr>
                          <w:t>Meeting No. 9</w:t>
                        </w:r>
                      </w:p>
                    </w:txbxContent>
                  </v:textbox>
                </v:rect>
                <v:rect id="Rectangle 175" o:spid="_x0000_s1099" style="position:absolute;left:31381;top:35902;width:22886;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P3f78A&#10;AADcAAAADwAAAGRycy9kb3ducmV2LnhtbERPzYrCMBC+C75DGGFvmtqDK12jiCCo7MW6DzA00x9M&#10;JiWJtr69WVjY23x8v7PZjdaIJ/nQOVawXGQgiCunO24U/NyO8zWIEJE1Gsek4EUBdtvpZIOFdgNf&#10;6VnGRqQQDgUqaGPsCylD1ZLFsHA9ceJq5y3GBH0jtcchhVsj8yxbSYsdp4YWezq0VN3Lh1Ugb+Vx&#10;WJfGZ+6S19/mfLrW5JT6mI37LxCRxvgv/nOfdJr/mcP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g/d/vwAAANwAAAAPAAAAAAAAAAAAAAAAAJgCAABkcnMvZG93bnJl&#10;di54bWxQSwUGAAAAAAQABAD1AAAAhAMAAAAA&#10;" filled="f" stroked="f">
                  <v:textbox style="mso-fit-shape-to-text:t" inset="0,0,0,0">
                    <w:txbxContent>
                      <w:p w:rsidR="00E57CC1" w:rsidRDefault="00E57CC1" w:rsidP="00806774">
                        <w:r>
                          <w:rPr>
                            <w:color w:val="000000"/>
                            <w:sz w:val="18"/>
                            <w:szCs w:val="18"/>
                          </w:rPr>
                          <w:t>characteristics of IMT-Advanced RITs and SRITs</w:t>
                        </w:r>
                      </w:p>
                    </w:txbxContent>
                  </v:textbox>
                </v:rect>
                <v:rect id="Rectangle 176" o:spid="_x0000_s1100" style="position:absolute;left:29794;top:37211;width:20320;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rsidR="00E57CC1" w:rsidRDefault="00E57CC1" w:rsidP="00806774">
                        <w:r>
                          <w:rPr>
                            <w:color w:val="000000"/>
                            <w:sz w:val="18"/>
                            <w:szCs w:val="18"/>
                          </w:rPr>
                          <w:t xml:space="preserve">(4): WP 5D completes development of radio  </w:t>
                        </w:r>
                      </w:p>
                    </w:txbxContent>
                  </v:textbox>
                </v:rect>
                <v:rect id="Rectangle 177" o:spid="_x0000_s1101" style="position:absolute;left:53517;top:37211;width:7208;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bKkL8A&#10;AADcAAAADwAAAGRycy9kb3ducmV2LnhtbERP24rCMBB9F/yHMIJvmiqy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JsqQvwAAANwAAAAPAAAAAAAAAAAAAAAAAJgCAABkcnMvZG93bnJl&#10;di54bWxQSwUGAAAAAAQABAD1AAAAhAMAAAAA&#10;" filled="f" stroked="f">
                  <v:textbox style="mso-fit-shape-to-text:t" inset="0,0,0,0">
                    <w:txbxContent>
                      <w:p w:rsidR="00E57CC1" w:rsidRDefault="00E57CC1" w:rsidP="00806774">
                        <w:r>
                          <w:rPr>
                            <w:color w:val="000000"/>
                            <w:sz w:val="18"/>
                            <w:szCs w:val="18"/>
                          </w:rPr>
                          <w:t>Meeting No. 10</w:t>
                        </w:r>
                      </w:p>
                    </w:txbxContent>
                  </v:textbox>
                </v:rect>
                <v:rect id="Rectangle 178" o:spid="_x0000_s1102" style="position:absolute;left:31381;top:38455;width:18917;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pvC78A&#10;AADcAAAADwAAAGRycy9kb3ducmV2LnhtbERP24rCMBB9F/yHMIJvmiq4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am8LvwAAANwAAAAPAAAAAAAAAAAAAAAAAJgCAABkcnMvZG93bnJl&#10;di54bWxQSwUGAAAAAAQABAD1AAAAhAMAAAAA&#10;" filled="f" stroked="f">
                  <v:textbox style="mso-fit-shape-to-text:t" inset="0,0,0,0">
                    <w:txbxContent>
                      <w:p w:rsidR="00E57CC1" w:rsidRDefault="00E57CC1" w:rsidP="00806774">
                        <w:r>
                          <w:rPr>
                            <w:color w:val="000000"/>
                            <w:sz w:val="18"/>
                            <w:szCs w:val="18"/>
                          </w:rPr>
                          <w:t xml:space="preserve">interface specification Recommendations </w:t>
                        </w:r>
                      </w:p>
                    </w:txbxContent>
                  </v:textbox>
                </v:rect>
                <v:rect id="Rectangle 179" o:spid="_x0000_s1103" style="position:absolute;left:11518;top:508;width:4363;height:25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jxfL8A&#10;AADcAAAADwAAAGRycy9kb3ducmV2LnhtbERPzYrCMBC+L/gOYQRva6oHV6pRRBBc8WL1AYZm+oPJ&#10;pCTRdt/eCMLe5uP7nfV2sEY8yYfWsYLZNANBXDrdcq3gdj18L0GEiKzROCYFfxRguxl9rTHXrucL&#10;PYtYixTCIUcFTYxdLmUoG7IYpq4jTlzlvMWYoK+l9tincGvkPMsW0mLLqaHBjvYNlffiYRXIa3Ho&#10;l4XxmTvNq7P5PV4qckpNxsNuBSLSEP/FH/dRp/k/C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uPF8vwAAANwAAAAPAAAAAAAAAAAAAAAAAJgCAABkcnMvZG93bnJl&#10;di54bWxQSwUGAAAAAAQABAD1AAAAhAMAAAAA&#10;" filled="f" stroked="f">
                  <v:textbox style="mso-fit-shape-to-text:t" inset="0,0,0,0">
                    <w:txbxContent>
                      <w:p w:rsidR="00E57CC1" w:rsidRDefault="00E57CC1" w:rsidP="00806774">
                        <w:r>
                          <w:rPr>
                            <w:b/>
                            <w:bCs/>
                            <w:color w:val="FF0000"/>
                            <w:szCs w:val="24"/>
                          </w:rPr>
                          <w:t>Year 1</w:t>
                        </w:r>
                      </w:p>
                    </w:txbxContent>
                  </v:textbox>
                </v:rect>
                <v:rect id="Rectangle 180" o:spid="_x0000_s1104" style="position:absolute;left:27381;top:508;width:4362;height:25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578A&#10;AADcAAAADwAAAGRycy9kb3ducmV2LnhtbERPzYrCMBC+L/gOYQRva6oHlWoUEQRXvFh9gKGZ/mAy&#10;KUm03bc3wsLe5uP7nc1usEa8yIfWsYLZNANBXDrdcq3gfjt+r0CEiKzROCYFvxRgtx19bTDXrucr&#10;vYpYixTCIUcFTYxdLmUoG7IYpq4jTlzlvMWYoK+l9tincGvkPMsW0mLLqaHBjg4NlY/iaRXIW3Hs&#10;V4XxmTvPq4v5OV0rckpNxsN+DSLSEP/Ff+6TTvOXS/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FTnvwAAANwAAAAPAAAAAAAAAAAAAAAAAJgCAABkcnMvZG93bnJl&#10;di54bWxQSwUGAAAAAAQABAD1AAAAhAMAAAAA&#10;" filled="f" stroked="f">
                  <v:textbox style="mso-fit-shape-to-text:t" inset="0,0,0,0">
                    <w:txbxContent>
                      <w:p w:rsidR="00E57CC1" w:rsidRDefault="00E57CC1" w:rsidP="00806774">
                        <w:r>
                          <w:rPr>
                            <w:b/>
                            <w:bCs/>
                            <w:color w:val="FF0000"/>
                            <w:szCs w:val="24"/>
                          </w:rPr>
                          <w:t>Year 2</w:t>
                        </w:r>
                      </w:p>
                    </w:txbxContent>
                  </v:textbox>
                </v:rect>
                <v:rect id="Rectangle 181" o:spid="_x0000_s1105" style="position:absolute;left:43516;top:508;width:4363;height:25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AlcMA&#10;AADcAAAADwAAAGRycy9kb3ducmV2LnhtbESPT2sCMRDF70K/Q5hCb5qthypbo5SCoMWLqx9g2Mz+&#10;oclkSVJ3/fadg+Bthvfmvd9sdpN36kYx9YENvC8KUMR1sD23Bq6X/XwNKmVkiy4wGbhTgt32ZbbB&#10;0oaRz3SrcqskhFOJBrqch1LrVHfkMS3CQCxaE6LHLGtstY04Srh3elkUH9pjz9LQ4UDfHdW/1Z83&#10;oC/VflxXLhbhZ9mc3PFwbigY8/Y6fX2CyjTlp/lxfbCCvxJ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vAlcMAAADcAAAADwAAAAAAAAAAAAAAAACYAgAAZHJzL2Rv&#10;d25yZXYueG1sUEsFBgAAAAAEAAQA9QAAAIgDAAAAAA==&#10;" filled="f" stroked="f">
                  <v:textbox style="mso-fit-shape-to-text:t" inset="0,0,0,0">
                    <w:txbxContent>
                      <w:p w:rsidR="00E57CC1" w:rsidRDefault="00E57CC1" w:rsidP="00806774">
                        <w:r>
                          <w:rPr>
                            <w:b/>
                            <w:bCs/>
                            <w:color w:val="FF0000"/>
                            <w:szCs w:val="24"/>
                          </w:rPr>
                          <w:t>Year 3</w:t>
                        </w:r>
                      </w:p>
                    </w:txbxContent>
                  </v:textbox>
                </v:rect>
                <v:rect id="Rectangle 182" o:spid="_x0000_s1106" style="position:absolute;left:54965;top:2070;width:3143;height:22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dlDr8A&#10;AADcAAAADwAAAGRycy9kb3ducmV2LnhtbERPzYrCMBC+L/gOYQRva6oHV6tRRBBU9mL1AYZm+oPJ&#10;pCRZ2317IyzsbT6+39nsBmvEk3xoHSuYTTMQxKXTLdcK7rfj5xJEiMgajWNS8EsBdtvRxwZz7Xq+&#10;0rOItUghHHJU0MTY5VKGsiGLYeo64sRVzluMCfpaao99CrdGzrNsIS22nBoa7OjQUPkofqwCeSuO&#10;/bIwPnOXefVtzqdrRU6pyXjYr0FEGuK/+M990mn+1wr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J2UOvwAAANwAAAAPAAAAAAAAAAAAAAAAAJgCAABkcnMvZG93bnJl&#10;di54bWxQSwUGAAAAAAQABAD1AAAAhAMAAAAA&#10;" filled="f" stroked="f">
                  <v:textbox style="mso-fit-shape-to-text:t" inset="0,0,0,0">
                    <w:txbxContent>
                      <w:p w:rsidR="00E57CC1" w:rsidRDefault="00E57CC1" w:rsidP="00806774">
                        <w:r>
                          <w:rPr>
                            <w:b/>
                            <w:bCs/>
                            <w:color w:val="0066FF"/>
                            <w:sz w:val="20"/>
                          </w:rPr>
                          <w:t>No.10</w:t>
                        </w:r>
                      </w:p>
                    </w:txbxContent>
                  </v:textbox>
                </v:rect>
                <v:rect id="Rectangle 183" o:spid="_x0000_s1107" style="position:absolute;left:55860;top:508;width:4363;height:25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8tMMA&#10;AADcAAAADwAAAGRycy9kb3ducmV2LnhtbESPzWoDMQyE74G8g1Ght8TbHMKyjRNKIZCGXLLpA4i1&#10;9ofa8mI72e3bR4dCbxIzmvm0O8zeqQfFNAQ28LYuQBE3wQ7cGfi+HVclqJSRLbrAZOCXEhz2y8UO&#10;KxsmvtKjzp2SEE4VGuhzHiutU9OTx7QOI7FobYges6yx0zbiJOHe6U1RbLXHgaWhx5E+e2p+6rs3&#10;oG/1cSprF4tw3rQX93W6thSMeX2ZP95BZZrzv/nv+mQFvxR8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i8tMMAAADcAAAADwAAAAAAAAAAAAAAAACYAgAAZHJzL2Rv&#10;d25yZXYueG1sUEsFBgAAAAAEAAQA9QAAAIgDAAAAAA==&#10;" filled="f" stroked="f">
                  <v:textbox style="mso-fit-shape-to-text:t" inset="0,0,0,0">
                    <w:txbxContent>
                      <w:p w:rsidR="00E57CC1" w:rsidRDefault="00E57CC1" w:rsidP="00806774">
                        <w:r>
                          <w:rPr>
                            <w:b/>
                            <w:bCs/>
                            <w:color w:val="FF0000"/>
                            <w:szCs w:val="24"/>
                          </w:rPr>
                          <w:t>Year 4</w:t>
                        </w:r>
                      </w:p>
                    </w:txbxContent>
                  </v:textbox>
                </v:rect>
                <v:shape id="Freeform 184" o:spid="_x0000_s1108" style="position:absolute;left:6343;top:2501;width:896;height:769;visibility:visible;mso-wrap-style:square;v-text-anchor:top" coordsize="28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Qw58MA&#10;AADcAAAADwAAAGRycy9kb3ducmV2LnhtbERPzWrCQBC+C77DMoI33VhRbOpGQrG0h160fYAhO90k&#10;ZmdjdquJT98VhN7m4/ud7a63jbhQ5yvHChbzBARx4XTFRsH319tsA8IHZI2NY1IwkIddNh5tMdXu&#10;yge6HIMRMYR9igrKENpUSl+UZNHPXUscuR/XWQwRdkbqDq8x3DbyKUnW0mLFsaHEll5LKk7HX6vA&#10;rfarz5up6+fbcj/oxOTn9yFXajrp8xcQgfrwL364P3Scv1nA/Zl4gc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Qw58MAAADcAAAADwAAAAAAAAAAAAAAAACYAgAAZHJzL2Rv&#10;d25yZXYueG1sUEsFBgAAAAAEAAQA9QAAAIgDAAAAAA==&#10;" path="m,120l282,r-1,1l281,3r,1l280,5r-1,1l279,7r,2l278,10r,1l276,12r,1l275,15r,1l275,17r-1,1l274,19r-1,2l273,22r,1l272,23r,1l272,25r-2,2l270,28r-1,1l269,30r,1l268,33r,1l268,35r-1,1l267,37r,2l266,40r,1l266,42r-2,1l264,45r,1l263,47r,1l263,49r-1,2l262,52r,1l262,54r-1,1l261,57r,1l260,59r,1l260,61r,2l260,64r-2,1l258,66r,1l258,69r-1,1l257,71r,1l257,73r,2l257,76r-1,l256,77r,1l256,79r,2l256,82r-1,1l255,84r,1l255,87r,1l255,89r,1l254,91r,2l254,94r,1l254,96r,1l254,99r,1l254,101r,1l252,103r,2l252,106r,1l252,108r,1l252,111r,1l252,113r,1l252,115r,2l252,118r,1l252,120r,1l252,123r,1l252,125r,1l252,127r,2l252,130r,1l252,132r,1l252,135r,1l252,137r2,1l254,139r,2l254,142r,1l254,144r,1l254,147r,1l254,149r,1l255,150r,1l255,153r,1l255,155r,1l255,157r,2l256,160r,1l256,162r,1l256,165r1,1l257,167r,1l257,169r,2l257,172r1,1l258,174r,1l258,177r2,l260,178r,1l260,180r,1l261,183r,1l261,185r,1l262,186r,1l262,189r,1l263,191r,1l263,193r,2l264,195r,1l264,197r,1l266,199r,2l266,202r1,1l267,204r,1l268,207r,1l269,209r,1l269,211r,2l270,213r,1l270,215r2,1l272,217r1,2l273,220r,1l274,221r,1l274,223r1,2l275,226r1,1l276,228r,1l278,231r,1l279,233r,1l280,236r,1l281,238r,1l282,240r,2l,120xe" fillcolor="black" stroked="f">
                  <v:path arrowok="t" o:connecttype="custom" o:connectlocs="89218,318;88583,1905;88265,3493;87313,5080;86678,6668;86360,7938;85408,9525;85090,11113;84455,12700;83820,14288;83503,15558;83185,16828;82868,18415;82550,20003;81915,21273;81598,22860;81280,24448;81280,26035;80963,27623;80645,28893;80645,30480;80645,32068;80010,33655;80010,35243;80010,36513;80010,38100;80010,39370;80010,40958;80010,42228;80645,43815;80645,45403;80645,46990;80963,48578;80963,49848;81280,51435;81598,53023;81598,54610;81915,56198;82550,57468;82868,59055;83185,60325;83820,61913;84455,63183;84773,64770;85408,66358;85725,67945;86678,69533;86995,70803;87630,72390;88583,73978;89218,75565;0,38100" o:connectangles="0,0,0,0,0,0,0,0,0,0,0,0,0,0,0,0,0,0,0,0,0,0,0,0,0,0,0,0,0,0,0,0,0,0,0,0,0,0,0,0,0,0,0,0,0,0,0,0,0,0,0,0"/>
                </v:shape>
                <v:rect id="Rectangle 185" o:spid="_x0000_s1109" style="position:absolute;left:6794;top:2851;width:14345;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Brm8QA&#10;AADcAAAADwAAAGRycy9kb3ducmV2LnhtbERPTWvCQBC9C/6HZYTedNPQlhhdRQWhl0LVHuptzE6T&#10;YHY27m41+uu7BcHbPN7nTOedacSZnK8tK3geJSCIC6trLhV87dbDDIQPyBoby6TgSh7ms35virm2&#10;F97QeRtKEUPY56igCqHNpfRFRQb9yLbEkfuxzmCI0JVSO7zEcNPINEnepMGaY0OFLa0qKo7bX6Ng&#10;Oc6Wp88X/rhtDnvafx+Or6lLlHoadIsJiEBdeIjv7ncd52cp/D8TL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ga5vEAAAA3AAAAA8AAAAAAAAAAAAAAAAAmAIAAGRycy9k&#10;b3ducmV2LnhtbFBLBQYAAAAABAAEAPUAAACJAwAAAAA=&#10;" fillcolor="black" stroked="f"/>
                <v:shape id="Freeform 186" o:spid="_x0000_s1110" style="position:absolute;left:20688;top:2482;width:902;height:769;visibility:visible;mso-wrap-style:square;v-text-anchor:top" coordsize="28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oLC8IA&#10;AADcAAAADwAAAGRycy9kb3ducmV2LnhtbERPzYrCMBC+L/gOYQRva+qKi1ajFFH0sJd1fYChGdNq&#10;M6lNVluffiMIe5uP73cWq9ZW4kaNLx0rGA0TEMS50yUbBcef7fsUhA/IGivHpKAjD6tl722BqXZ3&#10;/qbbIRgRQ9inqKAIoU6l9HlBFv3Q1cSRO7nGYoiwMVI3eI/htpIfSfIpLZYcGwqsaV1Qfjn8WgVu&#10;spl8Pcz5PHuMN51OTHbddZlSg36bzUEEasO/+OXe6zh/Oobn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ygsLwgAAANwAAAAPAAAAAAAAAAAAAAAAAJgCAABkcnMvZG93&#10;bnJldi54bWxQSwUGAAAAAAQABAD1AAAAhwMAAAAA&#10;" path="m282,120l,,1,1r,2l1,4,2,5,4,6r,1l4,9r1,1l5,11r1,1l6,13r1,2l7,16r1,1l8,18r2,1l10,21r,1l10,23r1,l11,24r,1l12,27r,1l13,29r,1l13,31r1,l14,33r,1l14,35r2,1l16,37r,2l17,40r,1l18,42r,1l18,45r1,1l19,47r,1l19,49r1,2l20,52r,1l22,54r,1l22,57r,1l23,59r,1l23,61r,2l24,64r,1l24,66r,1l24,69r1,1l25,71r,1l25,73r,2l26,76r,1l26,78r,1l26,81r2,1l28,83r,1l28,85r,2l28,88r,1l29,90r,1l29,93r,1l29,95r,1l29,97r,2l29,100r,1l29,102r1,l30,103r,2l30,106r,1l30,108r,1l30,111r,1l30,113r,1l30,115r,2l30,118r,1l30,120r,1l30,123r,1l30,125r,1l30,127r,2l30,130r,1l30,132r,1l30,135r,1l30,137r,1l29,139r,2l29,142r,1l29,144r,1l29,147r,1l29,149r,1l28,151r,2l28,154r,1l28,156r,1l28,159r,1l26,160r,1l26,162r,1l26,165r,1l25,167r,1l25,169r,2l25,172r-1,1l24,174r,1l24,177r-1,1l23,179r,1l23,181r-1,2l22,184r,1l22,186r-2,1l20,189r,1l19,191r,1l19,193r,2l18,196r,1l18,198r,1l17,199r,2l17,202r-1,1l16,204r,1l14,207r,1l14,209r-1,1l13,211r,2l12,213r,1l12,215r-1,1l11,217r-1,2l10,220r,1l8,222r,1l8,225r-1,1l6,227r,1l6,229r-1,2l5,232r-1,1l4,234r-2,2l2,237r-1,1l1,239,,240r,2l282,120xe" fillcolor="black" stroked="f">
                  <v:path arrowok="t" o:connecttype="custom" o:connectlocs="320,318;1279,1905;1599,3493;2238,5080;3198,6668;3517,7938;4157,9525;4477,11113;5436,12700;5756,14288;6075,15558;6395,16828;7035,18415;7354,20003;7674,21273;7994,22860;8314,24448;8953,26035;8953,27623;9273,28893;9273,30480;9273,32068;9593,33655;9593,35243;9593,36513;9593,38100;9593,39370;9593,40958;9593,42228;9593,43815;9273,45403;9273,46990;8953,48578;8953,49848;8314,51435;7994,53023;7994,54610;7674,56198;7354,57468;7035,59055;6395,60325;6075,61913;5436,63183;5116,64770;4477,66358;3837,67945;3198,69533;2558,70803;1919,72390;1279,73978;320,75565;90170,38100" o:connectangles="0,0,0,0,0,0,0,0,0,0,0,0,0,0,0,0,0,0,0,0,0,0,0,0,0,0,0,0,0,0,0,0,0,0,0,0,0,0,0,0,0,0,0,0,0,0,0,0,0,0,0,0"/>
                </v:shape>
                <v:shape id="Freeform 187" o:spid="_x0000_s1111" style="position:absolute;left:22034;top:2432;width:895;height:768;visibility:visible;mso-wrap-style:square;v-text-anchor:top" coordsize="28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OTf8MA&#10;AADcAAAADwAAAGRycy9kb3ducmV2LnhtbERPS27CMBDdV+IO1iB1VxzagiBgUFRRlQUbPgcYxYMT&#10;iMchdiHh9BipUnfz9L4zX7a2EldqfOlYwXCQgCDOnS7ZKDjsv98mIHxA1lg5JgUdeVguei9zTLW7&#10;8Zauu2BEDGGfooIihDqV0ucFWfQDVxNH7ugaiyHCxkjd4C2G20q+J8lYWiw5NhRY01dB+Xn3axW4&#10;0Wq0uZvTaXr/WHU6Mdnlp8uUeu232QxEoDb8i//cax3nTz7h+Uy8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OTf8MAAADcAAAADwAAAAAAAAAAAAAAAACYAgAAZHJzL2Rv&#10;d25yZXYueG1sUEsFBgAAAAAEAAQA9QAAAIgDAAAAAA==&#10;" path="m,120l282,r-1,1l281,3r,1l280,5r-1,1l279,7r,2l277,10r,1l276,12r,1l275,15r,1l275,17r-1,1l274,19r-1,2l273,22r,1l271,23r,1l271,25r-1,2l270,28r-1,1l269,30r,1l268,33r,1l268,35r-1,1l267,37r,2l265,40r,1l265,42r-1,1l264,45r,1l263,47r,1l263,49r-1,2l262,52r,1l261,54r,1l261,57r,1l259,59r,1l259,61r,2l258,64r,1l258,66r,1l258,69r-1,1l257,71r,1l257,73r,2l257,76r-1,l256,77r,1l256,79r,2l256,82r-1,1l255,84r,1l255,87r,1l255,89r,1l253,91r,2l253,94r,1l253,96r,1l253,99r,1l253,101r,1l252,103r,2l252,106r,1l252,108r,1l252,111r,1l252,113r,1l252,115r,2l252,118r,1l252,120r,1l252,123r,1l252,125r,1l252,127r,2l252,130r,1l252,132r,1l252,135r,1l252,137r1,1l253,139r,2l253,142r,1l253,144r,1l253,147r,1l253,149r,1l255,150r,1l255,153r,1l255,155r,1l255,157r,2l256,160r,1l256,162r,1l256,165r1,1l257,167r,1l257,169r,2l257,172r1,1l258,174r,1l258,177r1,1l259,179r,1l259,181r2,2l261,184r,1l261,186r1,1l262,189r,1l263,191r,1l263,193r,2l264,195r,1l264,197r,1l265,199r,2l265,202r2,1l267,204r,1l268,207r,1l269,209r,1l269,211r,2l270,213r,1l270,215r1,1l271,217r2,2l273,220r,1l274,221r,1l274,223r1,2l275,226r1,1l276,228r,1l277,231r,1l279,233r,1l280,236r,1l281,238r,1l282,240r,2l,120xe" fillcolor="black" stroked="f">
                  <v:path arrowok="t" o:connecttype="custom" o:connectlocs="89218,318;88583,1905;87948,3493;87313,5080;86678,6668;86043,7938;85408,9525;85090,11113;84138,12700;83820,14288;83503,15558;83185,16828;82868,18415;82233,20003;81915,21273;81598,22860;81280,24448;81280,26035;80963,27623;80328,28893;80328,30480;80328,32068;80010,33655;80010,35243;80010,36513;80010,38100;80010,39370;80010,40958;80010,42228;80328,43815;80328,45403;80328,46990;80963,48578;80963,49848;81280,51435;81598,53023;81598,54610;81915,56198;82233,57468;82868,59055;83185,60325;83820,61913;84138,63183;84773,64770;85408,66358;85725,67945;86678,69533;86995,70803;87630,72390;88583,73978;89218,75565;0,38100" o:connectangles="0,0,0,0,0,0,0,0,0,0,0,0,0,0,0,0,0,0,0,0,0,0,0,0,0,0,0,0,0,0,0,0,0,0,0,0,0,0,0,0,0,0,0,0,0,0,0,0,0,0,0,0"/>
                </v:shape>
                <v:rect id="Rectangle 188" o:spid="_x0000_s1112" style="position:absolute;left:22485;top:2851;width:14345;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z78QA&#10;AADcAAAADwAAAGRycy9kb3ducmV2LnhtbERPTWvCQBC9C/0Pywi96UapkqZupAqFXgpqe6i3MTtN&#10;QrKzcXeraX+9Kwje5vE+Z7HsTStO5HxtWcFknIAgLqyuuVTw9fk2SkH4gKyxtUwK/sjDMn8YLDDT&#10;9sxbOu1CKWII+wwVVCF0mZS+qMigH9uOOHI/1hkMEbpSaofnGG5aOU2SuTRYc2yosKN1RUWz+zUK&#10;Vs/p6rh54o//7WFP++9DM5u6RKnHYf/6AiJQH+7im/tdx/npDK7PxAt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J8+/EAAAA3AAAAA8AAAAAAAAAAAAAAAAAmAIAAGRycy9k&#10;b3ducmV2LnhtbFBLBQYAAAAABAAEAPUAAACJAwAAAAA=&#10;" fillcolor="black" stroked="f"/>
                <v:shape id="Freeform 189" o:spid="_x0000_s1113" style="position:absolute;left:35928;top:2501;width:902;height:769;visibility:visible;mso-wrap-style:square;v-text-anchor:top" coordsize="28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2ok8IA&#10;AADcAAAADwAAAGRycy9kb3ducmV2LnhtbERPzYrCMBC+C75DGGFvmrqiaNcoRZTdg5dVH2BoZtNq&#10;M6lNVluffiMseJuP73eW69ZW4kaNLx0rGI8SEMS50yUbBafjbjgH4QOyxsoxKejIw3rV7y0x1e7O&#10;33Q7BCNiCPsUFRQh1KmUPi/Ioh+5mjhyP66xGCJsjNQN3mO4reR7ksykxZJjQ4E1bQrKL4dfq8BN&#10;t9P9w5zPi8dk2+nEZNfPLlPqbdBmHyACteEl/nd/6Th/PoPnM/EC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vaiTwgAAANwAAAAPAAAAAAAAAAAAAAAAAJgCAABkcnMvZG93&#10;bnJldi54bWxQSwUGAAAAAAQABAD1AAAAhwMAAAAA&#10;" path="m282,120l,,1,1r,2l1,4,2,5,3,6r,1l3,9r2,1l5,11r1,1l6,13r1,2l7,16r,1l8,18r,1l9,21r,1l9,23r2,l11,24r,1l12,27r,1l13,29r,1l13,31r1,l14,33r,1l14,35r1,1l15,37r,2l17,40r,1l17,42r1,1l18,45r,1l19,47r,1l19,49r1,2l20,52r,1l21,54r,1l21,57r,1l23,59r,1l23,61r,2l24,64r,1l24,66r,1l24,69r1,1l25,71r,1l25,73r,2l26,76r,1l26,78r,1l26,81r,1l27,83r,1l27,85r,2l27,88r,1l27,90r2,1l29,93r,1l29,95r,1l29,97r,2l29,100r,1l29,102r1,l30,103r,2l30,106r,1l30,108r,1l30,111r,1l30,113r,1l30,115r,2l30,118r,1l30,120r,1l30,123r,1l30,125r,1l30,127r,2l30,130r,1l30,132r,1l30,135r,1l30,137r,1l29,139r,2l29,142r,1l29,144r,1l29,147r,1l29,149r,1l27,150r,1l27,153r,1l27,155r,1l27,157r,2l26,160r,1l26,162r,1l26,165r,1l25,167r,1l25,169r,2l25,172r-1,1l24,174r,1l24,177r-1,1l23,179r,1l23,181r-2,2l21,184r,1l21,186r-1,1l20,189r,1l19,191r,1l19,193r,2l18,195r,1l18,197r,1l17,199r,2l17,202r-2,1l15,204r,1l14,207r,1l14,209r-1,1l13,211r,2l12,213r,1l12,215r-1,1l11,217r-2,2l9,220r,1l8,221r,1l8,223r-1,2l7,226r-1,1l6,228r,1l5,231r,1l3,233r,1l2,236r,1l1,238r,1l,240r,2l282,120xe" fillcolor="black" stroked="f">
                  <v:path arrowok="t" o:connecttype="custom" o:connectlocs="320,318;959,1905;1599,3493;2238,5080;2878,6668;3517,7938;4157,9525;4477,11113;5436,12700;5756,14288;6075,15558;6395,16828;6715,18415;7354,20003;7674,21273;7994,22860;8314,24448;8314,26035;8633,27623;9273,28893;9273,30480;9273,32068;9593,33655;9593,35243;9593,36513;9593,38100;9593,39370;9593,40958;9593,42228;9593,43815;9273,45403;9273,46990;8633,48578;8633,49848;8314,51435;7994,53023;7994,54610;7674,56198;7354,57468;6715,59055;6395,60325;5756,61913;5436,63183;4796,64770;4477,66358;3837,67945;2878,69533;2558,70803;1919,72390;959,73978;320,75565;90170,38100" o:connectangles="0,0,0,0,0,0,0,0,0,0,0,0,0,0,0,0,0,0,0,0,0,0,0,0,0,0,0,0,0,0,0,0,0,0,0,0,0,0,0,0,0,0,0,0,0,0,0,0,0,0,0,0"/>
                </v:shape>
                <v:shape id="Freeform 190" o:spid="_x0000_s1114" style="position:absolute;left:38176;top:2571;width:895;height:769;visibility:visible;mso-wrap-style:square;v-text-anchor:top" coordsize="283,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lF5sQA&#10;AADcAAAADwAAAGRycy9kb3ducmV2LnhtbERPS08CMRC+m/AfmiHxJq1KgKwUoiYawgEjL6/jdtiu&#10;bKebbV3Wf09NSLjNl+8503nnKtFSE0rPGu4HCgRx7k3JhYbt5u1uAiJEZIOVZ9LwRwHms97NFDPj&#10;T/xJ7ToWIoVwyFCDjbHOpAy5JYdh4GvixB184zAm2BTSNHhK4a6SD0qNpMOSU4PFml4t5cf1r9Mg&#10;v5bvw+/HlVK7VXso9j/246hetL7td89PICJ18Sq+uBcmzZ+M4f+ZdIGcn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JRebEAAAA3AAAAA8AAAAAAAAAAAAAAAAAmAIAAGRycy9k&#10;b3ducmV2LnhtbFBLBQYAAAAABAAEAPUAAACJAwAAAAA=&#10;" path="m,120l283,r-1,l282,1r-2,2l280,4r,1l279,5r,1l279,7r-1,2l278,10r-1,l277,11r,1l276,13r,2l274,16r,1l274,18r-1,l273,19r,2l272,22r,1l271,24r,1l271,27r-1,1l270,29r,1l268,31r,2l267,34r,1l267,36r-1,1l266,39r,1l265,41r,1l265,43r,2l264,45r,1l264,47r,1l262,49r,2l262,52r-1,1l261,54r,1l261,57r-1,1l260,59r,1l260,61r-1,2l259,64r,1l259,66r-1,l258,67r,2l258,70r,1l256,72r,1l256,75r,1l256,77r,1l255,79r,2l255,82r,1l255,84r,1l254,87r,1l254,89r,1l254,91r,2l254,94r,1l253,96r,1l253,99r,1l253,101r,1l253,103r,2l253,106r,1l253,108r,1l253,111r,1l253,113r,1l253,115r-1,l252,117r,1l252,119r,1l252,121r,2l252,124r,1l253,126r,1l253,129r,1l253,131r,1l253,133r,2l253,136r,1l253,138r,1l253,141r,1l253,143r,1l253,145r1,2l254,148r,1l254,150r,1l254,153r,1l254,155r1,l255,156r,1l255,159r,1l255,161r,1l256,163r,2l256,166r,1l256,168r2,1l258,171r,1l258,173r,1l259,175r,2l259,178r,1l260,180r,1l260,183r,1l261,185r,1l261,187r,2l262,190r,1l262,192r2,1l264,195r,1l265,197r,1l265,199r1,2l266,202r,1l266,204r1,l267,205r,2l267,208r1,l268,209r,1l270,211r,2l271,214r,1l271,216r,1l272,217r,2l272,220r1,1l273,222r1,1l274,225r,1l276,226r,1l276,228r1,1l277,231r1,1l278,233r1,1l279,236r1,1l280,238r,1l282,239r,1l283,242,,120xe" fillcolor="black" stroked="f">
                  <v:path arrowok="t" o:connecttype="custom" o:connectlocs="89219,318;88269,1905;87637,3493;86688,5080;86371,6668;85738,7938;85422,9525;84473,11113;84157,12700;83840,14288;82891,15558;82575,16828;82258,18415;81942,20003;81626,21273;80993,22860;80993,24448;80676,26035;80360,27623;80360,28893;80044,30480;80044,32068;80044,33655;80044,35243;80044,36513;79727,38100;79727,39370;80044,40958;80044,42228;80044,43815;80044,45403;80360,46990;80360,48578;80676,49848;80676,51435;80993,53023;81626,54610;81942,56198;82258,57468;82575,59055;82891,60325;83524,61913;83840,63183;84473,64770;84789,66358;85738,67945;86055,69533;86688,70803;87320,72390;87953,73978;88586,75565;0,38100" o:connectangles="0,0,0,0,0,0,0,0,0,0,0,0,0,0,0,0,0,0,0,0,0,0,0,0,0,0,0,0,0,0,0,0,0,0,0,0,0,0,0,0,0,0,0,0,0,0,0,0,0,0,0,0"/>
                </v:shape>
                <v:rect id="Rectangle 191" o:spid="_x0000_s1115" style="position:absolute;left:38239;top:2921;width:14339;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hccccA&#10;AADcAAAADwAAAGRycy9kb3ducmV2LnhtbESPT2/CMAzF75P2HSJP4jZSEJtKIaAxadIuk8afA9xM&#10;Y9qKxumSDLp9+vkwiZut9/zez/Nl71p1oRAbzwZGwwwUceltw5WB3fbtMQcVE7LF1jMZ+KEIy8X9&#10;3RwL66+8pssmVUpCOBZooE6pK7SOZU0O49B3xKKdfHCYZA2VtgGvEu5aPc6yZ+2wYWmosaPXmsrz&#10;5tsZWE3z1dfnhD9+18cDHfbH89M4ZMYMHvqXGahEfbqZ/6/freDnQivPyAR6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MIXHHHAAAA3AAAAA8AAAAAAAAAAAAAAAAAmAIAAGRy&#10;cy9kb3ducmV2LnhtbFBLBQYAAAAABAAEAPUAAACMAwAAAAA=&#10;" fillcolor="black" stroked="f"/>
                <v:shape id="Freeform 192" o:spid="_x0000_s1116" style="position:absolute;left:52520;top:2571;width:896;height:769;visibility:visible;mso-wrap-style:square;v-text-anchor:top" coordsize="28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I84cMA&#10;AADcAAAADwAAAGRycy9kb3ducmV2LnhtbERPzWrCQBC+C32HZQq96aYtSkyzSiiKHrxo+wBDdrpJ&#10;mp1Ns6smPr1bKPQ2H9/v5OvBtuJCva8dK3ieJSCIS6drNgo+P7bTFIQPyBpbx6RgJA/r1cMkx0y7&#10;Kx/pcgpGxBD2GSqoQugyKX1ZkUU/cx1x5L5cbzFE2Bupe7zGcNvKlyRZSIs1x4YKO3qvqPw+na0C&#10;N9/MDzfTNMvb62bUiSl+dmOh1NPjULyBCDSEf/Gfe6/j/HQJv8/EC+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I84cMAAADcAAAADwAAAAAAAAAAAAAAAACYAgAAZHJzL2Rv&#10;d25yZXYueG1sUEsFBgAAAAAEAAQA9QAAAIgDAAAAAA==&#10;" path="m282,120l,,1,r,1l2,3r,1l2,5r2,l4,6r,1l5,9r,1l6,10r,1l6,12r1,1l7,15r1,1l8,17r,1l10,18r,1l10,21r1,1l11,23r1,1l12,25r,2l13,27r,1l13,29r,1l14,31r,2l16,34r,1l16,36r1,1l17,39r,1l18,41r,1l18,43r,2l19,45r,1l19,47r,1l20,49r,2l20,52r2,1l22,54r,1l22,57r1,1l23,59r,1l23,61r1,2l24,64r,1l24,66r1,l25,67r,2l25,70r,1l26,72r,1l26,75r,1l26,77r,1l28,79r,2l28,82r,1l28,84r,1l29,87r,1l29,89r,1l29,91r,2l29,94r,1l30,96r,1l30,99r,1l30,101r,1l30,103r,2l30,106r,1l30,108r,1l30,111r,1l30,113r,1l31,115r,2l31,118r,1l31,120r,1l31,123r,1l31,125r,1l30,127r,2l30,130r,1l30,132r,1l30,135r,1l30,137r,1l30,139r,2l30,142r,1l30,144r,1l29,147r,1l29,149r,1l29,151r,2l29,154r,1l28,155r,1l28,157r,2l28,160r,1l28,162r-2,1l26,165r,1l26,167r,1l25,169r,2l25,172r,1l25,174r-1,1l24,177r,1l24,179r-1,1l23,181r,2l23,184r-1,1l22,186r,1l22,189r-2,1l20,191r,1l19,193r,2l19,196r-1,1l18,198r,1l17,201r,1l17,203r,1l16,204r,1l16,207r,1l14,208r,1l14,210r-1,1l13,213r,1l12,215r,1l12,217r-1,l11,219r,1l10,221r,1l8,223r,2l8,226r-1,l7,227r,1l6,229r,2l5,232r,1l4,234r,2l2,237r,1l2,239r-1,l1,240,,242,282,120xe" fillcolor="black" stroked="f">
                  <v:path arrowok="t" o:connecttype="custom" o:connectlocs="318,318;1270,1905;1905,3493;2540,5080;3175,6668;3810,7938;4128,9525;5080,11113;5398,12700;5715,14288;6350,15558;6985,16828;7303,18415;7620,20003;7938,21273;8255,22860;8255,24448;8890,26035;9208,27623;9208,28893;9525,30480;9525,32068;9525,33655;9525,35243;9843,36513;9843,38100;9843,39370;9525,40958;9525,42228;9525,43815;9525,45403;9208,46990;9208,48578;8890,49848;8890,51435;8255,53023;7938,54610;7620,56198;7303,57468;6985,59055;6350,60325;6033,61913;5715,63183;5080,64770;4445,66358;4128,67945;3493,69533;2540,70803;2223,72390;1588,73978;635,75565;89535,38100" o:connectangles="0,0,0,0,0,0,0,0,0,0,0,0,0,0,0,0,0,0,0,0,0,0,0,0,0,0,0,0,0,0,0,0,0,0,0,0,0,0,0,0,0,0,0,0,0,0,0,0,0,0,0,0"/>
                </v:shape>
                <v:shape id="Freeform 193" o:spid="_x0000_s1117" style="position:absolute;left:54413;top:2571;width:895;height:769;visibility:visible;mso-wrap-style:square;v-text-anchor:top" coordsize="283,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lLT8cA&#10;AADcAAAADwAAAGRycy9kb3ducmV2LnhtbESPS08DMQyE70j8h8hI3GjCQxUsTatSqQj1UER5Xc3G&#10;3Wy7cVabsN3++/qAxM3WjGc+T2ZDaFRPXaojW7geGVDEZXQ1VxY+3pdX96BSRnbYRCYLR0owm56f&#10;TbBw8cBv1G9ypSSEU4EWfM5toXUqPQVMo9gSi7aNXcAsa1dp1+FBwkOjb4wZ64A1S4PHlhaeyv3m&#10;N1jQ36vnu5/btTGf635bfe386948WXt5McwfQWUa8r/57/rFCf6D4MszMoGen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5S0/HAAAA3AAAAA8AAAAAAAAAAAAAAAAAmAIAAGRy&#10;cy9kb3ducmV2LnhtbFBLBQYAAAAABAAEAPUAAACMAwAAAAA=&#10;" path="m,120l283,r-2,1l281,3r,1l280,5r,1l279,7r,2l278,10r,1l277,12r,1l275,15r,1l275,17r-1,1l274,19r-1,2l273,22r,1l272,23r,1l272,25r-1,2l271,28r,1l269,30r,1l268,33r,1l268,35r,1l267,36r,1l267,39r-1,1l266,41r,1l265,43r,2l265,46r-2,1l263,48r,1l262,51r,1l262,53r,1l261,55r,2l261,58r,1l260,60r,1l260,63r,1l259,65r,1l259,67r,2l259,70r-2,1l257,72r,1l257,75r,1l256,76r,1l256,78r,1l256,81r,1l256,83r-1,1l255,85r,2l255,88r,1l255,90r,1l254,93r,1l254,95r,1l254,97r,2l254,100r,1l254,102r,1l254,105r-1,1l253,107r,1l253,109r,2l253,112r,1l253,114r,1l253,117r,1l253,119r,1l253,121r,2l253,124r,1l253,126r,1l253,129r,1l253,131r,1l253,133r,2l253,136r1,1l254,138r,1l254,141r,1l254,143r,1l254,145r,2l254,148r,1l255,150r,1l255,153r,1l255,155r,1l255,157r1,2l256,160r,1l256,162r,1l256,165r1,1l257,167r,1l257,169r,2l259,172r,1l259,174r,1l259,177r1,l260,178r,1l260,180r,1l261,181r,2l261,184r,1l261,186r1,l262,187r,2l262,190r1,1l263,192r,1l263,195r2,l265,196r,1l265,198r1,1l266,201r,1l267,203r,1l268,205r,2l268,208r1,1l269,210r,1l271,213r,1l271,215r1,1l272,217r1,2l273,220r,1l274,221r,1l274,223r1,2l275,226r2,1l277,228r,1l278,231r,1l279,233r,1l280,234r,2l280,237r1,1l281,239r2,1l283,242,,120xe" fillcolor="black" stroked="f">
                  <v:path arrowok="t" o:connecttype="custom" o:connectlocs="88902,318;88586,1905;87953,3493;87004,5080;86371,6668;86055,7938;85106,9525;84789,11113;84157,12700;83840,14288;83207,15558;82891,16828;82575,18415;82258,20003;81942,21273;81309,22860;80993,24448;80993,26035;80676,27623;80676,28893;80360,30480;80360,32068;80044,33655;80044,35243;80044,36513;80044,38100;80044,39370;80044,40958;80044,42228;80360,43815;80360,45403;80360,46990;80676,48578;80676,49848;80993,51435;81309,53023;81942,54610;81942,56198;82258,57468;82575,59055;82891,60325;83840,61913;84157,63183;84473,64770;85106,66358;85738,67945;86371,69533;86688,70803;87637,72390;88269,73978;88902,75565;0,38100" o:connectangles="0,0,0,0,0,0,0,0,0,0,0,0,0,0,0,0,0,0,0,0,0,0,0,0,0,0,0,0,0,0,0,0,0,0,0,0,0,0,0,0,0,0,0,0,0,0,0,0,0,0,0,0"/>
                </v:shape>
                <v:rect id="Rectangle 194" o:spid="_x0000_s1118" style="position:absolute;left:54864;top:2921;width:393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McQA&#10;AADcAAAADwAAAGRycy9kb3ducmV2LnhtbERPTWvCQBC9C/0PyxS8mY2iomlWqYLQi1BtD/U2yU6T&#10;YHY23d1q2l/vFoTe5vE+J1/3phUXcr6xrGCcpCCIS6sbrhS8v+1GCxA+IGtsLZOCH/KwXj0Mcsy0&#10;vfKBLsdQiRjCPkMFdQhdJqUvazLoE9sRR+7TOoMhQldJ7fAaw00rJ2k6lwYbjg01drStqTwfv42C&#10;zXKx+Xqd8v73UJzo9FGcZxOXKjV87J+fQATqw7/47n7Rcf5yDH/PxAv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rYzHEAAAA3AAAAA8AAAAAAAAAAAAAAAAAmAIAAGRycy9k&#10;b3ducmV2LnhtbFBLBQYAAAAABAAEAPUAAACJAwAAAAA=&#10;" fillcolor="black" stroked="f"/>
                <w10:anchorlock/>
              </v:group>
            </w:pict>
          </mc:Fallback>
        </mc:AlternateContent>
      </w:r>
    </w:p>
    <w:p w:rsidR="00806774" w:rsidRPr="009D6A18" w:rsidRDefault="00806774" w:rsidP="00806774">
      <w:pPr>
        <w:rPr>
          <w:szCs w:val="24"/>
          <w:lang w:eastAsia="ja-JP"/>
        </w:rPr>
      </w:pPr>
    </w:p>
    <w:p w:rsidR="00806774" w:rsidRPr="009D6A18" w:rsidRDefault="00806774" w:rsidP="00806774">
      <w:pPr>
        <w:spacing w:before="136"/>
        <w:rPr>
          <w:szCs w:val="24"/>
          <w:lang w:eastAsia="ja-JP"/>
        </w:rPr>
      </w:pPr>
    </w:p>
    <w:p w:rsidR="00806774" w:rsidRPr="00F77605" w:rsidRDefault="00806774" w:rsidP="00F77605">
      <w:pPr>
        <w:pStyle w:val="Heading1"/>
      </w:pPr>
      <w:r w:rsidRPr="00F77605">
        <w:rPr>
          <w:rFonts w:hint="eastAsia"/>
        </w:rPr>
        <w:t>2</w:t>
      </w:r>
      <w:r w:rsidRPr="00F77605">
        <w:tab/>
      </w:r>
      <w:r w:rsidRPr="00F77605">
        <w:rPr>
          <w:rFonts w:hint="eastAsia"/>
        </w:rPr>
        <w:t>Process</w:t>
      </w:r>
      <w:r w:rsidRPr="00F77605" w:rsidDel="00130032">
        <w:t xml:space="preserve"> </w:t>
      </w:r>
    </w:p>
    <w:p w:rsidR="00806774" w:rsidRPr="008B61DB" w:rsidRDefault="00806774" w:rsidP="008B61DB">
      <w:pPr>
        <w:pStyle w:val="Heading2"/>
      </w:pPr>
      <w:r w:rsidRPr="008B61DB">
        <w:rPr>
          <w:rFonts w:hint="eastAsia"/>
        </w:rPr>
        <w:t>2.1</w:t>
      </w:r>
      <w:r w:rsidRPr="008B61DB">
        <w:tab/>
      </w:r>
      <w:r w:rsidRPr="008B61DB">
        <w:rPr>
          <w:rFonts w:hint="eastAsia"/>
        </w:rPr>
        <w:t xml:space="preserve">General </w:t>
      </w:r>
    </w:p>
    <w:p w:rsidR="00806774" w:rsidRPr="009D6A18" w:rsidRDefault="00806774" w:rsidP="008B61DB">
      <w:r w:rsidRPr="009D6A18">
        <w:t xml:space="preserve">Historically the principles for the process of development of IMT-2000 was provided in Circular Letters 8/LCCE/47 and 8/LCCE/95 which outline the essential criteria and principles </w:t>
      </w:r>
      <w:r w:rsidRPr="009D6A18">
        <w:rPr>
          <w:rFonts w:hint="eastAsia"/>
          <w:lang w:eastAsia="ja-JP"/>
        </w:rPr>
        <w:t>that</w:t>
      </w:r>
      <w:r w:rsidRPr="009D6A18">
        <w:t xml:space="preserve"> are used in the process of developing the Recommendations and Reports for IMT-2000, including Recommendation(s) for the radio interface specification. While certain specific aspects of Circular Letters 8/LCCE/47 and 8/LCCE/95 are superseded by this current document, the general concepts continue to apply.</w:t>
      </w:r>
    </w:p>
    <w:p w:rsidR="00806774" w:rsidRPr="009D6A18" w:rsidRDefault="00806774" w:rsidP="00806774">
      <w:pPr>
        <w:pStyle w:val="Heading2"/>
        <w:rPr>
          <w:szCs w:val="24"/>
          <w:lang w:eastAsia="ja-JP"/>
        </w:rPr>
      </w:pPr>
      <w:r w:rsidRPr="009D6A18">
        <w:rPr>
          <w:rFonts w:hint="eastAsia"/>
          <w:szCs w:val="24"/>
        </w:rPr>
        <w:t>2.2</w:t>
      </w:r>
      <w:r w:rsidRPr="009D6A18">
        <w:rPr>
          <w:szCs w:val="24"/>
        </w:rPr>
        <w:tab/>
      </w:r>
      <w:r w:rsidRPr="009D6A18">
        <w:rPr>
          <w:rFonts w:hint="eastAsia"/>
          <w:szCs w:val="24"/>
        </w:rPr>
        <w:t>Detailed procedure</w:t>
      </w:r>
    </w:p>
    <w:p w:rsidR="00806774" w:rsidRPr="009D6A18" w:rsidRDefault="00806774" w:rsidP="00806774">
      <w:pPr>
        <w:rPr>
          <w:szCs w:val="24"/>
          <w:lang w:eastAsia="ja-JP"/>
        </w:rPr>
      </w:pPr>
      <w:r w:rsidRPr="009D6A18">
        <w:rPr>
          <w:szCs w:val="24"/>
        </w:rPr>
        <w:t xml:space="preserve">The </w:t>
      </w:r>
      <w:r w:rsidRPr="009D6A18">
        <w:rPr>
          <w:rFonts w:hint="eastAsia"/>
          <w:szCs w:val="24"/>
          <w:lang w:eastAsia="ja-JP"/>
        </w:rPr>
        <w:t>detailed procedure</w:t>
      </w:r>
      <w:r w:rsidRPr="009D6A18">
        <w:rPr>
          <w:szCs w:val="24"/>
        </w:rPr>
        <w:t xml:space="preserve"> is illustrated in Figure </w:t>
      </w:r>
      <w:r w:rsidRPr="009D6A18">
        <w:rPr>
          <w:rFonts w:hint="eastAsia"/>
          <w:szCs w:val="24"/>
          <w:lang w:eastAsia="ja-JP"/>
        </w:rPr>
        <w:t>A2-</w:t>
      </w:r>
      <w:r w:rsidRPr="009D6A18">
        <w:rPr>
          <w:szCs w:val="24"/>
          <w:lang w:eastAsia="ja-JP"/>
        </w:rPr>
        <w:t>2</w:t>
      </w:r>
      <w:r w:rsidRPr="009D6A18">
        <w:rPr>
          <w:rFonts w:hint="eastAsia"/>
          <w:szCs w:val="24"/>
          <w:lang w:eastAsia="ja-JP"/>
        </w:rPr>
        <w:t xml:space="preserve"> and is described below</w:t>
      </w:r>
      <w:r w:rsidRPr="009D6A18">
        <w:rPr>
          <w:szCs w:val="24"/>
        </w:rPr>
        <w:t xml:space="preserve">. Some activities are external to ITU-R and others are internal. </w:t>
      </w:r>
    </w:p>
    <w:p w:rsidR="008B61DB" w:rsidRDefault="008B61DB">
      <w:pPr>
        <w:tabs>
          <w:tab w:val="clear" w:pos="1134"/>
          <w:tab w:val="clear" w:pos="1871"/>
          <w:tab w:val="clear" w:pos="2268"/>
        </w:tabs>
        <w:overflowPunct/>
        <w:autoSpaceDE/>
        <w:autoSpaceDN/>
        <w:adjustRightInd/>
        <w:spacing w:before="0"/>
        <w:textAlignment w:val="auto"/>
        <w:rPr>
          <w:caps/>
          <w:sz w:val="20"/>
          <w:lang w:eastAsia="ja-JP"/>
        </w:rPr>
      </w:pPr>
      <w:r>
        <w:rPr>
          <w:lang w:eastAsia="ja-JP"/>
        </w:rPr>
        <w:br w:type="page"/>
      </w:r>
    </w:p>
    <w:p w:rsidR="00806774" w:rsidRPr="00F77605" w:rsidRDefault="00806774" w:rsidP="00F77605">
      <w:pPr>
        <w:pStyle w:val="FigureNo"/>
      </w:pPr>
      <w:r w:rsidRPr="00F77605">
        <w:rPr>
          <w:rFonts w:hint="eastAsia"/>
        </w:rPr>
        <w:t>Figure A2</w:t>
      </w:r>
      <w:r w:rsidRPr="00F77605">
        <w:t>-2</w:t>
      </w:r>
    </w:p>
    <w:p w:rsidR="00806774" w:rsidRPr="00F77605" w:rsidRDefault="00806774" w:rsidP="00F77605">
      <w:pPr>
        <w:pStyle w:val="Figuretitle"/>
        <w:rPr>
          <w:rFonts w:hint="eastAsia"/>
        </w:rPr>
      </w:pPr>
      <w:r w:rsidRPr="00F77605">
        <w:rPr>
          <w:rFonts w:hint="eastAsia"/>
        </w:rPr>
        <w:t xml:space="preserve">IMT-2000 </w:t>
      </w:r>
      <w:r w:rsidRPr="00F77605">
        <w:t xml:space="preserve">terrestrial component </w:t>
      </w:r>
      <w:r w:rsidRPr="00F77605">
        <w:rPr>
          <w:rFonts w:hint="eastAsia"/>
        </w:rPr>
        <w:t>radio interface development</w:t>
      </w:r>
      <w:r w:rsidRPr="00F77605">
        <w:t xml:space="preserve"> process</w:t>
      </w:r>
    </w:p>
    <w:p w:rsidR="00806774" w:rsidRPr="009D6A18" w:rsidRDefault="00806774" w:rsidP="00806774">
      <w:pPr>
        <w:pStyle w:val="Figuretitle"/>
        <w:rPr>
          <w:rFonts w:hint="eastAsia"/>
          <w:sz w:val="24"/>
          <w:szCs w:val="24"/>
          <w:lang w:eastAsia="ja-JP"/>
        </w:rPr>
      </w:pPr>
      <w:r>
        <w:rPr>
          <w:noProof/>
          <w:sz w:val="24"/>
          <w:szCs w:val="24"/>
          <w:lang w:val="en-US" w:eastAsia="zh-CN"/>
        </w:rPr>
        <mc:AlternateContent>
          <mc:Choice Requires="wpc">
            <w:drawing>
              <wp:inline distT="0" distB="0" distL="0" distR="0" wp14:anchorId="04408751" wp14:editId="3A93F070">
                <wp:extent cx="6116955" cy="8169275"/>
                <wp:effectExtent l="0" t="0" r="0" b="0"/>
                <wp:docPr id="100" name="Canvas 1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0" y="0"/>
                            <a:ext cx="6116955" cy="8160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2" name="Group 5"/>
                        <wpg:cNvGrpSpPr>
                          <a:grpSpLocks/>
                        </wpg:cNvGrpSpPr>
                        <wpg:grpSpPr bwMode="auto">
                          <a:xfrm>
                            <a:off x="682625" y="610870"/>
                            <a:ext cx="1863090" cy="835660"/>
                            <a:chOff x="1074" y="961"/>
                            <a:chExt cx="2934" cy="1316"/>
                          </a:xfrm>
                        </wpg:grpSpPr>
                        <wps:wsp>
                          <wps:cNvPr id="4" name="Oval 6"/>
                          <wps:cNvSpPr>
                            <a:spLocks noChangeArrowheads="1"/>
                          </wps:cNvSpPr>
                          <wps:spPr bwMode="auto">
                            <a:xfrm>
                              <a:off x="1074" y="961"/>
                              <a:ext cx="2934" cy="131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 name="Oval 7"/>
                          <wps:cNvSpPr>
                            <a:spLocks noChangeArrowheads="1"/>
                          </wps:cNvSpPr>
                          <wps:spPr bwMode="auto">
                            <a:xfrm>
                              <a:off x="1074" y="961"/>
                              <a:ext cx="2934" cy="1316"/>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 name="Group 8"/>
                        <wpg:cNvGrpSpPr>
                          <a:grpSpLocks/>
                        </wpg:cNvGrpSpPr>
                        <wpg:grpSpPr bwMode="auto">
                          <a:xfrm>
                            <a:off x="3376930" y="610870"/>
                            <a:ext cx="1863090" cy="836295"/>
                            <a:chOff x="5317" y="961"/>
                            <a:chExt cx="2934" cy="1317"/>
                          </a:xfrm>
                        </wpg:grpSpPr>
                        <wps:wsp>
                          <wps:cNvPr id="7" name="Oval 9"/>
                          <wps:cNvSpPr>
                            <a:spLocks noChangeArrowheads="1"/>
                          </wps:cNvSpPr>
                          <wps:spPr bwMode="auto">
                            <a:xfrm>
                              <a:off x="5317" y="961"/>
                              <a:ext cx="2934" cy="131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 name="Oval 10"/>
                          <wps:cNvSpPr>
                            <a:spLocks noChangeArrowheads="1"/>
                          </wps:cNvSpPr>
                          <wps:spPr bwMode="auto">
                            <a:xfrm>
                              <a:off x="5317" y="961"/>
                              <a:ext cx="2934" cy="1317"/>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 name="Group 11"/>
                        <wpg:cNvGrpSpPr>
                          <a:grpSpLocks/>
                        </wpg:cNvGrpSpPr>
                        <wpg:grpSpPr bwMode="auto">
                          <a:xfrm>
                            <a:off x="682625" y="1638300"/>
                            <a:ext cx="1863090" cy="835660"/>
                            <a:chOff x="1074" y="2579"/>
                            <a:chExt cx="2934" cy="1316"/>
                          </a:xfrm>
                        </wpg:grpSpPr>
                        <wps:wsp>
                          <wps:cNvPr id="10" name="Oval 12"/>
                          <wps:cNvSpPr>
                            <a:spLocks noChangeArrowheads="1"/>
                          </wps:cNvSpPr>
                          <wps:spPr bwMode="auto">
                            <a:xfrm>
                              <a:off x="1074" y="2579"/>
                              <a:ext cx="2934" cy="131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 name="Oval 13"/>
                          <wps:cNvSpPr>
                            <a:spLocks noChangeArrowheads="1"/>
                          </wps:cNvSpPr>
                          <wps:spPr bwMode="auto">
                            <a:xfrm>
                              <a:off x="1074" y="2579"/>
                              <a:ext cx="2934" cy="1316"/>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2" name="Group 14"/>
                        <wpg:cNvGrpSpPr>
                          <a:grpSpLocks/>
                        </wpg:cNvGrpSpPr>
                        <wpg:grpSpPr bwMode="auto">
                          <a:xfrm>
                            <a:off x="682625" y="2858135"/>
                            <a:ext cx="1863725" cy="835660"/>
                            <a:chOff x="1074" y="4500"/>
                            <a:chExt cx="2935" cy="1316"/>
                          </a:xfrm>
                        </wpg:grpSpPr>
                        <wps:wsp>
                          <wps:cNvPr id="13" name="Oval 15"/>
                          <wps:cNvSpPr>
                            <a:spLocks noChangeArrowheads="1"/>
                          </wps:cNvSpPr>
                          <wps:spPr bwMode="auto">
                            <a:xfrm>
                              <a:off x="1074" y="4500"/>
                              <a:ext cx="2935" cy="131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4" name="Oval 16"/>
                          <wps:cNvSpPr>
                            <a:spLocks noChangeArrowheads="1"/>
                          </wps:cNvSpPr>
                          <wps:spPr bwMode="auto">
                            <a:xfrm>
                              <a:off x="1074" y="4500"/>
                              <a:ext cx="2935" cy="1316"/>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 name="Group 17"/>
                        <wpg:cNvGrpSpPr>
                          <a:grpSpLocks/>
                        </wpg:cNvGrpSpPr>
                        <wpg:grpSpPr bwMode="auto">
                          <a:xfrm>
                            <a:off x="682625" y="4464685"/>
                            <a:ext cx="1863725" cy="835660"/>
                            <a:chOff x="1074" y="7030"/>
                            <a:chExt cx="2935" cy="1316"/>
                          </a:xfrm>
                        </wpg:grpSpPr>
                        <wps:wsp>
                          <wps:cNvPr id="16" name="Oval 18"/>
                          <wps:cNvSpPr>
                            <a:spLocks noChangeArrowheads="1"/>
                          </wps:cNvSpPr>
                          <wps:spPr bwMode="auto">
                            <a:xfrm>
                              <a:off x="1074" y="7030"/>
                              <a:ext cx="2935" cy="131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7" name="Oval 19"/>
                          <wps:cNvSpPr>
                            <a:spLocks noChangeArrowheads="1"/>
                          </wps:cNvSpPr>
                          <wps:spPr bwMode="auto">
                            <a:xfrm>
                              <a:off x="1074" y="7030"/>
                              <a:ext cx="2935" cy="1316"/>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8" name="Group 20"/>
                        <wpg:cNvGrpSpPr>
                          <a:grpSpLocks/>
                        </wpg:cNvGrpSpPr>
                        <wpg:grpSpPr bwMode="auto">
                          <a:xfrm>
                            <a:off x="746760" y="5493385"/>
                            <a:ext cx="1863090" cy="1222375"/>
                            <a:chOff x="1175" y="8650"/>
                            <a:chExt cx="2934" cy="1925"/>
                          </a:xfrm>
                        </wpg:grpSpPr>
                        <wps:wsp>
                          <wps:cNvPr id="19" name="Oval 21"/>
                          <wps:cNvSpPr>
                            <a:spLocks noChangeArrowheads="1"/>
                          </wps:cNvSpPr>
                          <wps:spPr bwMode="auto">
                            <a:xfrm>
                              <a:off x="1175" y="8650"/>
                              <a:ext cx="2934" cy="192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 name="Oval 22"/>
                          <wps:cNvSpPr>
                            <a:spLocks noChangeArrowheads="1"/>
                          </wps:cNvSpPr>
                          <wps:spPr bwMode="auto">
                            <a:xfrm>
                              <a:off x="1175" y="8650"/>
                              <a:ext cx="2934" cy="1925"/>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1" name="Group 23"/>
                        <wpg:cNvGrpSpPr>
                          <a:grpSpLocks/>
                        </wpg:cNvGrpSpPr>
                        <wpg:grpSpPr bwMode="auto">
                          <a:xfrm>
                            <a:off x="617855" y="7102475"/>
                            <a:ext cx="1863090" cy="834390"/>
                            <a:chOff x="972" y="11184"/>
                            <a:chExt cx="2934" cy="1314"/>
                          </a:xfrm>
                        </wpg:grpSpPr>
                        <wps:wsp>
                          <wps:cNvPr id="22" name="Oval 24"/>
                          <wps:cNvSpPr>
                            <a:spLocks noChangeArrowheads="1"/>
                          </wps:cNvSpPr>
                          <wps:spPr bwMode="auto">
                            <a:xfrm>
                              <a:off x="972" y="11184"/>
                              <a:ext cx="2934" cy="1314"/>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 name="Oval 25"/>
                          <wps:cNvSpPr>
                            <a:spLocks noChangeArrowheads="1"/>
                          </wps:cNvSpPr>
                          <wps:spPr bwMode="auto">
                            <a:xfrm>
                              <a:off x="972" y="11184"/>
                              <a:ext cx="2934" cy="1314"/>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3443605" y="7228840"/>
                            <a:ext cx="1863090" cy="642620"/>
                            <a:chOff x="5422" y="11383"/>
                            <a:chExt cx="2934" cy="1012"/>
                          </a:xfrm>
                        </wpg:grpSpPr>
                        <wps:wsp>
                          <wps:cNvPr id="25" name="Oval 27"/>
                          <wps:cNvSpPr>
                            <a:spLocks noChangeArrowheads="1"/>
                          </wps:cNvSpPr>
                          <wps:spPr bwMode="auto">
                            <a:xfrm>
                              <a:off x="5422" y="11383"/>
                              <a:ext cx="2934" cy="1012"/>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6" name="Oval 28"/>
                          <wps:cNvSpPr>
                            <a:spLocks noChangeArrowheads="1"/>
                          </wps:cNvSpPr>
                          <wps:spPr bwMode="auto">
                            <a:xfrm>
                              <a:off x="5422" y="11383"/>
                              <a:ext cx="2934" cy="1012"/>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7" name="Freeform 29"/>
                        <wps:cNvSpPr>
                          <a:spLocks noEditPoints="1"/>
                        </wps:cNvSpPr>
                        <wps:spPr bwMode="auto">
                          <a:xfrm>
                            <a:off x="2861945" y="156210"/>
                            <a:ext cx="8255" cy="7590790"/>
                          </a:xfrm>
                          <a:custGeom>
                            <a:avLst/>
                            <a:gdLst>
                              <a:gd name="T0" fmla="*/ 25 w 25"/>
                              <a:gd name="T1" fmla="*/ 362 h 22325"/>
                              <a:gd name="T2" fmla="*/ 25 w 25"/>
                              <a:gd name="T3" fmla="*/ 787 h 22325"/>
                              <a:gd name="T4" fmla="*/ 13 w 25"/>
                              <a:gd name="T5" fmla="*/ 1150 h 22325"/>
                              <a:gd name="T6" fmla="*/ 0 w 25"/>
                              <a:gd name="T7" fmla="*/ 1487 h 22325"/>
                              <a:gd name="T8" fmla="*/ 0 w 25"/>
                              <a:gd name="T9" fmla="*/ 1762 h 22325"/>
                              <a:gd name="T10" fmla="*/ 13 w 25"/>
                              <a:gd name="T11" fmla="*/ 2100 h 22325"/>
                              <a:gd name="T12" fmla="*/ 25 w 25"/>
                              <a:gd name="T13" fmla="*/ 2462 h 22325"/>
                              <a:gd name="T14" fmla="*/ 25 w 25"/>
                              <a:gd name="T15" fmla="*/ 2987 h 22325"/>
                              <a:gd name="T16" fmla="*/ 25 w 25"/>
                              <a:gd name="T17" fmla="*/ 3412 h 22325"/>
                              <a:gd name="T18" fmla="*/ 13 w 25"/>
                              <a:gd name="T19" fmla="*/ 3775 h 22325"/>
                              <a:gd name="T20" fmla="*/ 0 w 25"/>
                              <a:gd name="T21" fmla="*/ 4112 h 22325"/>
                              <a:gd name="T22" fmla="*/ 0 w 25"/>
                              <a:gd name="T23" fmla="*/ 4387 h 22325"/>
                              <a:gd name="T24" fmla="*/ 13 w 25"/>
                              <a:gd name="T25" fmla="*/ 4725 h 22325"/>
                              <a:gd name="T26" fmla="*/ 25 w 25"/>
                              <a:gd name="T27" fmla="*/ 5087 h 22325"/>
                              <a:gd name="T28" fmla="*/ 25 w 25"/>
                              <a:gd name="T29" fmla="*/ 5612 h 22325"/>
                              <a:gd name="T30" fmla="*/ 25 w 25"/>
                              <a:gd name="T31" fmla="*/ 6037 h 22325"/>
                              <a:gd name="T32" fmla="*/ 13 w 25"/>
                              <a:gd name="T33" fmla="*/ 6400 h 22325"/>
                              <a:gd name="T34" fmla="*/ 0 w 25"/>
                              <a:gd name="T35" fmla="*/ 6737 h 22325"/>
                              <a:gd name="T36" fmla="*/ 0 w 25"/>
                              <a:gd name="T37" fmla="*/ 7012 h 22325"/>
                              <a:gd name="T38" fmla="*/ 13 w 25"/>
                              <a:gd name="T39" fmla="*/ 7350 h 22325"/>
                              <a:gd name="T40" fmla="*/ 25 w 25"/>
                              <a:gd name="T41" fmla="*/ 7712 h 22325"/>
                              <a:gd name="T42" fmla="*/ 25 w 25"/>
                              <a:gd name="T43" fmla="*/ 8237 h 22325"/>
                              <a:gd name="T44" fmla="*/ 25 w 25"/>
                              <a:gd name="T45" fmla="*/ 8662 h 22325"/>
                              <a:gd name="T46" fmla="*/ 13 w 25"/>
                              <a:gd name="T47" fmla="*/ 9025 h 22325"/>
                              <a:gd name="T48" fmla="*/ 0 w 25"/>
                              <a:gd name="T49" fmla="*/ 9362 h 22325"/>
                              <a:gd name="T50" fmla="*/ 0 w 25"/>
                              <a:gd name="T51" fmla="*/ 9637 h 22325"/>
                              <a:gd name="T52" fmla="*/ 13 w 25"/>
                              <a:gd name="T53" fmla="*/ 9975 h 22325"/>
                              <a:gd name="T54" fmla="*/ 25 w 25"/>
                              <a:gd name="T55" fmla="*/ 10337 h 22325"/>
                              <a:gd name="T56" fmla="*/ 25 w 25"/>
                              <a:gd name="T57" fmla="*/ 10862 h 22325"/>
                              <a:gd name="T58" fmla="*/ 25 w 25"/>
                              <a:gd name="T59" fmla="*/ 11287 h 22325"/>
                              <a:gd name="T60" fmla="*/ 13 w 25"/>
                              <a:gd name="T61" fmla="*/ 11650 h 22325"/>
                              <a:gd name="T62" fmla="*/ 0 w 25"/>
                              <a:gd name="T63" fmla="*/ 11987 h 22325"/>
                              <a:gd name="T64" fmla="*/ 0 w 25"/>
                              <a:gd name="T65" fmla="*/ 12262 h 22325"/>
                              <a:gd name="T66" fmla="*/ 13 w 25"/>
                              <a:gd name="T67" fmla="*/ 12600 h 22325"/>
                              <a:gd name="T68" fmla="*/ 25 w 25"/>
                              <a:gd name="T69" fmla="*/ 12962 h 22325"/>
                              <a:gd name="T70" fmla="*/ 25 w 25"/>
                              <a:gd name="T71" fmla="*/ 13487 h 22325"/>
                              <a:gd name="T72" fmla="*/ 25 w 25"/>
                              <a:gd name="T73" fmla="*/ 13912 h 22325"/>
                              <a:gd name="T74" fmla="*/ 13 w 25"/>
                              <a:gd name="T75" fmla="*/ 14275 h 22325"/>
                              <a:gd name="T76" fmla="*/ 0 w 25"/>
                              <a:gd name="T77" fmla="*/ 14612 h 22325"/>
                              <a:gd name="T78" fmla="*/ 0 w 25"/>
                              <a:gd name="T79" fmla="*/ 14887 h 22325"/>
                              <a:gd name="T80" fmla="*/ 13 w 25"/>
                              <a:gd name="T81" fmla="*/ 15225 h 22325"/>
                              <a:gd name="T82" fmla="*/ 25 w 25"/>
                              <a:gd name="T83" fmla="*/ 15587 h 22325"/>
                              <a:gd name="T84" fmla="*/ 25 w 25"/>
                              <a:gd name="T85" fmla="*/ 16112 h 22325"/>
                              <a:gd name="T86" fmla="*/ 25 w 25"/>
                              <a:gd name="T87" fmla="*/ 16537 h 22325"/>
                              <a:gd name="T88" fmla="*/ 13 w 25"/>
                              <a:gd name="T89" fmla="*/ 16900 h 22325"/>
                              <a:gd name="T90" fmla="*/ 0 w 25"/>
                              <a:gd name="T91" fmla="*/ 17237 h 22325"/>
                              <a:gd name="T92" fmla="*/ 0 w 25"/>
                              <a:gd name="T93" fmla="*/ 17512 h 22325"/>
                              <a:gd name="T94" fmla="*/ 13 w 25"/>
                              <a:gd name="T95" fmla="*/ 17850 h 22325"/>
                              <a:gd name="T96" fmla="*/ 25 w 25"/>
                              <a:gd name="T97" fmla="*/ 18212 h 22325"/>
                              <a:gd name="T98" fmla="*/ 25 w 25"/>
                              <a:gd name="T99" fmla="*/ 18737 h 22325"/>
                              <a:gd name="T100" fmla="*/ 25 w 25"/>
                              <a:gd name="T101" fmla="*/ 19162 h 22325"/>
                              <a:gd name="T102" fmla="*/ 13 w 25"/>
                              <a:gd name="T103" fmla="*/ 19525 h 22325"/>
                              <a:gd name="T104" fmla="*/ 0 w 25"/>
                              <a:gd name="T105" fmla="*/ 19862 h 22325"/>
                              <a:gd name="T106" fmla="*/ 0 w 25"/>
                              <a:gd name="T107" fmla="*/ 20137 h 22325"/>
                              <a:gd name="T108" fmla="*/ 13 w 25"/>
                              <a:gd name="T109" fmla="*/ 20475 h 22325"/>
                              <a:gd name="T110" fmla="*/ 25 w 25"/>
                              <a:gd name="T111" fmla="*/ 20837 h 22325"/>
                              <a:gd name="T112" fmla="*/ 25 w 25"/>
                              <a:gd name="T113" fmla="*/ 21362 h 22325"/>
                              <a:gd name="T114" fmla="*/ 25 w 25"/>
                              <a:gd name="T115" fmla="*/ 21787 h 22325"/>
                              <a:gd name="T116" fmla="*/ 13 w 25"/>
                              <a:gd name="T117" fmla="*/ 22150 h 22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5" h="22325">
                                <a:moveTo>
                                  <a:pt x="25" y="12"/>
                                </a:moveTo>
                                <a:lnTo>
                                  <a:pt x="25" y="87"/>
                                </a:lnTo>
                                <a:cubicBezTo>
                                  <a:pt x="25" y="94"/>
                                  <a:pt x="20" y="100"/>
                                  <a:pt x="13" y="100"/>
                                </a:cubicBezTo>
                                <a:cubicBezTo>
                                  <a:pt x="6" y="100"/>
                                  <a:pt x="0" y="94"/>
                                  <a:pt x="0" y="87"/>
                                </a:cubicBezTo>
                                <a:lnTo>
                                  <a:pt x="0" y="12"/>
                                </a:lnTo>
                                <a:cubicBezTo>
                                  <a:pt x="0" y="5"/>
                                  <a:pt x="6" y="0"/>
                                  <a:pt x="13" y="0"/>
                                </a:cubicBezTo>
                                <a:cubicBezTo>
                                  <a:pt x="20" y="0"/>
                                  <a:pt x="25" y="5"/>
                                  <a:pt x="25" y="12"/>
                                </a:cubicBezTo>
                                <a:close/>
                                <a:moveTo>
                                  <a:pt x="25" y="187"/>
                                </a:moveTo>
                                <a:lnTo>
                                  <a:pt x="25" y="262"/>
                                </a:lnTo>
                                <a:cubicBezTo>
                                  <a:pt x="25" y="269"/>
                                  <a:pt x="20" y="275"/>
                                  <a:pt x="13" y="275"/>
                                </a:cubicBezTo>
                                <a:cubicBezTo>
                                  <a:pt x="6" y="275"/>
                                  <a:pt x="0" y="269"/>
                                  <a:pt x="0" y="262"/>
                                </a:cubicBezTo>
                                <a:lnTo>
                                  <a:pt x="0" y="187"/>
                                </a:lnTo>
                                <a:cubicBezTo>
                                  <a:pt x="0" y="180"/>
                                  <a:pt x="6" y="175"/>
                                  <a:pt x="13" y="175"/>
                                </a:cubicBezTo>
                                <a:cubicBezTo>
                                  <a:pt x="20" y="175"/>
                                  <a:pt x="25" y="180"/>
                                  <a:pt x="25" y="187"/>
                                </a:cubicBezTo>
                                <a:close/>
                                <a:moveTo>
                                  <a:pt x="25" y="362"/>
                                </a:moveTo>
                                <a:lnTo>
                                  <a:pt x="25" y="437"/>
                                </a:lnTo>
                                <a:cubicBezTo>
                                  <a:pt x="25" y="444"/>
                                  <a:pt x="20" y="450"/>
                                  <a:pt x="13" y="450"/>
                                </a:cubicBezTo>
                                <a:cubicBezTo>
                                  <a:pt x="6" y="450"/>
                                  <a:pt x="0" y="444"/>
                                  <a:pt x="0" y="437"/>
                                </a:cubicBezTo>
                                <a:lnTo>
                                  <a:pt x="0" y="362"/>
                                </a:lnTo>
                                <a:cubicBezTo>
                                  <a:pt x="0" y="355"/>
                                  <a:pt x="6" y="350"/>
                                  <a:pt x="13" y="350"/>
                                </a:cubicBezTo>
                                <a:cubicBezTo>
                                  <a:pt x="20" y="350"/>
                                  <a:pt x="25" y="355"/>
                                  <a:pt x="25" y="362"/>
                                </a:cubicBezTo>
                                <a:close/>
                                <a:moveTo>
                                  <a:pt x="25" y="537"/>
                                </a:moveTo>
                                <a:lnTo>
                                  <a:pt x="25" y="612"/>
                                </a:lnTo>
                                <a:cubicBezTo>
                                  <a:pt x="25" y="619"/>
                                  <a:pt x="20" y="625"/>
                                  <a:pt x="13" y="625"/>
                                </a:cubicBezTo>
                                <a:cubicBezTo>
                                  <a:pt x="6" y="625"/>
                                  <a:pt x="0" y="619"/>
                                  <a:pt x="0" y="612"/>
                                </a:cubicBezTo>
                                <a:lnTo>
                                  <a:pt x="0" y="537"/>
                                </a:lnTo>
                                <a:cubicBezTo>
                                  <a:pt x="0" y="530"/>
                                  <a:pt x="6" y="525"/>
                                  <a:pt x="13" y="525"/>
                                </a:cubicBezTo>
                                <a:cubicBezTo>
                                  <a:pt x="20" y="525"/>
                                  <a:pt x="25" y="530"/>
                                  <a:pt x="25" y="537"/>
                                </a:cubicBezTo>
                                <a:close/>
                                <a:moveTo>
                                  <a:pt x="25" y="712"/>
                                </a:moveTo>
                                <a:lnTo>
                                  <a:pt x="25" y="787"/>
                                </a:lnTo>
                                <a:cubicBezTo>
                                  <a:pt x="25" y="794"/>
                                  <a:pt x="20" y="800"/>
                                  <a:pt x="13" y="800"/>
                                </a:cubicBezTo>
                                <a:cubicBezTo>
                                  <a:pt x="6" y="800"/>
                                  <a:pt x="0" y="794"/>
                                  <a:pt x="0" y="787"/>
                                </a:cubicBezTo>
                                <a:lnTo>
                                  <a:pt x="0" y="712"/>
                                </a:lnTo>
                                <a:cubicBezTo>
                                  <a:pt x="0" y="705"/>
                                  <a:pt x="6" y="700"/>
                                  <a:pt x="13" y="700"/>
                                </a:cubicBezTo>
                                <a:cubicBezTo>
                                  <a:pt x="20" y="700"/>
                                  <a:pt x="25" y="705"/>
                                  <a:pt x="25" y="712"/>
                                </a:cubicBezTo>
                                <a:close/>
                                <a:moveTo>
                                  <a:pt x="25" y="887"/>
                                </a:moveTo>
                                <a:lnTo>
                                  <a:pt x="25" y="962"/>
                                </a:lnTo>
                                <a:cubicBezTo>
                                  <a:pt x="25" y="969"/>
                                  <a:pt x="20" y="975"/>
                                  <a:pt x="13" y="975"/>
                                </a:cubicBezTo>
                                <a:cubicBezTo>
                                  <a:pt x="6" y="975"/>
                                  <a:pt x="0" y="969"/>
                                  <a:pt x="0" y="962"/>
                                </a:cubicBezTo>
                                <a:lnTo>
                                  <a:pt x="0" y="887"/>
                                </a:lnTo>
                                <a:cubicBezTo>
                                  <a:pt x="0" y="880"/>
                                  <a:pt x="6" y="875"/>
                                  <a:pt x="13" y="875"/>
                                </a:cubicBezTo>
                                <a:cubicBezTo>
                                  <a:pt x="20" y="875"/>
                                  <a:pt x="25" y="880"/>
                                  <a:pt x="25" y="887"/>
                                </a:cubicBezTo>
                                <a:close/>
                                <a:moveTo>
                                  <a:pt x="25" y="1062"/>
                                </a:moveTo>
                                <a:lnTo>
                                  <a:pt x="25" y="1137"/>
                                </a:lnTo>
                                <a:cubicBezTo>
                                  <a:pt x="25" y="1144"/>
                                  <a:pt x="20" y="1150"/>
                                  <a:pt x="13" y="1150"/>
                                </a:cubicBezTo>
                                <a:cubicBezTo>
                                  <a:pt x="6" y="1150"/>
                                  <a:pt x="0" y="1144"/>
                                  <a:pt x="0" y="1137"/>
                                </a:cubicBezTo>
                                <a:lnTo>
                                  <a:pt x="0" y="1062"/>
                                </a:lnTo>
                                <a:cubicBezTo>
                                  <a:pt x="0" y="1055"/>
                                  <a:pt x="6" y="1050"/>
                                  <a:pt x="13" y="1050"/>
                                </a:cubicBezTo>
                                <a:cubicBezTo>
                                  <a:pt x="20" y="1050"/>
                                  <a:pt x="25" y="1055"/>
                                  <a:pt x="25" y="1062"/>
                                </a:cubicBezTo>
                                <a:close/>
                                <a:moveTo>
                                  <a:pt x="25" y="1237"/>
                                </a:moveTo>
                                <a:lnTo>
                                  <a:pt x="25" y="1312"/>
                                </a:lnTo>
                                <a:cubicBezTo>
                                  <a:pt x="25" y="1319"/>
                                  <a:pt x="20" y="1325"/>
                                  <a:pt x="13" y="1325"/>
                                </a:cubicBezTo>
                                <a:cubicBezTo>
                                  <a:pt x="6" y="1325"/>
                                  <a:pt x="0" y="1319"/>
                                  <a:pt x="0" y="1312"/>
                                </a:cubicBezTo>
                                <a:lnTo>
                                  <a:pt x="0" y="1237"/>
                                </a:lnTo>
                                <a:cubicBezTo>
                                  <a:pt x="0" y="1230"/>
                                  <a:pt x="6" y="1225"/>
                                  <a:pt x="13" y="1225"/>
                                </a:cubicBezTo>
                                <a:cubicBezTo>
                                  <a:pt x="20" y="1225"/>
                                  <a:pt x="25" y="1230"/>
                                  <a:pt x="25" y="1237"/>
                                </a:cubicBezTo>
                                <a:close/>
                                <a:moveTo>
                                  <a:pt x="25" y="1412"/>
                                </a:moveTo>
                                <a:lnTo>
                                  <a:pt x="25" y="1487"/>
                                </a:lnTo>
                                <a:cubicBezTo>
                                  <a:pt x="25" y="1494"/>
                                  <a:pt x="20" y="1500"/>
                                  <a:pt x="13" y="1500"/>
                                </a:cubicBezTo>
                                <a:cubicBezTo>
                                  <a:pt x="6" y="1500"/>
                                  <a:pt x="0" y="1494"/>
                                  <a:pt x="0" y="1487"/>
                                </a:cubicBezTo>
                                <a:lnTo>
                                  <a:pt x="0" y="1412"/>
                                </a:lnTo>
                                <a:cubicBezTo>
                                  <a:pt x="0" y="1405"/>
                                  <a:pt x="6" y="1400"/>
                                  <a:pt x="13" y="1400"/>
                                </a:cubicBezTo>
                                <a:cubicBezTo>
                                  <a:pt x="20" y="1400"/>
                                  <a:pt x="25" y="1405"/>
                                  <a:pt x="25" y="1412"/>
                                </a:cubicBezTo>
                                <a:close/>
                                <a:moveTo>
                                  <a:pt x="25" y="1587"/>
                                </a:moveTo>
                                <a:lnTo>
                                  <a:pt x="25" y="1662"/>
                                </a:lnTo>
                                <a:cubicBezTo>
                                  <a:pt x="25" y="1669"/>
                                  <a:pt x="20" y="1675"/>
                                  <a:pt x="13" y="1675"/>
                                </a:cubicBezTo>
                                <a:cubicBezTo>
                                  <a:pt x="6" y="1675"/>
                                  <a:pt x="0" y="1669"/>
                                  <a:pt x="0" y="1662"/>
                                </a:cubicBezTo>
                                <a:lnTo>
                                  <a:pt x="0" y="1587"/>
                                </a:lnTo>
                                <a:cubicBezTo>
                                  <a:pt x="0" y="1580"/>
                                  <a:pt x="6" y="1575"/>
                                  <a:pt x="13" y="1575"/>
                                </a:cubicBezTo>
                                <a:cubicBezTo>
                                  <a:pt x="20" y="1575"/>
                                  <a:pt x="25" y="1580"/>
                                  <a:pt x="25" y="1587"/>
                                </a:cubicBezTo>
                                <a:close/>
                                <a:moveTo>
                                  <a:pt x="25" y="1762"/>
                                </a:moveTo>
                                <a:lnTo>
                                  <a:pt x="25" y="1837"/>
                                </a:lnTo>
                                <a:cubicBezTo>
                                  <a:pt x="25" y="1844"/>
                                  <a:pt x="20" y="1850"/>
                                  <a:pt x="13" y="1850"/>
                                </a:cubicBezTo>
                                <a:cubicBezTo>
                                  <a:pt x="6" y="1850"/>
                                  <a:pt x="0" y="1844"/>
                                  <a:pt x="0" y="1837"/>
                                </a:cubicBezTo>
                                <a:lnTo>
                                  <a:pt x="0" y="1762"/>
                                </a:lnTo>
                                <a:cubicBezTo>
                                  <a:pt x="0" y="1755"/>
                                  <a:pt x="6" y="1750"/>
                                  <a:pt x="13" y="1750"/>
                                </a:cubicBezTo>
                                <a:cubicBezTo>
                                  <a:pt x="20" y="1750"/>
                                  <a:pt x="25" y="1755"/>
                                  <a:pt x="25" y="1762"/>
                                </a:cubicBezTo>
                                <a:close/>
                                <a:moveTo>
                                  <a:pt x="25" y="1937"/>
                                </a:moveTo>
                                <a:lnTo>
                                  <a:pt x="25" y="2012"/>
                                </a:lnTo>
                                <a:cubicBezTo>
                                  <a:pt x="25" y="2019"/>
                                  <a:pt x="20" y="2025"/>
                                  <a:pt x="13" y="2025"/>
                                </a:cubicBezTo>
                                <a:cubicBezTo>
                                  <a:pt x="6" y="2025"/>
                                  <a:pt x="0" y="2019"/>
                                  <a:pt x="0" y="2012"/>
                                </a:cubicBezTo>
                                <a:lnTo>
                                  <a:pt x="0" y="1937"/>
                                </a:lnTo>
                                <a:cubicBezTo>
                                  <a:pt x="0" y="1930"/>
                                  <a:pt x="6" y="1925"/>
                                  <a:pt x="13" y="1925"/>
                                </a:cubicBezTo>
                                <a:cubicBezTo>
                                  <a:pt x="20" y="1925"/>
                                  <a:pt x="25" y="1930"/>
                                  <a:pt x="25" y="1937"/>
                                </a:cubicBezTo>
                                <a:close/>
                                <a:moveTo>
                                  <a:pt x="25" y="2112"/>
                                </a:moveTo>
                                <a:lnTo>
                                  <a:pt x="25" y="2187"/>
                                </a:lnTo>
                                <a:cubicBezTo>
                                  <a:pt x="25" y="2194"/>
                                  <a:pt x="20" y="2200"/>
                                  <a:pt x="13" y="2200"/>
                                </a:cubicBezTo>
                                <a:cubicBezTo>
                                  <a:pt x="6" y="2200"/>
                                  <a:pt x="0" y="2194"/>
                                  <a:pt x="0" y="2187"/>
                                </a:cubicBezTo>
                                <a:lnTo>
                                  <a:pt x="0" y="2112"/>
                                </a:lnTo>
                                <a:cubicBezTo>
                                  <a:pt x="0" y="2105"/>
                                  <a:pt x="6" y="2100"/>
                                  <a:pt x="13" y="2100"/>
                                </a:cubicBezTo>
                                <a:cubicBezTo>
                                  <a:pt x="20" y="2100"/>
                                  <a:pt x="25" y="2105"/>
                                  <a:pt x="25" y="2112"/>
                                </a:cubicBezTo>
                                <a:close/>
                                <a:moveTo>
                                  <a:pt x="25" y="2287"/>
                                </a:moveTo>
                                <a:lnTo>
                                  <a:pt x="25" y="2362"/>
                                </a:lnTo>
                                <a:cubicBezTo>
                                  <a:pt x="25" y="2369"/>
                                  <a:pt x="20" y="2375"/>
                                  <a:pt x="13" y="2375"/>
                                </a:cubicBezTo>
                                <a:cubicBezTo>
                                  <a:pt x="6" y="2375"/>
                                  <a:pt x="0" y="2369"/>
                                  <a:pt x="0" y="2362"/>
                                </a:cubicBezTo>
                                <a:lnTo>
                                  <a:pt x="0" y="2287"/>
                                </a:lnTo>
                                <a:cubicBezTo>
                                  <a:pt x="0" y="2280"/>
                                  <a:pt x="6" y="2275"/>
                                  <a:pt x="13" y="2275"/>
                                </a:cubicBezTo>
                                <a:cubicBezTo>
                                  <a:pt x="20" y="2275"/>
                                  <a:pt x="25" y="2280"/>
                                  <a:pt x="25" y="2287"/>
                                </a:cubicBezTo>
                                <a:close/>
                                <a:moveTo>
                                  <a:pt x="25" y="2462"/>
                                </a:moveTo>
                                <a:lnTo>
                                  <a:pt x="25" y="2537"/>
                                </a:lnTo>
                                <a:cubicBezTo>
                                  <a:pt x="25" y="2544"/>
                                  <a:pt x="20" y="2550"/>
                                  <a:pt x="13" y="2550"/>
                                </a:cubicBezTo>
                                <a:cubicBezTo>
                                  <a:pt x="6" y="2550"/>
                                  <a:pt x="0" y="2544"/>
                                  <a:pt x="0" y="2537"/>
                                </a:cubicBezTo>
                                <a:lnTo>
                                  <a:pt x="0" y="2462"/>
                                </a:lnTo>
                                <a:cubicBezTo>
                                  <a:pt x="0" y="2455"/>
                                  <a:pt x="6" y="2450"/>
                                  <a:pt x="13" y="2450"/>
                                </a:cubicBezTo>
                                <a:cubicBezTo>
                                  <a:pt x="20" y="2450"/>
                                  <a:pt x="25" y="2455"/>
                                  <a:pt x="25" y="2462"/>
                                </a:cubicBezTo>
                                <a:close/>
                                <a:moveTo>
                                  <a:pt x="25" y="2637"/>
                                </a:moveTo>
                                <a:lnTo>
                                  <a:pt x="25" y="2712"/>
                                </a:lnTo>
                                <a:cubicBezTo>
                                  <a:pt x="25" y="2719"/>
                                  <a:pt x="20" y="2725"/>
                                  <a:pt x="13" y="2725"/>
                                </a:cubicBezTo>
                                <a:cubicBezTo>
                                  <a:pt x="6" y="2725"/>
                                  <a:pt x="0" y="2719"/>
                                  <a:pt x="0" y="2712"/>
                                </a:cubicBezTo>
                                <a:lnTo>
                                  <a:pt x="0" y="2637"/>
                                </a:lnTo>
                                <a:cubicBezTo>
                                  <a:pt x="0" y="2630"/>
                                  <a:pt x="6" y="2625"/>
                                  <a:pt x="13" y="2625"/>
                                </a:cubicBezTo>
                                <a:cubicBezTo>
                                  <a:pt x="20" y="2625"/>
                                  <a:pt x="25" y="2630"/>
                                  <a:pt x="25" y="2637"/>
                                </a:cubicBezTo>
                                <a:close/>
                                <a:moveTo>
                                  <a:pt x="25" y="2812"/>
                                </a:moveTo>
                                <a:lnTo>
                                  <a:pt x="25" y="2887"/>
                                </a:lnTo>
                                <a:cubicBezTo>
                                  <a:pt x="25" y="2894"/>
                                  <a:pt x="20" y="2900"/>
                                  <a:pt x="13" y="2900"/>
                                </a:cubicBezTo>
                                <a:cubicBezTo>
                                  <a:pt x="6" y="2900"/>
                                  <a:pt x="0" y="2894"/>
                                  <a:pt x="0" y="2887"/>
                                </a:cubicBezTo>
                                <a:lnTo>
                                  <a:pt x="0" y="2812"/>
                                </a:lnTo>
                                <a:cubicBezTo>
                                  <a:pt x="0" y="2805"/>
                                  <a:pt x="6" y="2800"/>
                                  <a:pt x="13" y="2800"/>
                                </a:cubicBezTo>
                                <a:cubicBezTo>
                                  <a:pt x="20" y="2800"/>
                                  <a:pt x="25" y="2805"/>
                                  <a:pt x="25" y="2812"/>
                                </a:cubicBezTo>
                                <a:close/>
                                <a:moveTo>
                                  <a:pt x="25" y="2987"/>
                                </a:moveTo>
                                <a:lnTo>
                                  <a:pt x="25" y="3062"/>
                                </a:lnTo>
                                <a:cubicBezTo>
                                  <a:pt x="25" y="3069"/>
                                  <a:pt x="20" y="3075"/>
                                  <a:pt x="13" y="3075"/>
                                </a:cubicBezTo>
                                <a:cubicBezTo>
                                  <a:pt x="6" y="3075"/>
                                  <a:pt x="0" y="3069"/>
                                  <a:pt x="0" y="3062"/>
                                </a:cubicBezTo>
                                <a:lnTo>
                                  <a:pt x="0" y="2987"/>
                                </a:lnTo>
                                <a:cubicBezTo>
                                  <a:pt x="0" y="2980"/>
                                  <a:pt x="6" y="2975"/>
                                  <a:pt x="13" y="2975"/>
                                </a:cubicBezTo>
                                <a:cubicBezTo>
                                  <a:pt x="20" y="2975"/>
                                  <a:pt x="25" y="2980"/>
                                  <a:pt x="25" y="2987"/>
                                </a:cubicBezTo>
                                <a:close/>
                                <a:moveTo>
                                  <a:pt x="25" y="3162"/>
                                </a:moveTo>
                                <a:lnTo>
                                  <a:pt x="25" y="3237"/>
                                </a:lnTo>
                                <a:cubicBezTo>
                                  <a:pt x="25" y="3244"/>
                                  <a:pt x="20" y="3250"/>
                                  <a:pt x="13" y="3250"/>
                                </a:cubicBezTo>
                                <a:cubicBezTo>
                                  <a:pt x="6" y="3250"/>
                                  <a:pt x="0" y="3244"/>
                                  <a:pt x="0" y="3237"/>
                                </a:cubicBezTo>
                                <a:lnTo>
                                  <a:pt x="0" y="3162"/>
                                </a:lnTo>
                                <a:cubicBezTo>
                                  <a:pt x="0" y="3155"/>
                                  <a:pt x="6" y="3150"/>
                                  <a:pt x="13" y="3150"/>
                                </a:cubicBezTo>
                                <a:cubicBezTo>
                                  <a:pt x="20" y="3150"/>
                                  <a:pt x="25" y="3155"/>
                                  <a:pt x="25" y="3162"/>
                                </a:cubicBezTo>
                                <a:close/>
                                <a:moveTo>
                                  <a:pt x="25" y="3337"/>
                                </a:moveTo>
                                <a:lnTo>
                                  <a:pt x="25" y="3412"/>
                                </a:lnTo>
                                <a:cubicBezTo>
                                  <a:pt x="25" y="3419"/>
                                  <a:pt x="20" y="3425"/>
                                  <a:pt x="13" y="3425"/>
                                </a:cubicBezTo>
                                <a:cubicBezTo>
                                  <a:pt x="6" y="3425"/>
                                  <a:pt x="0" y="3419"/>
                                  <a:pt x="0" y="3412"/>
                                </a:cubicBezTo>
                                <a:lnTo>
                                  <a:pt x="0" y="3337"/>
                                </a:lnTo>
                                <a:cubicBezTo>
                                  <a:pt x="0" y="3330"/>
                                  <a:pt x="6" y="3325"/>
                                  <a:pt x="13" y="3325"/>
                                </a:cubicBezTo>
                                <a:cubicBezTo>
                                  <a:pt x="20" y="3325"/>
                                  <a:pt x="25" y="3330"/>
                                  <a:pt x="25" y="3337"/>
                                </a:cubicBezTo>
                                <a:close/>
                                <a:moveTo>
                                  <a:pt x="25" y="3512"/>
                                </a:moveTo>
                                <a:lnTo>
                                  <a:pt x="25" y="3587"/>
                                </a:lnTo>
                                <a:cubicBezTo>
                                  <a:pt x="25" y="3594"/>
                                  <a:pt x="20" y="3600"/>
                                  <a:pt x="13" y="3600"/>
                                </a:cubicBezTo>
                                <a:cubicBezTo>
                                  <a:pt x="6" y="3600"/>
                                  <a:pt x="0" y="3594"/>
                                  <a:pt x="0" y="3587"/>
                                </a:cubicBezTo>
                                <a:lnTo>
                                  <a:pt x="0" y="3512"/>
                                </a:lnTo>
                                <a:cubicBezTo>
                                  <a:pt x="0" y="3505"/>
                                  <a:pt x="6" y="3500"/>
                                  <a:pt x="13" y="3500"/>
                                </a:cubicBezTo>
                                <a:cubicBezTo>
                                  <a:pt x="20" y="3500"/>
                                  <a:pt x="25" y="3505"/>
                                  <a:pt x="25" y="3512"/>
                                </a:cubicBezTo>
                                <a:close/>
                                <a:moveTo>
                                  <a:pt x="25" y="3687"/>
                                </a:moveTo>
                                <a:lnTo>
                                  <a:pt x="25" y="3762"/>
                                </a:lnTo>
                                <a:cubicBezTo>
                                  <a:pt x="25" y="3769"/>
                                  <a:pt x="20" y="3775"/>
                                  <a:pt x="13" y="3775"/>
                                </a:cubicBezTo>
                                <a:cubicBezTo>
                                  <a:pt x="6" y="3775"/>
                                  <a:pt x="0" y="3769"/>
                                  <a:pt x="0" y="3762"/>
                                </a:cubicBezTo>
                                <a:lnTo>
                                  <a:pt x="0" y="3687"/>
                                </a:lnTo>
                                <a:cubicBezTo>
                                  <a:pt x="0" y="3680"/>
                                  <a:pt x="6" y="3675"/>
                                  <a:pt x="13" y="3675"/>
                                </a:cubicBezTo>
                                <a:cubicBezTo>
                                  <a:pt x="20" y="3675"/>
                                  <a:pt x="25" y="3680"/>
                                  <a:pt x="25" y="3687"/>
                                </a:cubicBezTo>
                                <a:close/>
                                <a:moveTo>
                                  <a:pt x="25" y="3862"/>
                                </a:moveTo>
                                <a:lnTo>
                                  <a:pt x="25" y="3937"/>
                                </a:lnTo>
                                <a:cubicBezTo>
                                  <a:pt x="25" y="3944"/>
                                  <a:pt x="20" y="3950"/>
                                  <a:pt x="13" y="3950"/>
                                </a:cubicBezTo>
                                <a:cubicBezTo>
                                  <a:pt x="6" y="3950"/>
                                  <a:pt x="0" y="3944"/>
                                  <a:pt x="0" y="3937"/>
                                </a:cubicBezTo>
                                <a:lnTo>
                                  <a:pt x="0" y="3862"/>
                                </a:lnTo>
                                <a:cubicBezTo>
                                  <a:pt x="0" y="3855"/>
                                  <a:pt x="6" y="3850"/>
                                  <a:pt x="13" y="3850"/>
                                </a:cubicBezTo>
                                <a:cubicBezTo>
                                  <a:pt x="20" y="3850"/>
                                  <a:pt x="25" y="3855"/>
                                  <a:pt x="25" y="3862"/>
                                </a:cubicBezTo>
                                <a:close/>
                                <a:moveTo>
                                  <a:pt x="25" y="4037"/>
                                </a:moveTo>
                                <a:lnTo>
                                  <a:pt x="25" y="4112"/>
                                </a:lnTo>
                                <a:cubicBezTo>
                                  <a:pt x="25" y="4119"/>
                                  <a:pt x="20" y="4125"/>
                                  <a:pt x="13" y="4125"/>
                                </a:cubicBezTo>
                                <a:cubicBezTo>
                                  <a:pt x="6" y="4125"/>
                                  <a:pt x="0" y="4119"/>
                                  <a:pt x="0" y="4112"/>
                                </a:cubicBezTo>
                                <a:lnTo>
                                  <a:pt x="0" y="4037"/>
                                </a:lnTo>
                                <a:cubicBezTo>
                                  <a:pt x="0" y="4030"/>
                                  <a:pt x="6" y="4025"/>
                                  <a:pt x="13" y="4025"/>
                                </a:cubicBezTo>
                                <a:cubicBezTo>
                                  <a:pt x="20" y="4025"/>
                                  <a:pt x="25" y="4030"/>
                                  <a:pt x="25" y="4037"/>
                                </a:cubicBezTo>
                                <a:close/>
                                <a:moveTo>
                                  <a:pt x="25" y="4212"/>
                                </a:moveTo>
                                <a:lnTo>
                                  <a:pt x="25" y="4287"/>
                                </a:lnTo>
                                <a:cubicBezTo>
                                  <a:pt x="25" y="4294"/>
                                  <a:pt x="20" y="4300"/>
                                  <a:pt x="13" y="4300"/>
                                </a:cubicBezTo>
                                <a:cubicBezTo>
                                  <a:pt x="6" y="4300"/>
                                  <a:pt x="0" y="4294"/>
                                  <a:pt x="0" y="4287"/>
                                </a:cubicBezTo>
                                <a:lnTo>
                                  <a:pt x="0" y="4212"/>
                                </a:lnTo>
                                <a:cubicBezTo>
                                  <a:pt x="0" y="4205"/>
                                  <a:pt x="6" y="4200"/>
                                  <a:pt x="13" y="4200"/>
                                </a:cubicBezTo>
                                <a:cubicBezTo>
                                  <a:pt x="20" y="4200"/>
                                  <a:pt x="25" y="4205"/>
                                  <a:pt x="25" y="4212"/>
                                </a:cubicBezTo>
                                <a:close/>
                                <a:moveTo>
                                  <a:pt x="25" y="4387"/>
                                </a:moveTo>
                                <a:lnTo>
                                  <a:pt x="25" y="4462"/>
                                </a:lnTo>
                                <a:cubicBezTo>
                                  <a:pt x="25" y="4469"/>
                                  <a:pt x="20" y="4475"/>
                                  <a:pt x="13" y="4475"/>
                                </a:cubicBezTo>
                                <a:cubicBezTo>
                                  <a:pt x="6" y="4475"/>
                                  <a:pt x="0" y="4469"/>
                                  <a:pt x="0" y="4462"/>
                                </a:cubicBezTo>
                                <a:lnTo>
                                  <a:pt x="0" y="4387"/>
                                </a:lnTo>
                                <a:cubicBezTo>
                                  <a:pt x="0" y="4380"/>
                                  <a:pt x="6" y="4375"/>
                                  <a:pt x="13" y="4375"/>
                                </a:cubicBezTo>
                                <a:cubicBezTo>
                                  <a:pt x="20" y="4375"/>
                                  <a:pt x="25" y="4380"/>
                                  <a:pt x="25" y="4387"/>
                                </a:cubicBezTo>
                                <a:close/>
                                <a:moveTo>
                                  <a:pt x="25" y="4562"/>
                                </a:moveTo>
                                <a:lnTo>
                                  <a:pt x="25" y="4637"/>
                                </a:lnTo>
                                <a:cubicBezTo>
                                  <a:pt x="25" y="4644"/>
                                  <a:pt x="20" y="4650"/>
                                  <a:pt x="13" y="4650"/>
                                </a:cubicBezTo>
                                <a:cubicBezTo>
                                  <a:pt x="6" y="4650"/>
                                  <a:pt x="0" y="4644"/>
                                  <a:pt x="0" y="4637"/>
                                </a:cubicBezTo>
                                <a:lnTo>
                                  <a:pt x="0" y="4562"/>
                                </a:lnTo>
                                <a:cubicBezTo>
                                  <a:pt x="0" y="4555"/>
                                  <a:pt x="6" y="4550"/>
                                  <a:pt x="13" y="4550"/>
                                </a:cubicBezTo>
                                <a:cubicBezTo>
                                  <a:pt x="20" y="4550"/>
                                  <a:pt x="25" y="4555"/>
                                  <a:pt x="25" y="4562"/>
                                </a:cubicBezTo>
                                <a:close/>
                                <a:moveTo>
                                  <a:pt x="25" y="4737"/>
                                </a:moveTo>
                                <a:lnTo>
                                  <a:pt x="25" y="4812"/>
                                </a:lnTo>
                                <a:cubicBezTo>
                                  <a:pt x="25" y="4819"/>
                                  <a:pt x="20" y="4825"/>
                                  <a:pt x="13" y="4825"/>
                                </a:cubicBezTo>
                                <a:cubicBezTo>
                                  <a:pt x="6" y="4825"/>
                                  <a:pt x="0" y="4819"/>
                                  <a:pt x="0" y="4812"/>
                                </a:cubicBezTo>
                                <a:lnTo>
                                  <a:pt x="0" y="4737"/>
                                </a:lnTo>
                                <a:cubicBezTo>
                                  <a:pt x="0" y="4730"/>
                                  <a:pt x="6" y="4725"/>
                                  <a:pt x="13" y="4725"/>
                                </a:cubicBezTo>
                                <a:cubicBezTo>
                                  <a:pt x="20" y="4725"/>
                                  <a:pt x="25" y="4730"/>
                                  <a:pt x="25" y="4737"/>
                                </a:cubicBezTo>
                                <a:close/>
                                <a:moveTo>
                                  <a:pt x="25" y="4912"/>
                                </a:moveTo>
                                <a:lnTo>
                                  <a:pt x="25" y="4987"/>
                                </a:lnTo>
                                <a:cubicBezTo>
                                  <a:pt x="25" y="4994"/>
                                  <a:pt x="20" y="5000"/>
                                  <a:pt x="13" y="5000"/>
                                </a:cubicBezTo>
                                <a:cubicBezTo>
                                  <a:pt x="6" y="5000"/>
                                  <a:pt x="0" y="4994"/>
                                  <a:pt x="0" y="4987"/>
                                </a:cubicBezTo>
                                <a:lnTo>
                                  <a:pt x="0" y="4912"/>
                                </a:lnTo>
                                <a:cubicBezTo>
                                  <a:pt x="0" y="4905"/>
                                  <a:pt x="6" y="4900"/>
                                  <a:pt x="13" y="4900"/>
                                </a:cubicBezTo>
                                <a:cubicBezTo>
                                  <a:pt x="20" y="4900"/>
                                  <a:pt x="25" y="4905"/>
                                  <a:pt x="25" y="4912"/>
                                </a:cubicBezTo>
                                <a:close/>
                                <a:moveTo>
                                  <a:pt x="25" y="5087"/>
                                </a:moveTo>
                                <a:lnTo>
                                  <a:pt x="25" y="5162"/>
                                </a:lnTo>
                                <a:cubicBezTo>
                                  <a:pt x="25" y="5169"/>
                                  <a:pt x="20" y="5175"/>
                                  <a:pt x="13" y="5175"/>
                                </a:cubicBezTo>
                                <a:cubicBezTo>
                                  <a:pt x="6" y="5175"/>
                                  <a:pt x="0" y="5169"/>
                                  <a:pt x="0" y="5162"/>
                                </a:cubicBezTo>
                                <a:lnTo>
                                  <a:pt x="0" y="5087"/>
                                </a:lnTo>
                                <a:cubicBezTo>
                                  <a:pt x="0" y="5080"/>
                                  <a:pt x="6" y="5075"/>
                                  <a:pt x="13" y="5075"/>
                                </a:cubicBezTo>
                                <a:cubicBezTo>
                                  <a:pt x="20" y="5075"/>
                                  <a:pt x="25" y="5080"/>
                                  <a:pt x="25" y="5087"/>
                                </a:cubicBezTo>
                                <a:close/>
                                <a:moveTo>
                                  <a:pt x="25" y="5262"/>
                                </a:moveTo>
                                <a:lnTo>
                                  <a:pt x="25" y="5337"/>
                                </a:lnTo>
                                <a:cubicBezTo>
                                  <a:pt x="25" y="5344"/>
                                  <a:pt x="20" y="5350"/>
                                  <a:pt x="13" y="5350"/>
                                </a:cubicBezTo>
                                <a:cubicBezTo>
                                  <a:pt x="6" y="5350"/>
                                  <a:pt x="0" y="5344"/>
                                  <a:pt x="0" y="5337"/>
                                </a:cubicBezTo>
                                <a:lnTo>
                                  <a:pt x="0" y="5262"/>
                                </a:lnTo>
                                <a:cubicBezTo>
                                  <a:pt x="0" y="5255"/>
                                  <a:pt x="6" y="5250"/>
                                  <a:pt x="13" y="5250"/>
                                </a:cubicBezTo>
                                <a:cubicBezTo>
                                  <a:pt x="20" y="5250"/>
                                  <a:pt x="25" y="5255"/>
                                  <a:pt x="25" y="5262"/>
                                </a:cubicBezTo>
                                <a:close/>
                                <a:moveTo>
                                  <a:pt x="25" y="5437"/>
                                </a:moveTo>
                                <a:lnTo>
                                  <a:pt x="25" y="5512"/>
                                </a:lnTo>
                                <a:cubicBezTo>
                                  <a:pt x="25" y="5519"/>
                                  <a:pt x="20" y="5525"/>
                                  <a:pt x="13" y="5525"/>
                                </a:cubicBezTo>
                                <a:cubicBezTo>
                                  <a:pt x="6" y="5525"/>
                                  <a:pt x="0" y="5519"/>
                                  <a:pt x="0" y="5512"/>
                                </a:cubicBezTo>
                                <a:lnTo>
                                  <a:pt x="0" y="5437"/>
                                </a:lnTo>
                                <a:cubicBezTo>
                                  <a:pt x="0" y="5430"/>
                                  <a:pt x="6" y="5425"/>
                                  <a:pt x="13" y="5425"/>
                                </a:cubicBezTo>
                                <a:cubicBezTo>
                                  <a:pt x="20" y="5425"/>
                                  <a:pt x="25" y="5430"/>
                                  <a:pt x="25" y="5437"/>
                                </a:cubicBezTo>
                                <a:close/>
                                <a:moveTo>
                                  <a:pt x="25" y="5612"/>
                                </a:moveTo>
                                <a:lnTo>
                                  <a:pt x="25" y="5687"/>
                                </a:lnTo>
                                <a:cubicBezTo>
                                  <a:pt x="25" y="5694"/>
                                  <a:pt x="20" y="5700"/>
                                  <a:pt x="13" y="5700"/>
                                </a:cubicBezTo>
                                <a:cubicBezTo>
                                  <a:pt x="6" y="5700"/>
                                  <a:pt x="0" y="5694"/>
                                  <a:pt x="0" y="5687"/>
                                </a:cubicBezTo>
                                <a:lnTo>
                                  <a:pt x="0" y="5612"/>
                                </a:lnTo>
                                <a:cubicBezTo>
                                  <a:pt x="0" y="5605"/>
                                  <a:pt x="6" y="5600"/>
                                  <a:pt x="13" y="5600"/>
                                </a:cubicBezTo>
                                <a:cubicBezTo>
                                  <a:pt x="20" y="5600"/>
                                  <a:pt x="25" y="5605"/>
                                  <a:pt x="25" y="5612"/>
                                </a:cubicBezTo>
                                <a:close/>
                                <a:moveTo>
                                  <a:pt x="25" y="5787"/>
                                </a:moveTo>
                                <a:lnTo>
                                  <a:pt x="25" y="5862"/>
                                </a:lnTo>
                                <a:cubicBezTo>
                                  <a:pt x="25" y="5869"/>
                                  <a:pt x="20" y="5875"/>
                                  <a:pt x="13" y="5875"/>
                                </a:cubicBezTo>
                                <a:cubicBezTo>
                                  <a:pt x="6" y="5875"/>
                                  <a:pt x="0" y="5869"/>
                                  <a:pt x="0" y="5862"/>
                                </a:cubicBezTo>
                                <a:lnTo>
                                  <a:pt x="0" y="5787"/>
                                </a:lnTo>
                                <a:cubicBezTo>
                                  <a:pt x="0" y="5780"/>
                                  <a:pt x="6" y="5775"/>
                                  <a:pt x="13" y="5775"/>
                                </a:cubicBezTo>
                                <a:cubicBezTo>
                                  <a:pt x="20" y="5775"/>
                                  <a:pt x="25" y="5780"/>
                                  <a:pt x="25" y="5787"/>
                                </a:cubicBezTo>
                                <a:close/>
                                <a:moveTo>
                                  <a:pt x="25" y="5962"/>
                                </a:moveTo>
                                <a:lnTo>
                                  <a:pt x="25" y="6037"/>
                                </a:lnTo>
                                <a:cubicBezTo>
                                  <a:pt x="25" y="6044"/>
                                  <a:pt x="20" y="6050"/>
                                  <a:pt x="13" y="6050"/>
                                </a:cubicBezTo>
                                <a:cubicBezTo>
                                  <a:pt x="6" y="6050"/>
                                  <a:pt x="0" y="6044"/>
                                  <a:pt x="0" y="6037"/>
                                </a:cubicBezTo>
                                <a:lnTo>
                                  <a:pt x="0" y="5962"/>
                                </a:lnTo>
                                <a:cubicBezTo>
                                  <a:pt x="0" y="5955"/>
                                  <a:pt x="6" y="5950"/>
                                  <a:pt x="13" y="5950"/>
                                </a:cubicBezTo>
                                <a:cubicBezTo>
                                  <a:pt x="20" y="5950"/>
                                  <a:pt x="25" y="5955"/>
                                  <a:pt x="25" y="5962"/>
                                </a:cubicBezTo>
                                <a:close/>
                                <a:moveTo>
                                  <a:pt x="25" y="6137"/>
                                </a:moveTo>
                                <a:lnTo>
                                  <a:pt x="25" y="6212"/>
                                </a:lnTo>
                                <a:cubicBezTo>
                                  <a:pt x="25" y="6219"/>
                                  <a:pt x="20" y="6225"/>
                                  <a:pt x="13" y="6225"/>
                                </a:cubicBezTo>
                                <a:cubicBezTo>
                                  <a:pt x="6" y="6225"/>
                                  <a:pt x="0" y="6219"/>
                                  <a:pt x="0" y="6212"/>
                                </a:cubicBezTo>
                                <a:lnTo>
                                  <a:pt x="0" y="6137"/>
                                </a:lnTo>
                                <a:cubicBezTo>
                                  <a:pt x="0" y="6130"/>
                                  <a:pt x="6" y="6125"/>
                                  <a:pt x="13" y="6125"/>
                                </a:cubicBezTo>
                                <a:cubicBezTo>
                                  <a:pt x="20" y="6125"/>
                                  <a:pt x="25" y="6130"/>
                                  <a:pt x="25" y="6137"/>
                                </a:cubicBezTo>
                                <a:close/>
                                <a:moveTo>
                                  <a:pt x="25" y="6312"/>
                                </a:moveTo>
                                <a:lnTo>
                                  <a:pt x="25" y="6387"/>
                                </a:lnTo>
                                <a:cubicBezTo>
                                  <a:pt x="25" y="6394"/>
                                  <a:pt x="20" y="6400"/>
                                  <a:pt x="13" y="6400"/>
                                </a:cubicBezTo>
                                <a:cubicBezTo>
                                  <a:pt x="6" y="6400"/>
                                  <a:pt x="0" y="6394"/>
                                  <a:pt x="0" y="6387"/>
                                </a:cubicBezTo>
                                <a:lnTo>
                                  <a:pt x="0" y="6312"/>
                                </a:lnTo>
                                <a:cubicBezTo>
                                  <a:pt x="0" y="6305"/>
                                  <a:pt x="6" y="6300"/>
                                  <a:pt x="13" y="6300"/>
                                </a:cubicBezTo>
                                <a:cubicBezTo>
                                  <a:pt x="20" y="6300"/>
                                  <a:pt x="25" y="6305"/>
                                  <a:pt x="25" y="6312"/>
                                </a:cubicBezTo>
                                <a:close/>
                                <a:moveTo>
                                  <a:pt x="25" y="6487"/>
                                </a:moveTo>
                                <a:lnTo>
                                  <a:pt x="25" y="6562"/>
                                </a:lnTo>
                                <a:cubicBezTo>
                                  <a:pt x="25" y="6569"/>
                                  <a:pt x="20" y="6575"/>
                                  <a:pt x="13" y="6575"/>
                                </a:cubicBezTo>
                                <a:cubicBezTo>
                                  <a:pt x="6" y="6575"/>
                                  <a:pt x="0" y="6569"/>
                                  <a:pt x="0" y="6562"/>
                                </a:cubicBezTo>
                                <a:lnTo>
                                  <a:pt x="0" y="6487"/>
                                </a:lnTo>
                                <a:cubicBezTo>
                                  <a:pt x="0" y="6480"/>
                                  <a:pt x="6" y="6475"/>
                                  <a:pt x="13" y="6475"/>
                                </a:cubicBezTo>
                                <a:cubicBezTo>
                                  <a:pt x="20" y="6475"/>
                                  <a:pt x="25" y="6480"/>
                                  <a:pt x="25" y="6487"/>
                                </a:cubicBezTo>
                                <a:close/>
                                <a:moveTo>
                                  <a:pt x="25" y="6662"/>
                                </a:moveTo>
                                <a:lnTo>
                                  <a:pt x="25" y="6737"/>
                                </a:lnTo>
                                <a:cubicBezTo>
                                  <a:pt x="25" y="6744"/>
                                  <a:pt x="20" y="6750"/>
                                  <a:pt x="13" y="6750"/>
                                </a:cubicBezTo>
                                <a:cubicBezTo>
                                  <a:pt x="6" y="6750"/>
                                  <a:pt x="0" y="6744"/>
                                  <a:pt x="0" y="6737"/>
                                </a:cubicBezTo>
                                <a:lnTo>
                                  <a:pt x="0" y="6662"/>
                                </a:lnTo>
                                <a:cubicBezTo>
                                  <a:pt x="0" y="6655"/>
                                  <a:pt x="6" y="6650"/>
                                  <a:pt x="13" y="6650"/>
                                </a:cubicBezTo>
                                <a:cubicBezTo>
                                  <a:pt x="20" y="6650"/>
                                  <a:pt x="25" y="6655"/>
                                  <a:pt x="25" y="6662"/>
                                </a:cubicBezTo>
                                <a:close/>
                                <a:moveTo>
                                  <a:pt x="25" y="6837"/>
                                </a:moveTo>
                                <a:lnTo>
                                  <a:pt x="25" y="6912"/>
                                </a:lnTo>
                                <a:cubicBezTo>
                                  <a:pt x="25" y="6919"/>
                                  <a:pt x="20" y="6925"/>
                                  <a:pt x="13" y="6925"/>
                                </a:cubicBezTo>
                                <a:cubicBezTo>
                                  <a:pt x="6" y="6925"/>
                                  <a:pt x="0" y="6919"/>
                                  <a:pt x="0" y="6912"/>
                                </a:cubicBezTo>
                                <a:lnTo>
                                  <a:pt x="0" y="6837"/>
                                </a:lnTo>
                                <a:cubicBezTo>
                                  <a:pt x="0" y="6830"/>
                                  <a:pt x="6" y="6825"/>
                                  <a:pt x="13" y="6825"/>
                                </a:cubicBezTo>
                                <a:cubicBezTo>
                                  <a:pt x="20" y="6825"/>
                                  <a:pt x="25" y="6830"/>
                                  <a:pt x="25" y="6837"/>
                                </a:cubicBezTo>
                                <a:close/>
                                <a:moveTo>
                                  <a:pt x="25" y="7012"/>
                                </a:moveTo>
                                <a:lnTo>
                                  <a:pt x="25" y="7087"/>
                                </a:lnTo>
                                <a:cubicBezTo>
                                  <a:pt x="25" y="7094"/>
                                  <a:pt x="20" y="7100"/>
                                  <a:pt x="13" y="7100"/>
                                </a:cubicBezTo>
                                <a:cubicBezTo>
                                  <a:pt x="6" y="7100"/>
                                  <a:pt x="0" y="7094"/>
                                  <a:pt x="0" y="7087"/>
                                </a:cubicBezTo>
                                <a:lnTo>
                                  <a:pt x="0" y="7012"/>
                                </a:lnTo>
                                <a:cubicBezTo>
                                  <a:pt x="0" y="7005"/>
                                  <a:pt x="6" y="7000"/>
                                  <a:pt x="13" y="7000"/>
                                </a:cubicBezTo>
                                <a:cubicBezTo>
                                  <a:pt x="20" y="7000"/>
                                  <a:pt x="25" y="7005"/>
                                  <a:pt x="25" y="7012"/>
                                </a:cubicBezTo>
                                <a:close/>
                                <a:moveTo>
                                  <a:pt x="25" y="7187"/>
                                </a:moveTo>
                                <a:lnTo>
                                  <a:pt x="25" y="7262"/>
                                </a:lnTo>
                                <a:cubicBezTo>
                                  <a:pt x="25" y="7269"/>
                                  <a:pt x="20" y="7275"/>
                                  <a:pt x="13" y="7275"/>
                                </a:cubicBezTo>
                                <a:cubicBezTo>
                                  <a:pt x="6" y="7275"/>
                                  <a:pt x="0" y="7269"/>
                                  <a:pt x="0" y="7262"/>
                                </a:cubicBezTo>
                                <a:lnTo>
                                  <a:pt x="0" y="7187"/>
                                </a:lnTo>
                                <a:cubicBezTo>
                                  <a:pt x="0" y="7180"/>
                                  <a:pt x="6" y="7175"/>
                                  <a:pt x="13" y="7175"/>
                                </a:cubicBezTo>
                                <a:cubicBezTo>
                                  <a:pt x="20" y="7175"/>
                                  <a:pt x="25" y="7180"/>
                                  <a:pt x="25" y="7187"/>
                                </a:cubicBezTo>
                                <a:close/>
                                <a:moveTo>
                                  <a:pt x="25" y="7362"/>
                                </a:moveTo>
                                <a:lnTo>
                                  <a:pt x="25" y="7437"/>
                                </a:lnTo>
                                <a:cubicBezTo>
                                  <a:pt x="25" y="7444"/>
                                  <a:pt x="20" y="7450"/>
                                  <a:pt x="13" y="7450"/>
                                </a:cubicBezTo>
                                <a:cubicBezTo>
                                  <a:pt x="6" y="7450"/>
                                  <a:pt x="0" y="7444"/>
                                  <a:pt x="0" y="7437"/>
                                </a:cubicBezTo>
                                <a:lnTo>
                                  <a:pt x="0" y="7362"/>
                                </a:lnTo>
                                <a:cubicBezTo>
                                  <a:pt x="0" y="7355"/>
                                  <a:pt x="6" y="7350"/>
                                  <a:pt x="13" y="7350"/>
                                </a:cubicBezTo>
                                <a:cubicBezTo>
                                  <a:pt x="20" y="7350"/>
                                  <a:pt x="25" y="7355"/>
                                  <a:pt x="25" y="7362"/>
                                </a:cubicBezTo>
                                <a:close/>
                                <a:moveTo>
                                  <a:pt x="25" y="7537"/>
                                </a:moveTo>
                                <a:lnTo>
                                  <a:pt x="25" y="7612"/>
                                </a:lnTo>
                                <a:cubicBezTo>
                                  <a:pt x="25" y="7619"/>
                                  <a:pt x="20" y="7625"/>
                                  <a:pt x="13" y="7625"/>
                                </a:cubicBezTo>
                                <a:cubicBezTo>
                                  <a:pt x="6" y="7625"/>
                                  <a:pt x="0" y="7619"/>
                                  <a:pt x="0" y="7612"/>
                                </a:cubicBezTo>
                                <a:lnTo>
                                  <a:pt x="0" y="7537"/>
                                </a:lnTo>
                                <a:cubicBezTo>
                                  <a:pt x="0" y="7530"/>
                                  <a:pt x="6" y="7525"/>
                                  <a:pt x="13" y="7525"/>
                                </a:cubicBezTo>
                                <a:cubicBezTo>
                                  <a:pt x="20" y="7525"/>
                                  <a:pt x="25" y="7530"/>
                                  <a:pt x="25" y="7537"/>
                                </a:cubicBezTo>
                                <a:close/>
                                <a:moveTo>
                                  <a:pt x="25" y="7712"/>
                                </a:moveTo>
                                <a:lnTo>
                                  <a:pt x="25" y="7787"/>
                                </a:lnTo>
                                <a:cubicBezTo>
                                  <a:pt x="25" y="7794"/>
                                  <a:pt x="20" y="7800"/>
                                  <a:pt x="13" y="7800"/>
                                </a:cubicBezTo>
                                <a:cubicBezTo>
                                  <a:pt x="6" y="7800"/>
                                  <a:pt x="0" y="7794"/>
                                  <a:pt x="0" y="7787"/>
                                </a:cubicBezTo>
                                <a:lnTo>
                                  <a:pt x="0" y="7712"/>
                                </a:lnTo>
                                <a:cubicBezTo>
                                  <a:pt x="0" y="7705"/>
                                  <a:pt x="6" y="7700"/>
                                  <a:pt x="13" y="7700"/>
                                </a:cubicBezTo>
                                <a:cubicBezTo>
                                  <a:pt x="20" y="7700"/>
                                  <a:pt x="25" y="7705"/>
                                  <a:pt x="25" y="7712"/>
                                </a:cubicBezTo>
                                <a:close/>
                                <a:moveTo>
                                  <a:pt x="25" y="7887"/>
                                </a:moveTo>
                                <a:lnTo>
                                  <a:pt x="25" y="7962"/>
                                </a:lnTo>
                                <a:cubicBezTo>
                                  <a:pt x="25" y="7969"/>
                                  <a:pt x="20" y="7975"/>
                                  <a:pt x="13" y="7975"/>
                                </a:cubicBezTo>
                                <a:cubicBezTo>
                                  <a:pt x="6" y="7975"/>
                                  <a:pt x="0" y="7969"/>
                                  <a:pt x="0" y="7962"/>
                                </a:cubicBezTo>
                                <a:lnTo>
                                  <a:pt x="0" y="7887"/>
                                </a:lnTo>
                                <a:cubicBezTo>
                                  <a:pt x="0" y="7880"/>
                                  <a:pt x="6" y="7875"/>
                                  <a:pt x="13" y="7875"/>
                                </a:cubicBezTo>
                                <a:cubicBezTo>
                                  <a:pt x="20" y="7875"/>
                                  <a:pt x="25" y="7880"/>
                                  <a:pt x="25" y="7887"/>
                                </a:cubicBezTo>
                                <a:close/>
                                <a:moveTo>
                                  <a:pt x="25" y="8062"/>
                                </a:moveTo>
                                <a:lnTo>
                                  <a:pt x="25" y="8137"/>
                                </a:lnTo>
                                <a:cubicBezTo>
                                  <a:pt x="25" y="8144"/>
                                  <a:pt x="20" y="8150"/>
                                  <a:pt x="13" y="8150"/>
                                </a:cubicBezTo>
                                <a:cubicBezTo>
                                  <a:pt x="6" y="8150"/>
                                  <a:pt x="0" y="8144"/>
                                  <a:pt x="0" y="8137"/>
                                </a:cubicBezTo>
                                <a:lnTo>
                                  <a:pt x="0" y="8062"/>
                                </a:lnTo>
                                <a:cubicBezTo>
                                  <a:pt x="0" y="8055"/>
                                  <a:pt x="6" y="8050"/>
                                  <a:pt x="13" y="8050"/>
                                </a:cubicBezTo>
                                <a:cubicBezTo>
                                  <a:pt x="20" y="8050"/>
                                  <a:pt x="25" y="8055"/>
                                  <a:pt x="25" y="8062"/>
                                </a:cubicBezTo>
                                <a:close/>
                                <a:moveTo>
                                  <a:pt x="25" y="8237"/>
                                </a:moveTo>
                                <a:lnTo>
                                  <a:pt x="25" y="8312"/>
                                </a:lnTo>
                                <a:cubicBezTo>
                                  <a:pt x="25" y="8319"/>
                                  <a:pt x="20" y="8325"/>
                                  <a:pt x="13" y="8325"/>
                                </a:cubicBezTo>
                                <a:cubicBezTo>
                                  <a:pt x="6" y="8325"/>
                                  <a:pt x="0" y="8319"/>
                                  <a:pt x="0" y="8312"/>
                                </a:cubicBezTo>
                                <a:lnTo>
                                  <a:pt x="0" y="8237"/>
                                </a:lnTo>
                                <a:cubicBezTo>
                                  <a:pt x="0" y="8230"/>
                                  <a:pt x="6" y="8225"/>
                                  <a:pt x="13" y="8225"/>
                                </a:cubicBezTo>
                                <a:cubicBezTo>
                                  <a:pt x="20" y="8225"/>
                                  <a:pt x="25" y="8230"/>
                                  <a:pt x="25" y="8237"/>
                                </a:cubicBezTo>
                                <a:close/>
                                <a:moveTo>
                                  <a:pt x="25" y="8412"/>
                                </a:moveTo>
                                <a:lnTo>
                                  <a:pt x="25" y="8487"/>
                                </a:lnTo>
                                <a:cubicBezTo>
                                  <a:pt x="25" y="8494"/>
                                  <a:pt x="20" y="8500"/>
                                  <a:pt x="13" y="8500"/>
                                </a:cubicBezTo>
                                <a:cubicBezTo>
                                  <a:pt x="6" y="8500"/>
                                  <a:pt x="0" y="8494"/>
                                  <a:pt x="0" y="8487"/>
                                </a:cubicBezTo>
                                <a:lnTo>
                                  <a:pt x="0" y="8412"/>
                                </a:lnTo>
                                <a:cubicBezTo>
                                  <a:pt x="0" y="8405"/>
                                  <a:pt x="6" y="8400"/>
                                  <a:pt x="13" y="8400"/>
                                </a:cubicBezTo>
                                <a:cubicBezTo>
                                  <a:pt x="20" y="8400"/>
                                  <a:pt x="25" y="8405"/>
                                  <a:pt x="25" y="8412"/>
                                </a:cubicBezTo>
                                <a:close/>
                                <a:moveTo>
                                  <a:pt x="25" y="8587"/>
                                </a:moveTo>
                                <a:lnTo>
                                  <a:pt x="25" y="8662"/>
                                </a:lnTo>
                                <a:cubicBezTo>
                                  <a:pt x="25" y="8669"/>
                                  <a:pt x="20" y="8675"/>
                                  <a:pt x="13" y="8675"/>
                                </a:cubicBezTo>
                                <a:cubicBezTo>
                                  <a:pt x="6" y="8675"/>
                                  <a:pt x="0" y="8669"/>
                                  <a:pt x="0" y="8662"/>
                                </a:cubicBezTo>
                                <a:lnTo>
                                  <a:pt x="0" y="8587"/>
                                </a:lnTo>
                                <a:cubicBezTo>
                                  <a:pt x="0" y="8580"/>
                                  <a:pt x="6" y="8575"/>
                                  <a:pt x="13" y="8575"/>
                                </a:cubicBezTo>
                                <a:cubicBezTo>
                                  <a:pt x="20" y="8575"/>
                                  <a:pt x="25" y="8580"/>
                                  <a:pt x="25" y="8587"/>
                                </a:cubicBezTo>
                                <a:close/>
                                <a:moveTo>
                                  <a:pt x="25" y="8762"/>
                                </a:moveTo>
                                <a:lnTo>
                                  <a:pt x="25" y="8837"/>
                                </a:lnTo>
                                <a:cubicBezTo>
                                  <a:pt x="25" y="8844"/>
                                  <a:pt x="20" y="8850"/>
                                  <a:pt x="13" y="8850"/>
                                </a:cubicBezTo>
                                <a:cubicBezTo>
                                  <a:pt x="6" y="8850"/>
                                  <a:pt x="0" y="8844"/>
                                  <a:pt x="0" y="8837"/>
                                </a:cubicBezTo>
                                <a:lnTo>
                                  <a:pt x="0" y="8762"/>
                                </a:lnTo>
                                <a:cubicBezTo>
                                  <a:pt x="0" y="8755"/>
                                  <a:pt x="6" y="8750"/>
                                  <a:pt x="13" y="8750"/>
                                </a:cubicBezTo>
                                <a:cubicBezTo>
                                  <a:pt x="20" y="8750"/>
                                  <a:pt x="25" y="8755"/>
                                  <a:pt x="25" y="8762"/>
                                </a:cubicBezTo>
                                <a:close/>
                                <a:moveTo>
                                  <a:pt x="25" y="8937"/>
                                </a:moveTo>
                                <a:lnTo>
                                  <a:pt x="25" y="9012"/>
                                </a:lnTo>
                                <a:cubicBezTo>
                                  <a:pt x="25" y="9019"/>
                                  <a:pt x="20" y="9025"/>
                                  <a:pt x="13" y="9025"/>
                                </a:cubicBezTo>
                                <a:cubicBezTo>
                                  <a:pt x="6" y="9025"/>
                                  <a:pt x="0" y="9019"/>
                                  <a:pt x="0" y="9012"/>
                                </a:cubicBezTo>
                                <a:lnTo>
                                  <a:pt x="0" y="8937"/>
                                </a:lnTo>
                                <a:cubicBezTo>
                                  <a:pt x="0" y="8930"/>
                                  <a:pt x="6" y="8925"/>
                                  <a:pt x="13" y="8925"/>
                                </a:cubicBezTo>
                                <a:cubicBezTo>
                                  <a:pt x="20" y="8925"/>
                                  <a:pt x="25" y="8930"/>
                                  <a:pt x="25" y="8937"/>
                                </a:cubicBezTo>
                                <a:close/>
                                <a:moveTo>
                                  <a:pt x="25" y="9112"/>
                                </a:moveTo>
                                <a:lnTo>
                                  <a:pt x="25" y="9187"/>
                                </a:lnTo>
                                <a:cubicBezTo>
                                  <a:pt x="25" y="9194"/>
                                  <a:pt x="20" y="9200"/>
                                  <a:pt x="13" y="9200"/>
                                </a:cubicBezTo>
                                <a:cubicBezTo>
                                  <a:pt x="6" y="9200"/>
                                  <a:pt x="0" y="9194"/>
                                  <a:pt x="0" y="9187"/>
                                </a:cubicBezTo>
                                <a:lnTo>
                                  <a:pt x="0" y="9112"/>
                                </a:lnTo>
                                <a:cubicBezTo>
                                  <a:pt x="0" y="9105"/>
                                  <a:pt x="6" y="9100"/>
                                  <a:pt x="13" y="9100"/>
                                </a:cubicBezTo>
                                <a:cubicBezTo>
                                  <a:pt x="20" y="9100"/>
                                  <a:pt x="25" y="9105"/>
                                  <a:pt x="25" y="9112"/>
                                </a:cubicBezTo>
                                <a:close/>
                                <a:moveTo>
                                  <a:pt x="25" y="9287"/>
                                </a:moveTo>
                                <a:lnTo>
                                  <a:pt x="25" y="9362"/>
                                </a:lnTo>
                                <a:cubicBezTo>
                                  <a:pt x="25" y="9369"/>
                                  <a:pt x="20" y="9375"/>
                                  <a:pt x="13" y="9375"/>
                                </a:cubicBezTo>
                                <a:cubicBezTo>
                                  <a:pt x="6" y="9375"/>
                                  <a:pt x="0" y="9369"/>
                                  <a:pt x="0" y="9362"/>
                                </a:cubicBezTo>
                                <a:lnTo>
                                  <a:pt x="0" y="9287"/>
                                </a:lnTo>
                                <a:cubicBezTo>
                                  <a:pt x="0" y="9280"/>
                                  <a:pt x="6" y="9275"/>
                                  <a:pt x="13" y="9275"/>
                                </a:cubicBezTo>
                                <a:cubicBezTo>
                                  <a:pt x="20" y="9275"/>
                                  <a:pt x="25" y="9280"/>
                                  <a:pt x="25" y="9287"/>
                                </a:cubicBezTo>
                                <a:close/>
                                <a:moveTo>
                                  <a:pt x="25" y="9462"/>
                                </a:moveTo>
                                <a:lnTo>
                                  <a:pt x="25" y="9537"/>
                                </a:lnTo>
                                <a:cubicBezTo>
                                  <a:pt x="25" y="9544"/>
                                  <a:pt x="20" y="9550"/>
                                  <a:pt x="13" y="9550"/>
                                </a:cubicBezTo>
                                <a:cubicBezTo>
                                  <a:pt x="6" y="9550"/>
                                  <a:pt x="0" y="9544"/>
                                  <a:pt x="0" y="9537"/>
                                </a:cubicBezTo>
                                <a:lnTo>
                                  <a:pt x="0" y="9462"/>
                                </a:lnTo>
                                <a:cubicBezTo>
                                  <a:pt x="0" y="9455"/>
                                  <a:pt x="6" y="9450"/>
                                  <a:pt x="13" y="9450"/>
                                </a:cubicBezTo>
                                <a:cubicBezTo>
                                  <a:pt x="20" y="9450"/>
                                  <a:pt x="25" y="9455"/>
                                  <a:pt x="25" y="9462"/>
                                </a:cubicBezTo>
                                <a:close/>
                                <a:moveTo>
                                  <a:pt x="25" y="9637"/>
                                </a:moveTo>
                                <a:lnTo>
                                  <a:pt x="25" y="9712"/>
                                </a:lnTo>
                                <a:cubicBezTo>
                                  <a:pt x="25" y="9719"/>
                                  <a:pt x="20" y="9725"/>
                                  <a:pt x="13" y="9725"/>
                                </a:cubicBezTo>
                                <a:cubicBezTo>
                                  <a:pt x="6" y="9725"/>
                                  <a:pt x="0" y="9719"/>
                                  <a:pt x="0" y="9712"/>
                                </a:cubicBezTo>
                                <a:lnTo>
                                  <a:pt x="0" y="9637"/>
                                </a:lnTo>
                                <a:cubicBezTo>
                                  <a:pt x="0" y="9630"/>
                                  <a:pt x="6" y="9625"/>
                                  <a:pt x="13" y="9625"/>
                                </a:cubicBezTo>
                                <a:cubicBezTo>
                                  <a:pt x="20" y="9625"/>
                                  <a:pt x="25" y="9630"/>
                                  <a:pt x="25" y="9637"/>
                                </a:cubicBezTo>
                                <a:close/>
                                <a:moveTo>
                                  <a:pt x="25" y="9812"/>
                                </a:moveTo>
                                <a:lnTo>
                                  <a:pt x="25" y="9887"/>
                                </a:lnTo>
                                <a:cubicBezTo>
                                  <a:pt x="25" y="9894"/>
                                  <a:pt x="20" y="9900"/>
                                  <a:pt x="13" y="9900"/>
                                </a:cubicBezTo>
                                <a:cubicBezTo>
                                  <a:pt x="6" y="9900"/>
                                  <a:pt x="0" y="9894"/>
                                  <a:pt x="0" y="9887"/>
                                </a:cubicBezTo>
                                <a:lnTo>
                                  <a:pt x="0" y="9812"/>
                                </a:lnTo>
                                <a:cubicBezTo>
                                  <a:pt x="0" y="9805"/>
                                  <a:pt x="6" y="9800"/>
                                  <a:pt x="13" y="9800"/>
                                </a:cubicBezTo>
                                <a:cubicBezTo>
                                  <a:pt x="20" y="9800"/>
                                  <a:pt x="25" y="9805"/>
                                  <a:pt x="25" y="9812"/>
                                </a:cubicBezTo>
                                <a:close/>
                                <a:moveTo>
                                  <a:pt x="25" y="9987"/>
                                </a:moveTo>
                                <a:lnTo>
                                  <a:pt x="25" y="10062"/>
                                </a:lnTo>
                                <a:cubicBezTo>
                                  <a:pt x="25" y="10069"/>
                                  <a:pt x="20" y="10075"/>
                                  <a:pt x="13" y="10075"/>
                                </a:cubicBezTo>
                                <a:cubicBezTo>
                                  <a:pt x="6" y="10075"/>
                                  <a:pt x="0" y="10069"/>
                                  <a:pt x="0" y="10062"/>
                                </a:cubicBezTo>
                                <a:lnTo>
                                  <a:pt x="0" y="9987"/>
                                </a:lnTo>
                                <a:cubicBezTo>
                                  <a:pt x="0" y="9980"/>
                                  <a:pt x="6" y="9975"/>
                                  <a:pt x="13" y="9975"/>
                                </a:cubicBezTo>
                                <a:cubicBezTo>
                                  <a:pt x="20" y="9975"/>
                                  <a:pt x="25" y="9980"/>
                                  <a:pt x="25" y="9987"/>
                                </a:cubicBezTo>
                                <a:close/>
                                <a:moveTo>
                                  <a:pt x="25" y="10162"/>
                                </a:moveTo>
                                <a:lnTo>
                                  <a:pt x="25" y="10237"/>
                                </a:lnTo>
                                <a:cubicBezTo>
                                  <a:pt x="25" y="10244"/>
                                  <a:pt x="20" y="10250"/>
                                  <a:pt x="13" y="10250"/>
                                </a:cubicBezTo>
                                <a:cubicBezTo>
                                  <a:pt x="6" y="10250"/>
                                  <a:pt x="0" y="10244"/>
                                  <a:pt x="0" y="10237"/>
                                </a:cubicBezTo>
                                <a:lnTo>
                                  <a:pt x="0" y="10162"/>
                                </a:lnTo>
                                <a:cubicBezTo>
                                  <a:pt x="0" y="10155"/>
                                  <a:pt x="6" y="10150"/>
                                  <a:pt x="13" y="10150"/>
                                </a:cubicBezTo>
                                <a:cubicBezTo>
                                  <a:pt x="20" y="10150"/>
                                  <a:pt x="25" y="10155"/>
                                  <a:pt x="25" y="10162"/>
                                </a:cubicBezTo>
                                <a:close/>
                                <a:moveTo>
                                  <a:pt x="25" y="10337"/>
                                </a:moveTo>
                                <a:lnTo>
                                  <a:pt x="25" y="10412"/>
                                </a:lnTo>
                                <a:cubicBezTo>
                                  <a:pt x="25" y="10419"/>
                                  <a:pt x="20" y="10425"/>
                                  <a:pt x="13" y="10425"/>
                                </a:cubicBezTo>
                                <a:cubicBezTo>
                                  <a:pt x="6" y="10425"/>
                                  <a:pt x="0" y="10419"/>
                                  <a:pt x="0" y="10412"/>
                                </a:cubicBezTo>
                                <a:lnTo>
                                  <a:pt x="0" y="10337"/>
                                </a:lnTo>
                                <a:cubicBezTo>
                                  <a:pt x="0" y="10330"/>
                                  <a:pt x="6" y="10325"/>
                                  <a:pt x="13" y="10325"/>
                                </a:cubicBezTo>
                                <a:cubicBezTo>
                                  <a:pt x="20" y="10325"/>
                                  <a:pt x="25" y="10330"/>
                                  <a:pt x="25" y="10337"/>
                                </a:cubicBezTo>
                                <a:close/>
                                <a:moveTo>
                                  <a:pt x="25" y="10512"/>
                                </a:moveTo>
                                <a:lnTo>
                                  <a:pt x="25" y="10587"/>
                                </a:lnTo>
                                <a:cubicBezTo>
                                  <a:pt x="25" y="10594"/>
                                  <a:pt x="20" y="10600"/>
                                  <a:pt x="13" y="10600"/>
                                </a:cubicBezTo>
                                <a:cubicBezTo>
                                  <a:pt x="6" y="10600"/>
                                  <a:pt x="0" y="10594"/>
                                  <a:pt x="0" y="10587"/>
                                </a:cubicBezTo>
                                <a:lnTo>
                                  <a:pt x="0" y="10512"/>
                                </a:lnTo>
                                <a:cubicBezTo>
                                  <a:pt x="0" y="10505"/>
                                  <a:pt x="6" y="10500"/>
                                  <a:pt x="13" y="10500"/>
                                </a:cubicBezTo>
                                <a:cubicBezTo>
                                  <a:pt x="20" y="10500"/>
                                  <a:pt x="25" y="10505"/>
                                  <a:pt x="25" y="10512"/>
                                </a:cubicBezTo>
                                <a:close/>
                                <a:moveTo>
                                  <a:pt x="25" y="10687"/>
                                </a:moveTo>
                                <a:lnTo>
                                  <a:pt x="25" y="10762"/>
                                </a:lnTo>
                                <a:cubicBezTo>
                                  <a:pt x="25" y="10769"/>
                                  <a:pt x="20" y="10775"/>
                                  <a:pt x="13" y="10775"/>
                                </a:cubicBezTo>
                                <a:cubicBezTo>
                                  <a:pt x="6" y="10775"/>
                                  <a:pt x="0" y="10769"/>
                                  <a:pt x="0" y="10762"/>
                                </a:cubicBezTo>
                                <a:lnTo>
                                  <a:pt x="0" y="10687"/>
                                </a:lnTo>
                                <a:cubicBezTo>
                                  <a:pt x="0" y="10680"/>
                                  <a:pt x="6" y="10675"/>
                                  <a:pt x="13" y="10675"/>
                                </a:cubicBezTo>
                                <a:cubicBezTo>
                                  <a:pt x="20" y="10675"/>
                                  <a:pt x="25" y="10680"/>
                                  <a:pt x="25" y="10687"/>
                                </a:cubicBezTo>
                                <a:close/>
                                <a:moveTo>
                                  <a:pt x="25" y="10862"/>
                                </a:moveTo>
                                <a:lnTo>
                                  <a:pt x="25" y="10937"/>
                                </a:lnTo>
                                <a:cubicBezTo>
                                  <a:pt x="25" y="10944"/>
                                  <a:pt x="20" y="10950"/>
                                  <a:pt x="13" y="10950"/>
                                </a:cubicBezTo>
                                <a:cubicBezTo>
                                  <a:pt x="6" y="10950"/>
                                  <a:pt x="0" y="10944"/>
                                  <a:pt x="0" y="10937"/>
                                </a:cubicBezTo>
                                <a:lnTo>
                                  <a:pt x="0" y="10862"/>
                                </a:lnTo>
                                <a:cubicBezTo>
                                  <a:pt x="0" y="10855"/>
                                  <a:pt x="6" y="10850"/>
                                  <a:pt x="13" y="10850"/>
                                </a:cubicBezTo>
                                <a:cubicBezTo>
                                  <a:pt x="20" y="10850"/>
                                  <a:pt x="25" y="10855"/>
                                  <a:pt x="25" y="10862"/>
                                </a:cubicBezTo>
                                <a:close/>
                                <a:moveTo>
                                  <a:pt x="25" y="11037"/>
                                </a:moveTo>
                                <a:lnTo>
                                  <a:pt x="25" y="11112"/>
                                </a:lnTo>
                                <a:cubicBezTo>
                                  <a:pt x="25" y="11119"/>
                                  <a:pt x="20" y="11125"/>
                                  <a:pt x="13" y="11125"/>
                                </a:cubicBezTo>
                                <a:cubicBezTo>
                                  <a:pt x="6" y="11125"/>
                                  <a:pt x="0" y="11119"/>
                                  <a:pt x="0" y="11112"/>
                                </a:cubicBezTo>
                                <a:lnTo>
                                  <a:pt x="0" y="11037"/>
                                </a:lnTo>
                                <a:cubicBezTo>
                                  <a:pt x="0" y="11030"/>
                                  <a:pt x="6" y="11025"/>
                                  <a:pt x="13" y="11025"/>
                                </a:cubicBezTo>
                                <a:cubicBezTo>
                                  <a:pt x="20" y="11025"/>
                                  <a:pt x="25" y="11030"/>
                                  <a:pt x="25" y="11037"/>
                                </a:cubicBezTo>
                                <a:close/>
                                <a:moveTo>
                                  <a:pt x="25" y="11212"/>
                                </a:moveTo>
                                <a:lnTo>
                                  <a:pt x="25" y="11287"/>
                                </a:lnTo>
                                <a:cubicBezTo>
                                  <a:pt x="25" y="11294"/>
                                  <a:pt x="20" y="11300"/>
                                  <a:pt x="13" y="11300"/>
                                </a:cubicBezTo>
                                <a:cubicBezTo>
                                  <a:pt x="6" y="11300"/>
                                  <a:pt x="0" y="11294"/>
                                  <a:pt x="0" y="11287"/>
                                </a:cubicBezTo>
                                <a:lnTo>
                                  <a:pt x="0" y="11212"/>
                                </a:lnTo>
                                <a:cubicBezTo>
                                  <a:pt x="0" y="11205"/>
                                  <a:pt x="6" y="11200"/>
                                  <a:pt x="13" y="11200"/>
                                </a:cubicBezTo>
                                <a:cubicBezTo>
                                  <a:pt x="20" y="11200"/>
                                  <a:pt x="25" y="11205"/>
                                  <a:pt x="25" y="11212"/>
                                </a:cubicBezTo>
                                <a:close/>
                                <a:moveTo>
                                  <a:pt x="25" y="11387"/>
                                </a:moveTo>
                                <a:lnTo>
                                  <a:pt x="25" y="11462"/>
                                </a:lnTo>
                                <a:cubicBezTo>
                                  <a:pt x="25" y="11469"/>
                                  <a:pt x="20" y="11475"/>
                                  <a:pt x="13" y="11475"/>
                                </a:cubicBezTo>
                                <a:cubicBezTo>
                                  <a:pt x="6" y="11475"/>
                                  <a:pt x="0" y="11469"/>
                                  <a:pt x="0" y="11462"/>
                                </a:cubicBezTo>
                                <a:lnTo>
                                  <a:pt x="0" y="11387"/>
                                </a:lnTo>
                                <a:cubicBezTo>
                                  <a:pt x="0" y="11380"/>
                                  <a:pt x="6" y="11375"/>
                                  <a:pt x="13" y="11375"/>
                                </a:cubicBezTo>
                                <a:cubicBezTo>
                                  <a:pt x="20" y="11375"/>
                                  <a:pt x="25" y="11380"/>
                                  <a:pt x="25" y="11387"/>
                                </a:cubicBezTo>
                                <a:close/>
                                <a:moveTo>
                                  <a:pt x="25" y="11562"/>
                                </a:moveTo>
                                <a:lnTo>
                                  <a:pt x="25" y="11637"/>
                                </a:lnTo>
                                <a:cubicBezTo>
                                  <a:pt x="25" y="11644"/>
                                  <a:pt x="20" y="11650"/>
                                  <a:pt x="13" y="11650"/>
                                </a:cubicBezTo>
                                <a:cubicBezTo>
                                  <a:pt x="6" y="11650"/>
                                  <a:pt x="0" y="11644"/>
                                  <a:pt x="0" y="11637"/>
                                </a:cubicBezTo>
                                <a:lnTo>
                                  <a:pt x="0" y="11562"/>
                                </a:lnTo>
                                <a:cubicBezTo>
                                  <a:pt x="0" y="11555"/>
                                  <a:pt x="6" y="11550"/>
                                  <a:pt x="13" y="11550"/>
                                </a:cubicBezTo>
                                <a:cubicBezTo>
                                  <a:pt x="20" y="11550"/>
                                  <a:pt x="25" y="11555"/>
                                  <a:pt x="25" y="11562"/>
                                </a:cubicBezTo>
                                <a:close/>
                                <a:moveTo>
                                  <a:pt x="25" y="11737"/>
                                </a:moveTo>
                                <a:lnTo>
                                  <a:pt x="25" y="11812"/>
                                </a:lnTo>
                                <a:cubicBezTo>
                                  <a:pt x="25" y="11819"/>
                                  <a:pt x="20" y="11825"/>
                                  <a:pt x="13" y="11825"/>
                                </a:cubicBezTo>
                                <a:cubicBezTo>
                                  <a:pt x="6" y="11825"/>
                                  <a:pt x="0" y="11819"/>
                                  <a:pt x="0" y="11812"/>
                                </a:cubicBezTo>
                                <a:lnTo>
                                  <a:pt x="0" y="11737"/>
                                </a:lnTo>
                                <a:cubicBezTo>
                                  <a:pt x="0" y="11730"/>
                                  <a:pt x="6" y="11725"/>
                                  <a:pt x="13" y="11725"/>
                                </a:cubicBezTo>
                                <a:cubicBezTo>
                                  <a:pt x="20" y="11725"/>
                                  <a:pt x="25" y="11730"/>
                                  <a:pt x="25" y="11737"/>
                                </a:cubicBezTo>
                                <a:close/>
                                <a:moveTo>
                                  <a:pt x="25" y="11912"/>
                                </a:moveTo>
                                <a:lnTo>
                                  <a:pt x="25" y="11987"/>
                                </a:lnTo>
                                <a:cubicBezTo>
                                  <a:pt x="25" y="11994"/>
                                  <a:pt x="20" y="12000"/>
                                  <a:pt x="13" y="12000"/>
                                </a:cubicBezTo>
                                <a:cubicBezTo>
                                  <a:pt x="6" y="12000"/>
                                  <a:pt x="0" y="11994"/>
                                  <a:pt x="0" y="11987"/>
                                </a:cubicBezTo>
                                <a:lnTo>
                                  <a:pt x="0" y="11912"/>
                                </a:lnTo>
                                <a:cubicBezTo>
                                  <a:pt x="0" y="11905"/>
                                  <a:pt x="6" y="11900"/>
                                  <a:pt x="13" y="11900"/>
                                </a:cubicBezTo>
                                <a:cubicBezTo>
                                  <a:pt x="20" y="11900"/>
                                  <a:pt x="25" y="11905"/>
                                  <a:pt x="25" y="11912"/>
                                </a:cubicBezTo>
                                <a:close/>
                                <a:moveTo>
                                  <a:pt x="25" y="12087"/>
                                </a:moveTo>
                                <a:lnTo>
                                  <a:pt x="25" y="12162"/>
                                </a:lnTo>
                                <a:cubicBezTo>
                                  <a:pt x="25" y="12169"/>
                                  <a:pt x="20" y="12175"/>
                                  <a:pt x="13" y="12175"/>
                                </a:cubicBezTo>
                                <a:cubicBezTo>
                                  <a:pt x="6" y="12175"/>
                                  <a:pt x="0" y="12169"/>
                                  <a:pt x="0" y="12162"/>
                                </a:cubicBezTo>
                                <a:lnTo>
                                  <a:pt x="0" y="12087"/>
                                </a:lnTo>
                                <a:cubicBezTo>
                                  <a:pt x="0" y="12080"/>
                                  <a:pt x="6" y="12075"/>
                                  <a:pt x="13" y="12075"/>
                                </a:cubicBezTo>
                                <a:cubicBezTo>
                                  <a:pt x="20" y="12075"/>
                                  <a:pt x="25" y="12080"/>
                                  <a:pt x="25" y="12087"/>
                                </a:cubicBezTo>
                                <a:close/>
                                <a:moveTo>
                                  <a:pt x="25" y="12262"/>
                                </a:moveTo>
                                <a:lnTo>
                                  <a:pt x="25" y="12337"/>
                                </a:lnTo>
                                <a:cubicBezTo>
                                  <a:pt x="25" y="12344"/>
                                  <a:pt x="20" y="12350"/>
                                  <a:pt x="13" y="12350"/>
                                </a:cubicBezTo>
                                <a:cubicBezTo>
                                  <a:pt x="6" y="12350"/>
                                  <a:pt x="0" y="12344"/>
                                  <a:pt x="0" y="12337"/>
                                </a:cubicBezTo>
                                <a:lnTo>
                                  <a:pt x="0" y="12262"/>
                                </a:lnTo>
                                <a:cubicBezTo>
                                  <a:pt x="0" y="12255"/>
                                  <a:pt x="6" y="12250"/>
                                  <a:pt x="13" y="12250"/>
                                </a:cubicBezTo>
                                <a:cubicBezTo>
                                  <a:pt x="20" y="12250"/>
                                  <a:pt x="25" y="12255"/>
                                  <a:pt x="25" y="12262"/>
                                </a:cubicBezTo>
                                <a:close/>
                                <a:moveTo>
                                  <a:pt x="25" y="12437"/>
                                </a:moveTo>
                                <a:lnTo>
                                  <a:pt x="25" y="12512"/>
                                </a:lnTo>
                                <a:cubicBezTo>
                                  <a:pt x="25" y="12519"/>
                                  <a:pt x="20" y="12525"/>
                                  <a:pt x="13" y="12525"/>
                                </a:cubicBezTo>
                                <a:cubicBezTo>
                                  <a:pt x="6" y="12525"/>
                                  <a:pt x="0" y="12519"/>
                                  <a:pt x="0" y="12512"/>
                                </a:cubicBezTo>
                                <a:lnTo>
                                  <a:pt x="0" y="12437"/>
                                </a:lnTo>
                                <a:cubicBezTo>
                                  <a:pt x="0" y="12430"/>
                                  <a:pt x="6" y="12425"/>
                                  <a:pt x="13" y="12425"/>
                                </a:cubicBezTo>
                                <a:cubicBezTo>
                                  <a:pt x="20" y="12425"/>
                                  <a:pt x="25" y="12430"/>
                                  <a:pt x="25" y="12437"/>
                                </a:cubicBezTo>
                                <a:close/>
                                <a:moveTo>
                                  <a:pt x="25" y="12612"/>
                                </a:moveTo>
                                <a:lnTo>
                                  <a:pt x="25" y="12687"/>
                                </a:lnTo>
                                <a:cubicBezTo>
                                  <a:pt x="25" y="12694"/>
                                  <a:pt x="20" y="12700"/>
                                  <a:pt x="13" y="12700"/>
                                </a:cubicBezTo>
                                <a:cubicBezTo>
                                  <a:pt x="6" y="12700"/>
                                  <a:pt x="0" y="12694"/>
                                  <a:pt x="0" y="12687"/>
                                </a:cubicBezTo>
                                <a:lnTo>
                                  <a:pt x="0" y="12612"/>
                                </a:lnTo>
                                <a:cubicBezTo>
                                  <a:pt x="0" y="12605"/>
                                  <a:pt x="6" y="12600"/>
                                  <a:pt x="13" y="12600"/>
                                </a:cubicBezTo>
                                <a:cubicBezTo>
                                  <a:pt x="20" y="12600"/>
                                  <a:pt x="25" y="12605"/>
                                  <a:pt x="25" y="12612"/>
                                </a:cubicBezTo>
                                <a:close/>
                                <a:moveTo>
                                  <a:pt x="25" y="12787"/>
                                </a:moveTo>
                                <a:lnTo>
                                  <a:pt x="25" y="12862"/>
                                </a:lnTo>
                                <a:cubicBezTo>
                                  <a:pt x="25" y="12869"/>
                                  <a:pt x="20" y="12875"/>
                                  <a:pt x="13" y="12875"/>
                                </a:cubicBezTo>
                                <a:cubicBezTo>
                                  <a:pt x="6" y="12875"/>
                                  <a:pt x="0" y="12869"/>
                                  <a:pt x="0" y="12862"/>
                                </a:cubicBezTo>
                                <a:lnTo>
                                  <a:pt x="0" y="12787"/>
                                </a:lnTo>
                                <a:cubicBezTo>
                                  <a:pt x="0" y="12780"/>
                                  <a:pt x="6" y="12775"/>
                                  <a:pt x="13" y="12775"/>
                                </a:cubicBezTo>
                                <a:cubicBezTo>
                                  <a:pt x="20" y="12775"/>
                                  <a:pt x="25" y="12780"/>
                                  <a:pt x="25" y="12787"/>
                                </a:cubicBezTo>
                                <a:close/>
                                <a:moveTo>
                                  <a:pt x="25" y="12962"/>
                                </a:moveTo>
                                <a:lnTo>
                                  <a:pt x="25" y="13037"/>
                                </a:lnTo>
                                <a:cubicBezTo>
                                  <a:pt x="25" y="13044"/>
                                  <a:pt x="20" y="13050"/>
                                  <a:pt x="13" y="13050"/>
                                </a:cubicBezTo>
                                <a:cubicBezTo>
                                  <a:pt x="6" y="13050"/>
                                  <a:pt x="0" y="13044"/>
                                  <a:pt x="0" y="13037"/>
                                </a:cubicBezTo>
                                <a:lnTo>
                                  <a:pt x="0" y="12962"/>
                                </a:lnTo>
                                <a:cubicBezTo>
                                  <a:pt x="0" y="12955"/>
                                  <a:pt x="6" y="12950"/>
                                  <a:pt x="13" y="12950"/>
                                </a:cubicBezTo>
                                <a:cubicBezTo>
                                  <a:pt x="20" y="12950"/>
                                  <a:pt x="25" y="12955"/>
                                  <a:pt x="25" y="12962"/>
                                </a:cubicBezTo>
                                <a:close/>
                                <a:moveTo>
                                  <a:pt x="25" y="13137"/>
                                </a:moveTo>
                                <a:lnTo>
                                  <a:pt x="25" y="13212"/>
                                </a:lnTo>
                                <a:cubicBezTo>
                                  <a:pt x="25" y="13219"/>
                                  <a:pt x="20" y="13225"/>
                                  <a:pt x="13" y="13225"/>
                                </a:cubicBezTo>
                                <a:cubicBezTo>
                                  <a:pt x="6" y="13225"/>
                                  <a:pt x="0" y="13219"/>
                                  <a:pt x="0" y="13212"/>
                                </a:cubicBezTo>
                                <a:lnTo>
                                  <a:pt x="0" y="13137"/>
                                </a:lnTo>
                                <a:cubicBezTo>
                                  <a:pt x="0" y="13130"/>
                                  <a:pt x="6" y="13125"/>
                                  <a:pt x="13" y="13125"/>
                                </a:cubicBezTo>
                                <a:cubicBezTo>
                                  <a:pt x="20" y="13125"/>
                                  <a:pt x="25" y="13130"/>
                                  <a:pt x="25" y="13137"/>
                                </a:cubicBezTo>
                                <a:close/>
                                <a:moveTo>
                                  <a:pt x="25" y="13312"/>
                                </a:moveTo>
                                <a:lnTo>
                                  <a:pt x="25" y="13387"/>
                                </a:lnTo>
                                <a:cubicBezTo>
                                  <a:pt x="25" y="13394"/>
                                  <a:pt x="20" y="13400"/>
                                  <a:pt x="13" y="13400"/>
                                </a:cubicBezTo>
                                <a:cubicBezTo>
                                  <a:pt x="6" y="13400"/>
                                  <a:pt x="0" y="13394"/>
                                  <a:pt x="0" y="13387"/>
                                </a:cubicBezTo>
                                <a:lnTo>
                                  <a:pt x="0" y="13312"/>
                                </a:lnTo>
                                <a:cubicBezTo>
                                  <a:pt x="0" y="13305"/>
                                  <a:pt x="6" y="13300"/>
                                  <a:pt x="13" y="13300"/>
                                </a:cubicBezTo>
                                <a:cubicBezTo>
                                  <a:pt x="20" y="13300"/>
                                  <a:pt x="25" y="13305"/>
                                  <a:pt x="25" y="13312"/>
                                </a:cubicBezTo>
                                <a:close/>
                                <a:moveTo>
                                  <a:pt x="25" y="13487"/>
                                </a:moveTo>
                                <a:lnTo>
                                  <a:pt x="25" y="13562"/>
                                </a:lnTo>
                                <a:cubicBezTo>
                                  <a:pt x="25" y="13569"/>
                                  <a:pt x="20" y="13575"/>
                                  <a:pt x="13" y="13575"/>
                                </a:cubicBezTo>
                                <a:cubicBezTo>
                                  <a:pt x="6" y="13575"/>
                                  <a:pt x="0" y="13569"/>
                                  <a:pt x="0" y="13562"/>
                                </a:cubicBezTo>
                                <a:lnTo>
                                  <a:pt x="0" y="13487"/>
                                </a:lnTo>
                                <a:cubicBezTo>
                                  <a:pt x="0" y="13480"/>
                                  <a:pt x="6" y="13475"/>
                                  <a:pt x="13" y="13475"/>
                                </a:cubicBezTo>
                                <a:cubicBezTo>
                                  <a:pt x="20" y="13475"/>
                                  <a:pt x="25" y="13480"/>
                                  <a:pt x="25" y="13487"/>
                                </a:cubicBezTo>
                                <a:close/>
                                <a:moveTo>
                                  <a:pt x="25" y="13662"/>
                                </a:moveTo>
                                <a:lnTo>
                                  <a:pt x="25" y="13737"/>
                                </a:lnTo>
                                <a:cubicBezTo>
                                  <a:pt x="25" y="13744"/>
                                  <a:pt x="20" y="13750"/>
                                  <a:pt x="13" y="13750"/>
                                </a:cubicBezTo>
                                <a:cubicBezTo>
                                  <a:pt x="6" y="13750"/>
                                  <a:pt x="0" y="13744"/>
                                  <a:pt x="0" y="13737"/>
                                </a:cubicBezTo>
                                <a:lnTo>
                                  <a:pt x="0" y="13662"/>
                                </a:lnTo>
                                <a:cubicBezTo>
                                  <a:pt x="0" y="13655"/>
                                  <a:pt x="6" y="13650"/>
                                  <a:pt x="13" y="13650"/>
                                </a:cubicBezTo>
                                <a:cubicBezTo>
                                  <a:pt x="20" y="13650"/>
                                  <a:pt x="25" y="13655"/>
                                  <a:pt x="25" y="13662"/>
                                </a:cubicBezTo>
                                <a:close/>
                                <a:moveTo>
                                  <a:pt x="25" y="13837"/>
                                </a:moveTo>
                                <a:lnTo>
                                  <a:pt x="25" y="13912"/>
                                </a:lnTo>
                                <a:cubicBezTo>
                                  <a:pt x="25" y="13919"/>
                                  <a:pt x="20" y="13925"/>
                                  <a:pt x="13" y="13925"/>
                                </a:cubicBezTo>
                                <a:cubicBezTo>
                                  <a:pt x="6" y="13925"/>
                                  <a:pt x="0" y="13919"/>
                                  <a:pt x="0" y="13912"/>
                                </a:cubicBezTo>
                                <a:lnTo>
                                  <a:pt x="0" y="13837"/>
                                </a:lnTo>
                                <a:cubicBezTo>
                                  <a:pt x="0" y="13830"/>
                                  <a:pt x="6" y="13825"/>
                                  <a:pt x="13" y="13825"/>
                                </a:cubicBezTo>
                                <a:cubicBezTo>
                                  <a:pt x="20" y="13825"/>
                                  <a:pt x="25" y="13830"/>
                                  <a:pt x="25" y="13837"/>
                                </a:cubicBezTo>
                                <a:close/>
                                <a:moveTo>
                                  <a:pt x="25" y="14012"/>
                                </a:moveTo>
                                <a:lnTo>
                                  <a:pt x="25" y="14087"/>
                                </a:lnTo>
                                <a:cubicBezTo>
                                  <a:pt x="25" y="14094"/>
                                  <a:pt x="20" y="14100"/>
                                  <a:pt x="13" y="14100"/>
                                </a:cubicBezTo>
                                <a:cubicBezTo>
                                  <a:pt x="6" y="14100"/>
                                  <a:pt x="0" y="14094"/>
                                  <a:pt x="0" y="14087"/>
                                </a:cubicBezTo>
                                <a:lnTo>
                                  <a:pt x="0" y="14012"/>
                                </a:lnTo>
                                <a:cubicBezTo>
                                  <a:pt x="0" y="14005"/>
                                  <a:pt x="6" y="14000"/>
                                  <a:pt x="13" y="14000"/>
                                </a:cubicBezTo>
                                <a:cubicBezTo>
                                  <a:pt x="20" y="14000"/>
                                  <a:pt x="25" y="14005"/>
                                  <a:pt x="25" y="14012"/>
                                </a:cubicBezTo>
                                <a:close/>
                                <a:moveTo>
                                  <a:pt x="25" y="14187"/>
                                </a:moveTo>
                                <a:lnTo>
                                  <a:pt x="25" y="14262"/>
                                </a:lnTo>
                                <a:cubicBezTo>
                                  <a:pt x="25" y="14269"/>
                                  <a:pt x="20" y="14275"/>
                                  <a:pt x="13" y="14275"/>
                                </a:cubicBezTo>
                                <a:cubicBezTo>
                                  <a:pt x="6" y="14275"/>
                                  <a:pt x="0" y="14269"/>
                                  <a:pt x="0" y="14262"/>
                                </a:cubicBezTo>
                                <a:lnTo>
                                  <a:pt x="0" y="14187"/>
                                </a:lnTo>
                                <a:cubicBezTo>
                                  <a:pt x="0" y="14180"/>
                                  <a:pt x="6" y="14175"/>
                                  <a:pt x="13" y="14175"/>
                                </a:cubicBezTo>
                                <a:cubicBezTo>
                                  <a:pt x="20" y="14175"/>
                                  <a:pt x="25" y="14180"/>
                                  <a:pt x="25" y="14187"/>
                                </a:cubicBezTo>
                                <a:close/>
                                <a:moveTo>
                                  <a:pt x="25" y="14362"/>
                                </a:moveTo>
                                <a:lnTo>
                                  <a:pt x="25" y="14437"/>
                                </a:lnTo>
                                <a:cubicBezTo>
                                  <a:pt x="25" y="14444"/>
                                  <a:pt x="20" y="14450"/>
                                  <a:pt x="13" y="14450"/>
                                </a:cubicBezTo>
                                <a:cubicBezTo>
                                  <a:pt x="6" y="14450"/>
                                  <a:pt x="0" y="14444"/>
                                  <a:pt x="0" y="14437"/>
                                </a:cubicBezTo>
                                <a:lnTo>
                                  <a:pt x="0" y="14362"/>
                                </a:lnTo>
                                <a:cubicBezTo>
                                  <a:pt x="0" y="14355"/>
                                  <a:pt x="6" y="14350"/>
                                  <a:pt x="13" y="14350"/>
                                </a:cubicBezTo>
                                <a:cubicBezTo>
                                  <a:pt x="20" y="14350"/>
                                  <a:pt x="25" y="14355"/>
                                  <a:pt x="25" y="14362"/>
                                </a:cubicBezTo>
                                <a:close/>
                                <a:moveTo>
                                  <a:pt x="25" y="14537"/>
                                </a:moveTo>
                                <a:lnTo>
                                  <a:pt x="25" y="14612"/>
                                </a:lnTo>
                                <a:cubicBezTo>
                                  <a:pt x="25" y="14619"/>
                                  <a:pt x="20" y="14625"/>
                                  <a:pt x="13" y="14625"/>
                                </a:cubicBezTo>
                                <a:cubicBezTo>
                                  <a:pt x="6" y="14625"/>
                                  <a:pt x="0" y="14619"/>
                                  <a:pt x="0" y="14612"/>
                                </a:cubicBezTo>
                                <a:lnTo>
                                  <a:pt x="0" y="14537"/>
                                </a:lnTo>
                                <a:cubicBezTo>
                                  <a:pt x="0" y="14530"/>
                                  <a:pt x="6" y="14525"/>
                                  <a:pt x="13" y="14525"/>
                                </a:cubicBezTo>
                                <a:cubicBezTo>
                                  <a:pt x="20" y="14525"/>
                                  <a:pt x="25" y="14530"/>
                                  <a:pt x="25" y="14537"/>
                                </a:cubicBezTo>
                                <a:close/>
                                <a:moveTo>
                                  <a:pt x="25" y="14712"/>
                                </a:moveTo>
                                <a:lnTo>
                                  <a:pt x="25" y="14787"/>
                                </a:lnTo>
                                <a:cubicBezTo>
                                  <a:pt x="25" y="14794"/>
                                  <a:pt x="20" y="14800"/>
                                  <a:pt x="13" y="14800"/>
                                </a:cubicBezTo>
                                <a:cubicBezTo>
                                  <a:pt x="6" y="14800"/>
                                  <a:pt x="0" y="14794"/>
                                  <a:pt x="0" y="14787"/>
                                </a:cubicBezTo>
                                <a:lnTo>
                                  <a:pt x="0" y="14712"/>
                                </a:lnTo>
                                <a:cubicBezTo>
                                  <a:pt x="0" y="14705"/>
                                  <a:pt x="6" y="14700"/>
                                  <a:pt x="13" y="14700"/>
                                </a:cubicBezTo>
                                <a:cubicBezTo>
                                  <a:pt x="20" y="14700"/>
                                  <a:pt x="25" y="14705"/>
                                  <a:pt x="25" y="14712"/>
                                </a:cubicBezTo>
                                <a:close/>
                                <a:moveTo>
                                  <a:pt x="25" y="14887"/>
                                </a:moveTo>
                                <a:lnTo>
                                  <a:pt x="25" y="14962"/>
                                </a:lnTo>
                                <a:cubicBezTo>
                                  <a:pt x="25" y="14969"/>
                                  <a:pt x="20" y="14975"/>
                                  <a:pt x="13" y="14975"/>
                                </a:cubicBezTo>
                                <a:cubicBezTo>
                                  <a:pt x="6" y="14975"/>
                                  <a:pt x="0" y="14969"/>
                                  <a:pt x="0" y="14962"/>
                                </a:cubicBezTo>
                                <a:lnTo>
                                  <a:pt x="0" y="14887"/>
                                </a:lnTo>
                                <a:cubicBezTo>
                                  <a:pt x="0" y="14880"/>
                                  <a:pt x="6" y="14875"/>
                                  <a:pt x="13" y="14875"/>
                                </a:cubicBezTo>
                                <a:cubicBezTo>
                                  <a:pt x="20" y="14875"/>
                                  <a:pt x="25" y="14880"/>
                                  <a:pt x="25" y="14887"/>
                                </a:cubicBezTo>
                                <a:close/>
                                <a:moveTo>
                                  <a:pt x="25" y="15062"/>
                                </a:moveTo>
                                <a:lnTo>
                                  <a:pt x="25" y="15137"/>
                                </a:lnTo>
                                <a:cubicBezTo>
                                  <a:pt x="25" y="15144"/>
                                  <a:pt x="20" y="15150"/>
                                  <a:pt x="13" y="15150"/>
                                </a:cubicBezTo>
                                <a:cubicBezTo>
                                  <a:pt x="6" y="15150"/>
                                  <a:pt x="0" y="15144"/>
                                  <a:pt x="0" y="15137"/>
                                </a:cubicBezTo>
                                <a:lnTo>
                                  <a:pt x="0" y="15062"/>
                                </a:lnTo>
                                <a:cubicBezTo>
                                  <a:pt x="0" y="15055"/>
                                  <a:pt x="6" y="15050"/>
                                  <a:pt x="13" y="15050"/>
                                </a:cubicBezTo>
                                <a:cubicBezTo>
                                  <a:pt x="20" y="15050"/>
                                  <a:pt x="25" y="15055"/>
                                  <a:pt x="25" y="15062"/>
                                </a:cubicBezTo>
                                <a:close/>
                                <a:moveTo>
                                  <a:pt x="25" y="15237"/>
                                </a:moveTo>
                                <a:lnTo>
                                  <a:pt x="25" y="15312"/>
                                </a:lnTo>
                                <a:cubicBezTo>
                                  <a:pt x="25" y="15319"/>
                                  <a:pt x="20" y="15325"/>
                                  <a:pt x="13" y="15325"/>
                                </a:cubicBezTo>
                                <a:cubicBezTo>
                                  <a:pt x="6" y="15325"/>
                                  <a:pt x="0" y="15319"/>
                                  <a:pt x="0" y="15312"/>
                                </a:cubicBezTo>
                                <a:lnTo>
                                  <a:pt x="0" y="15237"/>
                                </a:lnTo>
                                <a:cubicBezTo>
                                  <a:pt x="0" y="15230"/>
                                  <a:pt x="6" y="15225"/>
                                  <a:pt x="13" y="15225"/>
                                </a:cubicBezTo>
                                <a:cubicBezTo>
                                  <a:pt x="20" y="15225"/>
                                  <a:pt x="25" y="15230"/>
                                  <a:pt x="25" y="15237"/>
                                </a:cubicBezTo>
                                <a:close/>
                                <a:moveTo>
                                  <a:pt x="25" y="15412"/>
                                </a:moveTo>
                                <a:lnTo>
                                  <a:pt x="25" y="15487"/>
                                </a:lnTo>
                                <a:cubicBezTo>
                                  <a:pt x="25" y="15494"/>
                                  <a:pt x="20" y="15500"/>
                                  <a:pt x="13" y="15500"/>
                                </a:cubicBezTo>
                                <a:cubicBezTo>
                                  <a:pt x="6" y="15500"/>
                                  <a:pt x="0" y="15494"/>
                                  <a:pt x="0" y="15487"/>
                                </a:cubicBezTo>
                                <a:lnTo>
                                  <a:pt x="0" y="15412"/>
                                </a:lnTo>
                                <a:cubicBezTo>
                                  <a:pt x="0" y="15405"/>
                                  <a:pt x="6" y="15400"/>
                                  <a:pt x="13" y="15400"/>
                                </a:cubicBezTo>
                                <a:cubicBezTo>
                                  <a:pt x="20" y="15400"/>
                                  <a:pt x="25" y="15405"/>
                                  <a:pt x="25" y="15412"/>
                                </a:cubicBezTo>
                                <a:close/>
                                <a:moveTo>
                                  <a:pt x="25" y="15587"/>
                                </a:moveTo>
                                <a:lnTo>
                                  <a:pt x="25" y="15662"/>
                                </a:lnTo>
                                <a:cubicBezTo>
                                  <a:pt x="25" y="15669"/>
                                  <a:pt x="20" y="15675"/>
                                  <a:pt x="13" y="15675"/>
                                </a:cubicBezTo>
                                <a:cubicBezTo>
                                  <a:pt x="6" y="15675"/>
                                  <a:pt x="0" y="15669"/>
                                  <a:pt x="0" y="15662"/>
                                </a:cubicBezTo>
                                <a:lnTo>
                                  <a:pt x="0" y="15587"/>
                                </a:lnTo>
                                <a:cubicBezTo>
                                  <a:pt x="0" y="15580"/>
                                  <a:pt x="6" y="15575"/>
                                  <a:pt x="13" y="15575"/>
                                </a:cubicBezTo>
                                <a:cubicBezTo>
                                  <a:pt x="20" y="15575"/>
                                  <a:pt x="25" y="15580"/>
                                  <a:pt x="25" y="15587"/>
                                </a:cubicBezTo>
                                <a:close/>
                                <a:moveTo>
                                  <a:pt x="25" y="15762"/>
                                </a:moveTo>
                                <a:lnTo>
                                  <a:pt x="25" y="15837"/>
                                </a:lnTo>
                                <a:cubicBezTo>
                                  <a:pt x="25" y="15844"/>
                                  <a:pt x="20" y="15850"/>
                                  <a:pt x="13" y="15850"/>
                                </a:cubicBezTo>
                                <a:cubicBezTo>
                                  <a:pt x="6" y="15850"/>
                                  <a:pt x="0" y="15844"/>
                                  <a:pt x="0" y="15837"/>
                                </a:cubicBezTo>
                                <a:lnTo>
                                  <a:pt x="0" y="15762"/>
                                </a:lnTo>
                                <a:cubicBezTo>
                                  <a:pt x="0" y="15755"/>
                                  <a:pt x="6" y="15750"/>
                                  <a:pt x="13" y="15750"/>
                                </a:cubicBezTo>
                                <a:cubicBezTo>
                                  <a:pt x="20" y="15750"/>
                                  <a:pt x="25" y="15755"/>
                                  <a:pt x="25" y="15762"/>
                                </a:cubicBezTo>
                                <a:close/>
                                <a:moveTo>
                                  <a:pt x="25" y="15937"/>
                                </a:moveTo>
                                <a:lnTo>
                                  <a:pt x="25" y="16012"/>
                                </a:lnTo>
                                <a:cubicBezTo>
                                  <a:pt x="25" y="16019"/>
                                  <a:pt x="20" y="16025"/>
                                  <a:pt x="13" y="16025"/>
                                </a:cubicBezTo>
                                <a:cubicBezTo>
                                  <a:pt x="6" y="16025"/>
                                  <a:pt x="0" y="16019"/>
                                  <a:pt x="0" y="16012"/>
                                </a:cubicBezTo>
                                <a:lnTo>
                                  <a:pt x="0" y="15937"/>
                                </a:lnTo>
                                <a:cubicBezTo>
                                  <a:pt x="0" y="15930"/>
                                  <a:pt x="6" y="15925"/>
                                  <a:pt x="13" y="15925"/>
                                </a:cubicBezTo>
                                <a:cubicBezTo>
                                  <a:pt x="20" y="15925"/>
                                  <a:pt x="25" y="15930"/>
                                  <a:pt x="25" y="15937"/>
                                </a:cubicBezTo>
                                <a:close/>
                                <a:moveTo>
                                  <a:pt x="25" y="16112"/>
                                </a:moveTo>
                                <a:lnTo>
                                  <a:pt x="25" y="16187"/>
                                </a:lnTo>
                                <a:cubicBezTo>
                                  <a:pt x="25" y="16194"/>
                                  <a:pt x="20" y="16200"/>
                                  <a:pt x="13" y="16200"/>
                                </a:cubicBezTo>
                                <a:cubicBezTo>
                                  <a:pt x="6" y="16200"/>
                                  <a:pt x="0" y="16194"/>
                                  <a:pt x="0" y="16187"/>
                                </a:cubicBezTo>
                                <a:lnTo>
                                  <a:pt x="0" y="16112"/>
                                </a:lnTo>
                                <a:cubicBezTo>
                                  <a:pt x="0" y="16105"/>
                                  <a:pt x="6" y="16100"/>
                                  <a:pt x="13" y="16100"/>
                                </a:cubicBezTo>
                                <a:cubicBezTo>
                                  <a:pt x="20" y="16100"/>
                                  <a:pt x="25" y="16105"/>
                                  <a:pt x="25" y="16112"/>
                                </a:cubicBezTo>
                                <a:close/>
                                <a:moveTo>
                                  <a:pt x="25" y="16287"/>
                                </a:moveTo>
                                <a:lnTo>
                                  <a:pt x="25" y="16362"/>
                                </a:lnTo>
                                <a:cubicBezTo>
                                  <a:pt x="25" y="16369"/>
                                  <a:pt x="20" y="16375"/>
                                  <a:pt x="13" y="16375"/>
                                </a:cubicBezTo>
                                <a:cubicBezTo>
                                  <a:pt x="6" y="16375"/>
                                  <a:pt x="0" y="16369"/>
                                  <a:pt x="0" y="16362"/>
                                </a:cubicBezTo>
                                <a:lnTo>
                                  <a:pt x="0" y="16287"/>
                                </a:lnTo>
                                <a:cubicBezTo>
                                  <a:pt x="0" y="16280"/>
                                  <a:pt x="6" y="16275"/>
                                  <a:pt x="13" y="16275"/>
                                </a:cubicBezTo>
                                <a:cubicBezTo>
                                  <a:pt x="20" y="16275"/>
                                  <a:pt x="25" y="16280"/>
                                  <a:pt x="25" y="16287"/>
                                </a:cubicBezTo>
                                <a:close/>
                                <a:moveTo>
                                  <a:pt x="25" y="16462"/>
                                </a:moveTo>
                                <a:lnTo>
                                  <a:pt x="25" y="16537"/>
                                </a:lnTo>
                                <a:cubicBezTo>
                                  <a:pt x="25" y="16544"/>
                                  <a:pt x="20" y="16550"/>
                                  <a:pt x="13" y="16550"/>
                                </a:cubicBezTo>
                                <a:cubicBezTo>
                                  <a:pt x="6" y="16550"/>
                                  <a:pt x="0" y="16544"/>
                                  <a:pt x="0" y="16537"/>
                                </a:cubicBezTo>
                                <a:lnTo>
                                  <a:pt x="0" y="16462"/>
                                </a:lnTo>
                                <a:cubicBezTo>
                                  <a:pt x="0" y="16455"/>
                                  <a:pt x="6" y="16450"/>
                                  <a:pt x="13" y="16450"/>
                                </a:cubicBezTo>
                                <a:cubicBezTo>
                                  <a:pt x="20" y="16450"/>
                                  <a:pt x="25" y="16455"/>
                                  <a:pt x="25" y="16462"/>
                                </a:cubicBezTo>
                                <a:close/>
                                <a:moveTo>
                                  <a:pt x="25" y="16637"/>
                                </a:moveTo>
                                <a:lnTo>
                                  <a:pt x="25" y="16712"/>
                                </a:lnTo>
                                <a:cubicBezTo>
                                  <a:pt x="25" y="16719"/>
                                  <a:pt x="20" y="16725"/>
                                  <a:pt x="13" y="16725"/>
                                </a:cubicBezTo>
                                <a:cubicBezTo>
                                  <a:pt x="6" y="16725"/>
                                  <a:pt x="0" y="16719"/>
                                  <a:pt x="0" y="16712"/>
                                </a:cubicBezTo>
                                <a:lnTo>
                                  <a:pt x="0" y="16637"/>
                                </a:lnTo>
                                <a:cubicBezTo>
                                  <a:pt x="0" y="16630"/>
                                  <a:pt x="6" y="16625"/>
                                  <a:pt x="13" y="16625"/>
                                </a:cubicBezTo>
                                <a:cubicBezTo>
                                  <a:pt x="20" y="16625"/>
                                  <a:pt x="25" y="16630"/>
                                  <a:pt x="25" y="16637"/>
                                </a:cubicBezTo>
                                <a:close/>
                                <a:moveTo>
                                  <a:pt x="25" y="16812"/>
                                </a:moveTo>
                                <a:lnTo>
                                  <a:pt x="25" y="16887"/>
                                </a:lnTo>
                                <a:cubicBezTo>
                                  <a:pt x="25" y="16894"/>
                                  <a:pt x="20" y="16900"/>
                                  <a:pt x="13" y="16900"/>
                                </a:cubicBezTo>
                                <a:cubicBezTo>
                                  <a:pt x="6" y="16900"/>
                                  <a:pt x="0" y="16894"/>
                                  <a:pt x="0" y="16887"/>
                                </a:cubicBezTo>
                                <a:lnTo>
                                  <a:pt x="0" y="16812"/>
                                </a:lnTo>
                                <a:cubicBezTo>
                                  <a:pt x="0" y="16805"/>
                                  <a:pt x="6" y="16800"/>
                                  <a:pt x="13" y="16800"/>
                                </a:cubicBezTo>
                                <a:cubicBezTo>
                                  <a:pt x="20" y="16800"/>
                                  <a:pt x="25" y="16805"/>
                                  <a:pt x="25" y="16812"/>
                                </a:cubicBezTo>
                                <a:close/>
                                <a:moveTo>
                                  <a:pt x="25" y="16987"/>
                                </a:moveTo>
                                <a:lnTo>
                                  <a:pt x="25" y="17062"/>
                                </a:lnTo>
                                <a:cubicBezTo>
                                  <a:pt x="25" y="17069"/>
                                  <a:pt x="20" y="17075"/>
                                  <a:pt x="13" y="17075"/>
                                </a:cubicBezTo>
                                <a:cubicBezTo>
                                  <a:pt x="6" y="17075"/>
                                  <a:pt x="0" y="17069"/>
                                  <a:pt x="0" y="17062"/>
                                </a:cubicBezTo>
                                <a:lnTo>
                                  <a:pt x="0" y="16987"/>
                                </a:lnTo>
                                <a:cubicBezTo>
                                  <a:pt x="0" y="16980"/>
                                  <a:pt x="6" y="16975"/>
                                  <a:pt x="13" y="16975"/>
                                </a:cubicBezTo>
                                <a:cubicBezTo>
                                  <a:pt x="20" y="16975"/>
                                  <a:pt x="25" y="16980"/>
                                  <a:pt x="25" y="16987"/>
                                </a:cubicBezTo>
                                <a:close/>
                                <a:moveTo>
                                  <a:pt x="25" y="17162"/>
                                </a:moveTo>
                                <a:lnTo>
                                  <a:pt x="25" y="17237"/>
                                </a:lnTo>
                                <a:cubicBezTo>
                                  <a:pt x="25" y="17244"/>
                                  <a:pt x="20" y="17250"/>
                                  <a:pt x="13" y="17250"/>
                                </a:cubicBezTo>
                                <a:cubicBezTo>
                                  <a:pt x="6" y="17250"/>
                                  <a:pt x="0" y="17244"/>
                                  <a:pt x="0" y="17237"/>
                                </a:cubicBezTo>
                                <a:lnTo>
                                  <a:pt x="0" y="17162"/>
                                </a:lnTo>
                                <a:cubicBezTo>
                                  <a:pt x="0" y="17155"/>
                                  <a:pt x="6" y="17150"/>
                                  <a:pt x="13" y="17150"/>
                                </a:cubicBezTo>
                                <a:cubicBezTo>
                                  <a:pt x="20" y="17150"/>
                                  <a:pt x="25" y="17155"/>
                                  <a:pt x="25" y="17162"/>
                                </a:cubicBezTo>
                                <a:close/>
                                <a:moveTo>
                                  <a:pt x="25" y="17337"/>
                                </a:moveTo>
                                <a:lnTo>
                                  <a:pt x="25" y="17412"/>
                                </a:lnTo>
                                <a:cubicBezTo>
                                  <a:pt x="25" y="17419"/>
                                  <a:pt x="20" y="17425"/>
                                  <a:pt x="13" y="17425"/>
                                </a:cubicBezTo>
                                <a:cubicBezTo>
                                  <a:pt x="6" y="17425"/>
                                  <a:pt x="0" y="17419"/>
                                  <a:pt x="0" y="17412"/>
                                </a:cubicBezTo>
                                <a:lnTo>
                                  <a:pt x="0" y="17337"/>
                                </a:lnTo>
                                <a:cubicBezTo>
                                  <a:pt x="0" y="17330"/>
                                  <a:pt x="6" y="17325"/>
                                  <a:pt x="13" y="17325"/>
                                </a:cubicBezTo>
                                <a:cubicBezTo>
                                  <a:pt x="20" y="17325"/>
                                  <a:pt x="25" y="17330"/>
                                  <a:pt x="25" y="17337"/>
                                </a:cubicBezTo>
                                <a:close/>
                                <a:moveTo>
                                  <a:pt x="25" y="17512"/>
                                </a:moveTo>
                                <a:lnTo>
                                  <a:pt x="25" y="17587"/>
                                </a:lnTo>
                                <a:cubicBezTo>
                                  <a:pt x="25" y="17594"/>
                                  <a:pt x="20" y="17600"/>
                                  <a:pt x="13" y="17600"/>
                                </a:cubicBezTo>
                                <a:cubicBezTo>
                                  <a:pt x="6" y="17600"/>
                                  <a:pt x="0" y="17594"/>
                                  <a:pt x="0" y="17587"/>
                                </a:cubicBezTo>
                                <a:lnTo>
                                  <a:pt x="0" y="17512"/>
                                </a:lnTo>
                                <a:cubicBezTo>
                                  <a:pt x="0" y="17505"/>
                                  <a:pt x="6" y="17500"/>
                                  <a:pt x="13" y="17500"/>
                                </a:cubicBezTo>
                                <a:cubicBezTo>
                                  <a:pt x="20" y="17500"/>
                                  <a:pt x="25" y="17505"/>
                                  <a:pt x="25" y="17512"/>
                                </a:cubicBezTo>
                                <a:close/>
                                <a:moveTo>
                                  <a:pt x="25" y="17687"/>
                                </a:moveTo>
                                <a:lnTo>
                                  <a:pt x="25" y="17762"/>
                                </a:lnTo>
                                <a:cubicBezTo>
                                  <a:pt x="25" y="17769"/>
                                  <a:pt x="20" y="17775"/>
                                  <a:pt x="13" y="17775"/>
                                </a:cubicBezTo>
                                <a:cubicBezTo>
                                  <a:pt x="6" y="17775"/>
                                  <a:pt x="0" y="17769"/>
                                  <a:pt x="0" y="17762"/>
                                </a:cubicBezTo>
                                <a:lnTo>
                                  <a:pt x="0" y="17687"/>
                                </a:lnTo>
                                <a:cubicBezTo>
                                  <a:pt x="0" y="17680"/>
                                  <a:pt x="6" y="17675"/>
                                  <a:pt x="13" y="17675"/>
                                </a:cubicBezTo>
                                <a:cubicBezTo>
                                  <a:pt x="20" y="17675"/>
                                  <a:pt x="25" y="17680"/>
                                  <a:pt x="25" y="17687"/>
                                </a:cubicBezTo>
                                <a:close/>
                                <a:moveTo>
                                  <a:pt x="25" y="17862"/>
                                </a:moveTo>
                                <a:lnTo>
                                  <a:pt x="25" y="17937"/>
                                </a:lnTo>
                                <a:cubicBezTo>
                                  <a:pt x="25" y="17944"/>
                                  <a:pt x="20" y="17950"/>
                                  <a:pt x="13" y="17950"/>
                                </a:cubicBezTo>
                                <a:cubicBezTo>
                                  <a:pt x="6" y="17950"/>
                                  <a:pt x="0" y="17944"/>
                                  <a:pt x="0" y="17937"/>
                                </a:cubicBezTo>
                                <a:lnTo>
                                  <a:pt x="0" y="17862"/>
                                </a:lnTo>
                                <a:cubicBezTo>
                                  <a:pt x="0" y="17855"/>
                                  <a:pt x="6" y="17850"/>
                                  <a:pt x="13" y="17850"/>
                                </a:cubicBezTo>
                                <a:cubicBezTo>
                                  <a:pt x="20" y="17850"/>
                                  <a:pt x="25" y="17855"/>
                                  <a:pt x="25" y="17862"/>
                                </a:cubicBezTo>
                                <a:close/>
                                <a:moveTo>
                                  <a:pt x="25" y="18037"/>
                                </a:moveTo>
                                <a:lnTo>
                                  <a:pt x="25" y="18112"/>
                                </a:lnTo>
                                <a:cubicBezTo>
                                  <a:pt x="25" y="18119"/>
                                  <a:pt x="20" y="18125"/>
                                  <a:pt x="13" y="18125"/>
                                </a:cubicBezTo>
                                <a:cubicBezTo>
                                  <a:pt x="6" y="18125"/>
                                  <a:pt x="0" y="18119"/>
                                  <a:pt x="0" y="18112"/>
                                </a:cubicBezTo>
                                <a:lnTo>
                                  <a:pt x="0" y="18037"/>
                                </a:lnTo>
                                <a:cubicBezTo>
                                  <a:pt x="0" y="18030"/>
                                  <a:pt x="6" y="18025"/>
                                  <a:pt x="13" y="18025"/>
                                </a:cubicBezTo>
                                <a:cubicBezTo>
                                  <a:pt x="20" y="18025"/>
                                  <a:pt x="25" y="18030"/>
                                  <a:pt x="25" y="18037"/>
                                </a:cubicBezTo>
                                <a:close/>
                                <a:moveTo>
                                  <a:pt x="25" y="18212"/>
                                </a:moveTo>
                                <a:lnTo>
                                  <a:pt x="25" y="18287"/>
                                </a:lnTo>
                                <a:cubicBezTo>
                                  <a:pt x="25" y="18294"/>
                                  <a:pt x="20" y="18300"/>
                                  <a:pt x="13" y="18300"/>
                                </a:cubicBezTo>
                                <a:cubicBezTo>
                                  <a:pt x="6" y="18300"/>
                                  <a:pt x="0" y="18294"/>
                                  <a:pt x="0" y="18287"/>
                                </a:cubicBezTo>
                                <a:lnTo>
                                  <a:pt x="0" y="18212"/>
                                </a:lnTo>
                                <a:cubicBezTo>
                                  <a:pt x="0" y="18205"/>
                                  <a:pt x="6" y="18200"/>
                                  <a:pt x="13" y="18200"/>
                                </a:cubicBezTo>
                                <a:cubicBezTo>
                                  <a:pt x="20" y="18200"/>
                                  <a:pt x="25" y="18205"/>
                                  <a:pt x="25" y="18212"/>
                                </a:cubicBezTo>
                                <a:close/>
                                <a:moveTo>
                                  <a:pt x="25" y="18387"/>
                                </a:moveTo>
                                <a:lnTo>
                                  <a:pt x="25" y="18462"/>
                                </a:lnTo>
                                <a:cubicBezTo>
                                  <a:pt x="25" y="18469"/>
                                  <a:pt x="20" y="18475"/>
                                  <a:pt x="13" y="18475"/>
                                </a:cubicBezTo>
                                <a:cubicBezTo>
                                  <a:pt x="6" y="18475"/>
                                  <a:pt x="0" y="18469"/>
                                  <a:pt x="0" y="18462"/>
                                </a:cubicBezTo>
                                <a:lnTo>
                                  <a:pt x="0" y="18387"/>
                                </a:lnTo>
                                <a:cubicBezTo>
                                  <a:pt x="0" y="18380"/>
                                  <a:pt x="6" y="18375"/>
                                  <a:pt x="13" y="18375"/>
                                </a:cubicBezTo>
                                <a:cubicBezTo>
                                  <a:pt x="20" y="18375"/>
                                  <a:pt x="25" y="18380"/>
                                  <a:pt x="25" y="18387"/>
                                </a:cubicBezTo>
                                <a:close/>
                                <a:moveTo>
                                  <a:pt x="25" y="18562"/>
                                </a:moveTo>
                                <a:lnTo>
                                  <a:pt x="25" y="18637"/>
                                </a:lnTo>
                                <a:cubicBezTo>
                                  <a:pt x="25" y="18644"/>
                                  <a:pt x="20" y="18650"/>
                                  <a:pt x="13" y="18650"/>
                                </a:cubicBezTo>
                                <a:cubicBezTo>
                                  <a:pt x="6" y="18650"/>
                                  <a:pt x="0" y="18644"/>
                                  <a:pt x="0" y="18637"/>
                                </a:cubicBezTo>
                                <a:lnTo>
                                  <a:pt x="0" y="18562"/>
                                </a:lnTo>
                                <a:cubicBezTo>
                                  <a:pt x="0" y="18555"/>
                                  <a:pt x="6" y="18550"/>
                                  <a:pt x="13" y="18550"/>
                                </a:cubicBezTo>
                                <a:cubicBezTo>
                                  <a:pt x="20" y="18550"/>
                                  <a:pt x="25" y="18555"/>
                                  <a:pt x="25" y="18562"/>
                                </a:cubicBezTo>
                                <a:close/>
                                <a:moveTo>
                                  <a:pt x="25" y="18737"/>
                                </a:moveTo>
                                <a:lnTo>
                                  <a:pt x="25" y="18812"/>
                                </a:lnTo>
                                <a:cubicBezTo>
                                  <a:pt x="25" y="18819"/>
                                  <a:pt x="20" y="18825"/>
                                  <a:pt x="13" y="18825"/>
                                </a:cubicBezTo>
                                <a:cubicBezTo>
                                  <a:pt x="6" y="18825"/>
                                  <a:pt x="0" y="18819"/>
                                  <a:pt x="0" y="18812"/>
                                </a:cubicBezTo>
                                <a:lnTo>
                                  <a:pt x="0" y="18737"/>
                                </a:lnTo>
                                <a:cubicBezTo>
                                  <a:pt x="0" y="18730"/>
                                  <a:pt x="6" y="18725"/>
                                  <a:pt x="13" y="18725"/>
                                </a:cubicBezTo>
                                <a:cubicBezTo>
                                  <a:pt x="20" y="18725"/>
                                  <a:pt x="25" y="18730"/>
                                  <a:pt x="25" y="18737"/>
                                </a:cubicBezTo>
                                <a:close/>
                                <a:moveTo>
                                  <a:pt x="25" y="18912"/>
                                </a:moveTo>
                                <a:lnTo>
                                  <a:pt x="25" y="18987"/>
                                </a:lnTo>
                                <a:cubicBezTo>
                                  <a:pt x="25" y="18994"/>
                                  <a:pt x="20" y="19000"/>
                                  <a:pt x="13" y="19000"/>
                                </a:cubicBezTo>
                                <a:cubicBezTo>
                                  <a:pt x="6" y="19000"/>
                                  <a:pt x="0" y="18994"/>
                                  <a:pt x="0" y="18987"/>
                                </a:cubicBezTo>
                                <a:lnTo>
                                  <a:pt x="0" y="18912"/>
                                </a:lnTo>
                                <a:cubicBezTo>
                                  <a:pt x="0" y="18905"/>
                                  <a:pt x="6" y="18900"/>
                                  <a:pt x="13" y="18900"/>
                                </a:cubicBezTo>
                                <a:cubicBezTo>
                                  <a:pt x="20" y="18900"/>
                                  <a:pt x="25" y="18905"/>
                                  <a:pt x="25" y="18912"/>
                                </a:cubicBezTo>
                                <a:close/>
                                <a:moveTo>
                                  <a:pt x="25" y="19087"/>
                                </a:moveTo>
                                <a:lnTo>
                                  <a:pt x="25" y="19162"/>
                                </a:lnTo>
                                <a:cubicBezTo>
                                  <a:pt x="25" y="19169"/>
                                  <a:pt x="20" y="19175"/>
                                  <a:pt x="13" y="19175"/>
                                </a:cubicBezTo>
                                <a:cubicBezTo>
                                  <a:pt x="6" y="19175"/>
                                  <a:pt x="0" y="19169"/>
                                  <a:pt x="0" y="19162"/>
                                </a:cubicBezTo>
                                <a:lnTo>
                                  <a:pt x="0" y="19087"/>
                                </a:lnTo>
                                <a:cubicBezTo>
                                  <a:pt x="0" y="19080"/>
                                  <a:pt x="6" y="19075"/>
                                  <a:pt x="13" y="19075"/>
                                </a:cubicBezTo>
                                <a:cubicBezTo>
                                  <a:pt x="20" y="19075"/>
                                  <a:pt x="25" y="19080"/>
                                  <a:pt x="25" y="19087"/>
                                </a:cubicBezTo>
                                <a:close/>
                                <a:moveTo>
                                  <a:pt x="25" y="19262"/>
                                </a:moveTo>
                                <a:lnTo>
                                  <a:pt x="25" y="19337"/>
                                </a:lnTo>
                                <a:cubicBezTo>
                                  <a:pt x="25" y="19344"/>
                                  <a:pt x="20" y="19350"/>
                                  <a:pt x="13" y="19350"/>
                                </a:cubicBezTo>
                                <a:cubicBezTo>
                                  <a:pt x="6" y="19350"/>
                                  <a:pt x="0" y="19344"/>
                                  <a:pt x="0" y="19337"/>
                                </a:cubicBezTo>
                                <a:lnTo>
                                  <a:pt x="0" y="19262"/>
                                </a:lnTo>
                                <a:cubicBezTo>
                                  <a:pt x="0" y="19255"/>
                                  <a:pt x="6" y="19250"/>
                                  <a:pt x="13" y="19250"/>
                                </a:cubicBezTo>
                                <a:cubicBezTo>
                                  <a:pt x="20" y="19250"/>
                                  <a:pt x="25" y="19255"/>
                                  <a:pt x="25" y="19262"/>
                                </a:cubicBezTo>
                                <a:close/>
                                <a:moveTo>
                                  <a:pt x="25" y="19437"/>
                                </a:moveTo>
                                <a:lnTo>
                                  <a:pt x="25" y="19512"/>
                                </a:lnTo>
                                <a:cubicBezTo>
                                  <a:pt x="25" y="19519"/>
                                  <a:pt x="20" y="19525"/>
                                  <a:pt x="13" y="19525"/>
                                </a:cubicBezTo>
                                <a:cubicBezTo>
                                  <a:pt x="6" y="19525"/>
                                  <a:pt x="0" y="19519"/>
                                  <a:pt x="0" y="19512"/>
                                </a:cubicBezTo>
                                <a:lnTo>
                                  <a:pt x="0" y="19437"/>
                                </a:lnTo>
                                <a:cubicBezTo>
                                  <a:pt x="0" y="19430"/>
                                  <a:pt x="6" y="19425"/>
                                  <a:pt x="13" y="19425"/>
                                </a:cubicBezTo>
                                <a:cubicBezTo>
                                  <a:pt x="20" y="19425"/>
                                  <a:pt x="25" y="19430"/>
                                  <a:pt x="25" y="19437"/>
                                </a:cubicBezTo>
                                <a:close/>
                                <a:moveTo>
                                  <a:pt x="25" y="19612"/>
                                </a:moveTo>
                                <a:lnTo>
                                  <a:pt x="25" y="19687"/>
                                </a:lnTo>
                                <a:cubicBezTo>
                                  <a:pt x="25" y="19694"/>
                                  <a:pt x="20" y="19700"/>
                                  <a:pt x="13" y="19700"/>
                                </a:cubicBezTo>
                                <a:cubicBezTo>
                                  <a:pt x="6" y="19700"/>
                                  <a:pt x="0" y="19694"/>
                                  <a:pt x="0" y="19687"/>
                                </a:cubicBezTo>
                                <a:lnTo>
                                  <a:pt x="0" y="19612"/>
                                </a:lnTo>
                                <a:cubicBezTo>
                                  <a:pt x="0" y="19605"/>
                                  <a:pt x="6" y="19600"/>
                                  <a:pt x="13" y="19600"/>
                                </a:cubicBezTo>
                                <a:cubicBezTo>
                                  <a:pt x="20" y="19600"/>
                                  <a:pt x="25" y="19605"/>
                                  <a:pt x="25" y="19612"/>
                                </a:cubicBezTo>
                                <a:close/>
                                <a:moveTo>
                                  <a:pt x="25" y="19787"/>
                                </a:moveTo>
                                <a:lnTo>
                                  <a:pt x="25" y="19862"/>
                                </a:lnTo>
                                <a:cubicBezTo>
                                  <a:pt x="25" y="19869"/>
                                  <a:pt x="20" y="19875"/>
                                  <a:pt x="13" y="19875"/>
                                </a:cubicBezTo>
                                <a:cubicBezTo>
                                  <a:pt x="6" y="19875"/>
                                  <a:pt x="0" y="19869"/>
                                  <a:pt x="0" y="19862"/>
                                </a:cubicBezTo>
                                <a:lnTo>
                                  <a:pt x="0" y="19787"/>
                                </a:lnTo>
                                <a:cubicBezTo>
                                  <a:pt x="0" y="19780"/>
                                  <a:pt x="6" y="19775"/>
                                  <a:pt x="13" y="19775"/>
                                </a:cubicBezTo>
                                <a:cubicBezTo>
                                  <a:pt x="20" y="19775"/>
                                  <a:pt x="25" y="19780"/>
                                  <a:pt x="25" y="19787"/>
                                </a:cubicBezTo>
                                <a:close/>
                                <a:moveTo>
                                  <a:pt x="25" y="19962"/>
                                </a:moveTo>
                                <a:lnTo>
                                  <a:pt x="25" y="20037"/>
                                </a:lnTo>
                                <a:cubicBezTo>
                                  <a:pt x="25" y="20044"/>
                                  <a:pt x="20" y="20050"/>
                                  <a:pt x="13" y="20050"/>
                                </a:cubicBezTo>
                                <a:cubicBezTo>
                                  <a:pt x="6" y="20050"/>
                                  <a:pt x="0" y="20044"/>
                                  <a:pt x="0" y="20037"/>
                                </a:cubicBezTo>
                                <a:lnTo>
                                  <a:pt x="0" y="19962"/>
                                </a:lnTo>
                                <a:cubicBezTo>
                                  <a:pt x="0" y="19955"/>
                                  <a:pt x="6" y="19950"/>
                                  <a:pt x="13" y="19950"/>
                                </a:cubicBezTo>
                                <a:cubicBezTo>
                                  <a:pt x="20" y="19950"/>
                                  <a:pt x="25" y="19955"/>
                                  <a:pt x="25" y="19962"/>
                                </a:cubicBezTo>
                                <a:close/>
                                <a:moveTo>
                                  <a:pt x="25" y="20137"/>
                                </a:moveTo>
                                <a:lnTo>
                                  <a:pt x="25" y="20212"/>
                                </a:lnTo>
                                <a:cubicBezTo>
                                  <a:pt x="25" y="20219"/>
                                  <a:pt x="20" y="20225"/>
                                  <a:pt x="13" y="20225"/>
                                </a:cubicBezTo>
                                <a:cubicBezTo>
                                  <a:pt x="6" y="20225"/>
                                  <a:pt x="0" y="20219"/>
                                  <a:pt x="0" y="20212"/>
                                </a:cubicBezTo>
                                <a:lnTo>
                                  <a:pt x="0" y="20137"/>
                                </a:lnTo>
                                <a:cubicBezTo>
                                  <a:pt x="0" y="20130"/>
                                  <a:pt x="6" y="20125"/>
                                  <a:pt x="13" y="20125"/>
                                </a:cubicBezTo>
                                <a:cubicBezTo>
                                  <a:pt x="20" y="20125"/>
                                  <a:pt x="25" y="20130"/>
                                  <a:pt x="25" y="20137"/>
                                </a:cubicBezTo>
                                <a:close/>
                                <a:moveTo>
                                  <a:pt x="25" y="20312"/>
                                </a:moveTo>
                                <a:lnTo>
                                  <a:pt x="25" y="20387"/>
                                </a:lnTo>
                                <a:cubicBezTo>
                                  <a:pt x="25" y="20394"/>
                                  <a:pt x="20" y="20400"/>
                                  <a:pt x="13" y="20400"/>
                                </a:cubicBezTo>
                                <a:cubicBezTo>
                                  <a:pt x="6" y="20400"/>
                                  <a:pt x="0" y="20394"/>
                                  <a:pt x="0" y="20387"/>
                                </a:cubicBezTo>
                                <a:lnTo>
                                  <a:pt x="0" y="20312"/>
                                </a:lnTo>
                                <a:cubicBezTo>
                                  <a:pt x="0" y="20305"/>
                                  <a:pt x="6" y="20300"/>
                                  <a:pt x="13" y="20300"/>
                                </a:cubicBezTo>
                                <a:cubicBezTo>
                                  <a:pt x="20" y="20300"/>
                                  <a:pt x="25" y="20305"/>
                                  <a:pt x="25" y="20312"/>
                                </a:cubicBezTo>
                                <a:close/>
                                <a:moveTo>
                                  <a:pt x="25" y="20487"/>
                                </a:moveTo>
                                <a:lnTo>
                                  <a:pt x="25" y="20562"/>
                                </a:lnTo>
                                <a:cubicBezTo>
                                  <a:pt x="25" y="20569"/>
                                  <a:pt x="20" y="20575"/>
                                  <a:pt x="13" y="20575"/>
                                </a:cubicBezTo>
                                <a:cubicBezTo>
                                  <a:pt x="6" y="20575"/>
                                  <a:pt x="0" y="20569"/>
                                  <a:pt x="0" y="20562"/>
                                </a:cubicBezTo>
                                <a:lnTo>
                                  <a:pt x="0" y="20487"/>
                                </a:lnTo>
                                <a:cubicBezTo>
                                  <a:pt x="0" y="20480"/>
                                  <a:pt x="6" y="20475"/>
                                  <a:pt x="13" y="20475"/>
                                </a:cubicBezTo>
                                <a:cubicBezTo>
                                  <a:pt x="20" y="20475"/>
                                  <a:pt x="25" y="20480"/>
                                  <a:pt x="25" y="20487"/>
                                </a:cubicBezTo>
                                <a:close/>
                                <a:moveTo>
                                  <a:pt x="25" y="20662"/>
                                </a:moveTo>
                                <a:lnTo>
                                  <a:pt x="25" y="20737"/>
                                </a:lnTo>
                                <a:cubicBezTo>
                                  <a:pt x="25" y="20744"/>
                                  <a:pt x="20" y="20750"/>
                                  <a:pt x="13" y="20750"/>
                                </a:cubicBezTo>
                                <a:cubicBezTo>
                                  <a:pt x="6" y="20750"/>
                                  <a:pt x="0" y="20744"/>
                                  <a:pt x="0" y="20737"/>
                                </a:cubicBezTo>
                                <a:lnTo>
                                  <a:pt x="0" y="20662"/>
                                </a:lnTo>
                                <a:cubicBezTo>
                                  <a:pt x="0" y="20655"/>
                                  <a:pt x="6" y="20650"/>
                                  <a:pt x="13" y="20650"/>
                                </a:cubicBezTo>
                                <a:cubicBezTo>
                                  <a:pt x="20" y="20650"/>
                                  <a:pt x="25" y="20655"/>
                                  <a:pt x="25" y="20662"/>
                                </a:cubicBezTo>
                                <a:close/>
                                <a:moveTo>
                                  <a:pt x="25" y="20837"/>
                                </a:moveTo>
                                <a:lnTo>
                                  <a:pt x="25" y="20912"/>
                                </a:lnTo>
                                <a:cubicBezTo>
                                  <a:pt x="25" y="20919"/>
                                  <a:pt x="20" y="20925"/>
                                  <a:pt x="13" y="20925"/>
                                </a:cubicBezTo>
                                <a:cubicBezTo>
                                  <a:pt x="6" y="20925"/>
                                  <a:pt x="0" y="20919"/>
                                  <a:pt x="0" y="20912"/>
                                </a:cubicBezTo>
                                <a:lnTo>
                                  <a:pt x="0" y="20837"/>
                                </a:lnTo>
                                <a:cubicBezTo>
                                  <a:pt x="0" y="20830"/>
                                  <a:pt x="6" y="20825"/>
                                  <a:pt x="13" y="20825"/>
                                </a:cubicBezTo>
                                <a:cubicBezTo>
                                  <a:pt x="20" y="20825"/>
                                  <a:pt x="25" y="20830"/>
                                  <a:pt x="25" y="20837"/>
                                </a:cubicBezTo>
                                <a:close/>
                                <a:moveTo>
                                  <a:pt x="25" y="21012"/>
                                </a:moveTo>
                                <a:lnTo>
                                  <a:pt x="25" y="21087"/>
                                </a:lnTo>
                                <a:cubicBezTo>
                                  <a:pt x="25" y="21094"/>
                                  <a:pt x="20" y="21100"/>
                                  <a:pt x="13" y="21100"/>
                                </a:cubicBezTo>
                                <a:cubicBezTo>
                                  <a:pt x="6" y="21100"/>
                                  <a:pt x="0" y="21094"/>
                                  <a:pt x="0" y="21087"/>
                                </a:cubicBezTo>
                                <a:lnTo>
                                  <a:pt x="0" y="21012"/>
                                </a:lnTo>
                                <a:cubicBezTo>
                                  <a:pt x="0" y="21005"/>
                                  <a:pt x="6" y="21000"/>
                                  <a:pt x="13" y="21000"/>
                                </a:cubicBezTo>
                                <a:cubicBezTo>
                                  <a:pt x="20" y="21000"/>
                                  <a:pt x="25" y="21005"/>
                                  <a:pt x="25" y="21012"/>
                                </a:cubicBezTo>
                                <a:close/>
                                <a:moveTo>
                                  <a:pt x="25" y="21187"/>
                                </a:moveTo>
                                <a:lnTo>
                                  <a:pt x="25" y="21262"/>
                                </a:lnTo>
                                <a:cubicBezTo>
                                  <a:pt x="25" y="21269"/>
                                  <a:pt x="20" y="21275"/>
                                  <a:pt x="13" y="21275"/>
                                </a:cubicBezTo>
                                <a:cubicBezTo>
                                  <a:pt x="6" y="21275"/>
                                  <a:pt x="0" y="21269"/>
                                  <a:pt x="0" y="21262"/>
                                </a:cubicBezTo>
                                <a:lnTo>
                                  <a:pt x="0" y="21187"/>
                                </a:lnTo>
                                <a:cubicBezTo>
                                  <a:pt x="0" y="21180"/>
                                  <a:pt x="6" y="21175"/>
                                  <a:pt x="13" y="21175"/>
                                </a:cubicBezTo>
                                <a:cubicBezTo>
                                  <a:pt x="20" y="21175"/>
                                  <a:pt x="25" y="21180"/>
                                  <a:pt x="25" y="21187"/>
                                </a:cubicBezTo>
                                <a:close/>
                                <a:moveTo>
                                  <a:pt x="25" y="21362"/>
                                </a:moveTo>
                                <a:lnTo>
                                  <a:pt x="25" y="21437"/>
                                </a:lnTo>
                                <a:cubicBezTo>
                                  <a:pt x="25" y="21444"/>
                                  <a:pt x="20" y="21450"/>
                                  <a:pt x="13" y="21450"/>
                                </a:cubicBezTo>
                                <a:cubicBezTo>
                                  <a:pt x="6" y="21450"/>
                                  <a:pt x="0" y="21444"/>
                                  <a:pt x="0" y="21437"/>
                                </a:cubicBezTo>
                                <a:lnTo>
                                  <a:pt x="0" y="21362"/>
                                </a:lnTo>
                                <a:cubicBezTo>
                                  <a:pt x="0" y="21355"/>
                                  <a:pt x="6" y="21350"/>
                                  <a:pt x="13" y="21350"/>
                                </a:cubicBezTo>
                                <a:cubicBezTo>
                                  <a:pt x="20" y="21350"/>
                                  <a:pt x="25" y="21355"/>
                                  <a:pt x="25" y="21362"/>
                                </a:cubicBezTo>
                                <a:close/>
                                <a:moveTo>
                                  <a:pt x="25" y="21537"/>
                                </a:moveTo>
                                <a:lnTo>
                                  <a:pt x="25" y="21612"/>
                                </a:lnTo>
                                <a:cubicBezTo>
                                  <a:pt x="25" y="21619"/>
                                  <a:pt x="20" y="21625"/>
                                  <a:pt x="13" y="21625"/>
                                </a:cubicBezTo>
                                <a:cubicBezTo>
                                  <a:pt x="6" y="21625"/>
                                  <a:pt x="0" y="21619"/>
                                  <a:pt x="0" y="21612"/>
                                </a:cubicBezTo>
                                <a:lnTo>
                                  <a:pt x="0" y="21537"/>
                                </a:lnTo>
                                <a:cubicBezTo>
                                  <a:pt x="0" y="21530"/>
                                  <a:pt x="6" y="21525"/>
                                  <a:pt x="13" y="21525"/>
                                </a:cubicBezTo>
                                <a:cubicBezTo>
                                  <a:pt x="20" y="21525"/>
                                  <a:pt x="25" y="21530"/>
                                  <a:pt x="25" y="21537"/>
                                </a:cubicBezTo>
                                <a:close/>
                                <a:moveTo>
                                  <a:pt x="25" y="21712"/>
                                </a:moveTo>
                                <a:lnTo>
                                  <a:pt x="25" y="21787"/>
                                </a:lnTo>
                                <a:cubicBezTo>
                                  <a:pt x="25" y="21794"/>
                                  <a:pt x="20" y="21800"/>
                                  <a:pt x="13" y="21800"/>
                                </a:cubicBezTo>
                                <a:cubicBezTo>
                                  <a:pt x="6" y="21800"/>
                                  <a:pt x="0" y="21794"/>
                                  <a:pt x="0" y="21787"/>
                                </a:cubicBezTo>
                                <a:lnTo>
                                  <a:pt x="0" y="21712"/>
                                </a:lnTo>
                                <a:cubicBezTo>
                                  <a:pt x="0" y="21705"/>
                                  <a:pt x="6" y="21700"/>
                                  <a:pt x="13" y="21700"/>
                                </a:cubicBezTo>
                                <a:cubicBezTo>
                                  <a:pt x="20" y="21700"/>
                                  <a:pt x="25" y="21705"/>
                                  <a:pt x="25" y="21712"/>
                                </a:cubicBezTo>
                                <a:close/>
                                <a:moveTo>
                                  <a:pt x="25" y="21887"/>
                                </a:moveTo>
                                <a:lnTo>
                                  <a:pt x="25" y="21962"/>
                                </a:lnTo>
                                <a:cubicBezTo>
                                  <a:pt x="25" y="21969"/>
                                  <a:pt x="20" y="21975"/>
                                  <a:pt x="13" y="21975"/>
                                </a:cubicBezTo>
                                <a:cubicBezTo>
                                  <a:pt x="6" y="21975"/>
                                  <a:pt x="0" y="21969"/>
                                  <a:pt x="0" y="21962"/>
                                </a:cubicBezTo>
                                <a:lnTo>
                                  <a:pt x="0" y="21887"/>
                                </a:lnTo>
                                <a:cubicBezTo>
                                  <a:pt x="0" y="21880"/>
                                  <a:pt x="6" y="21875"/>
                                  <a:pt x="13" y="21875"/>
                                </a:cubicBezTo>
                                <a:cubicBezTo>
                                  <a:pt x="20" y="21875"/>
                                  <a:pt x="25" y="21880"/>
                                  <a:pt x="25" y="21887"/>
                                </a:cubicBezTo>
                                <a:close/>
                                <a:moveTo>
                                  <a:pt x="25" y="22062"/>
                                </a:moveTo>
                                <a:lnTo>
                                  <a:pt x="25" y="22137"/>
                                </a:lnTo>
                                <a:cubicBezTo>
                                  <a:pt x="25" y="22144"/>
                                  <a:pt x="20" y="22150"/>
                                  <a:pt x="13" y="22150"/>
                                </a:cubicBezTo>
                                <a:cubicBezTo>
                                  <a:pt x="6" y="22150"/>
                                  <a:pt x="0" y="22144"/>
                                  <a:pt x="0" y="22137"/>
                                </a:cubicBezTo>
                                <a:lnTo>
                                  <a:pt x="0" y="22062"/>
                                </a:lnTo>
                                <a:cubicBezTo>
                                  <a:pt x="0" y="22055"/>
                                  <a:pt x="6" y="22050"/>
                                  <a:pt x="13" y="22050"/>
                                </a:cubicBezTo>
                                <a:cubicBezTo>
                                  <a:pt x="20" y="22050"/>
                                  <a:pt x="25" y="22055"/>
                                  <a:pt x="25" y="22062"/>
                                </a:cubicBezTo>
                                <a:close/>
                                <a:moveTo>
                                  <a:pt x="25" y="22237"/>
                                </a:moveTo>
                                <a:lnTo>
                                  <a:pt x="25" y="22312"/>
                                </a:lnTo>
                                <a:cubicBezTo>
                                  <a:pt x="25" y="22319"/>
                                  <a:pt x="20" y="22325"/>
                                  <a:pt x="13" y="22325"/>
                                </a:cubicBezTo>
                                <a:cubicBezTo>
                                  <a:pt x="6" y="22325"/>
                                  <a:pt x="0" y="22319"/>
                                  <a:pt x="0" y="22312"/>
                                </a:cubicBezTo>
                                <a:lnTo>
                                  <a:pt x="0" y="22237"/>
                                </a:lnTo>
                                <a:cubicBezTo>
                                  <a:pt x="0" y="22230"/>
                                  <a:pt x="6" y="22225"/>
                                  <a:pt x="13" y="22225"/>
                                </a:cubicBezTo>
                                <a:cubicBezTo>
                                  <a:pt x="20" y="22225"/>
                                  <a:pt x="25" y="22230"/>
                                  <a:pt x="25" y="22237"/>
                                </a:cubicBez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28" name="Rectangle 30"/>
                        <wps:cNvSpPr>
                          <a:spLocks noChangeArrowheads="1"/>
                        </wps:cNvSpPr>
                        <wps:spPr bwMode="auto">
                          <a:xfrm>
                            <a:off x="1329055" y="724535"/>
                            <a:ext cx="3308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Step 1</w:t>
                              </w:r>
                            </w:p>
                          </w:txbxContent>
                        </wps:txbx>
                        <wps:bodyPr rot="0" vert="horz" wrap="none" lIns="0" tIns="0" rIns="0" bIns="0" anchor="t" anchorCtr="0" upright="1">
                          <a:spAutoFit/>
                        </wps:bodyPr>
                      </wps:wsp>
                      <wps:wsp>
                        <wps:cNvPr id="29" name="Rectangle 31"/>
                        <wps:cNvSpPr>
                          <a:spLocks noChangeArrowheads="1"/>
                        </wps:cNvSpPr>
                        <wps:spPr bwMode="auto">
                          <a:xfrm>
                            <a:off x="892810" y="860425"/>
                            <a:ext cx="11950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hint="eastAsia"/>
                                  <w:color w:val="000000"/>
                                  <w:sz w:val="18"/>
                                  <w:szCs w:val="18"/>
                                  <w:lang w:eastAsia="ja-JP"/>
                                </w:rPr>
                                <w:t>Announcement</w:t>
                              </w:r>
                              <w:r>
                                <w:rPr>
                                  <w:rFonts w:ascii="Arial" w:hAnsi="Arial" w:cs="Arial"/>
                                  <w:color w:val="000000"/>
                                  <w:sz w:val="18"/>
                                  <w:szCs w:val="18"/>
                                </w:rPr>
                                <w:t xml:space="preserve"> to invite </w:t>
                              </w:r>
                            </w:p>
                          </w:txbxContent>
                        </wps:txbx>
                        <wps:bodyPr rot="0" vert="horz" wrap="none" lIns="0" tIns="0" rIns="0" bIns="0" anchor="t" anchorCtr="0" upright="1">
                          <a:spAutoFit/>
                        </wps:bodyPr>
                      </wps:wsp>
                      <wps:wsp>
                        <wps:cNvPr id="30" name="Rectangle 32"/>
                        <wps:cNvSpPr>
                          <a:spLocks noChangeArrowheads="1"/>
                        </wps:cNvSpPr>
                        <wps:spPr bwMode="auto">
                          <a:xfrm>
                            <a:off x="892810" y="996315"/>
                            <a:ext cx="14173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proposals for radio interface </w:t>
                              </w:r>
                            </w:p>
                          </w:txbxContent>
                        </wps:txbx>
                        <wps:bodyPr rot="0" vert="horz" wrap="none" lIns="0" tIns="0" rIns="0" bIns="0" anchor="t" anchorCtr="0" upright="1">
                          <a:spAutoFit/>
                        </wps:bodyPr>
                      </wps:wsp>
                      <wps:wsp>
                        <wps:cNvPr id="31" name="Rectangle 33"/>
                        <wps:cNvSpPr>
                          <a:spLocks noChangeArrowheads="1"/>
                        </wps:cNvSpPr>
                        <wps:spPr bwMode="auto">
                          <a:xfrm>
                            <a:off x="892810" y="1132840"/>
                            <a:ext cx="8648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technologies and</w:t>
                              </w:r>
                            </w:p>
                          </w:txbxContent>
                        </wps:txbx>
                        <wps:bodyPr rot="0" vert="horz" wrap="none" lIns="0" tIns="0" rIns="0" bIns="0" anchor="t" anchorCtr="0" upright="1">
                          <a:spAutoFit/>
                        </wps:bodyPr>
                      </wps:wsp>
                      <wps:wsp>
                        <wps:cNvPr id="32" name="Rectangle 34"/>
                        <wps:cNvSpPr>
                          <a:spLocks noChangeArrowheads="1"/>
                        </wps:cNvSpPr>
                        <wps:spPr bwMode="auto">
                          <a:xfrm>
                            <a:off x="1818005" y="1132840"/>
                            <a:ext cx="57848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evaluations</w:t>
                              </w:r>
                            </w:p>
                          </w:txbxContent>
                        </wps:txbx>
                        <wps:bodyPr rot="0" vert="horz" wrap="none" lIns="0" tIns="0" rIns="0" bIns="0" anchor="t" anchorCtr="0" upright="1">
                          <a:spAutoFit/>
                        </wps:bodyPr>
                      </wps:wsp>
                      <wps:wsp>
                        <wps:cNvPr id="33" name="Rectangle 35"/>
                        <wps:cNvSpPr>
                          <a:spLocks noChangeArrowheads="1"/>
                        </wps:cNvSpPr>
                        <wps:spPr bwMode="auto">
                          <a:xfrm>
                            <a:off x="3590925" y="812165"/>
                            <a:ext cx="23558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Step </w:t>
                              </w:r>
                            </w:p>
                          </w:txbxContent>
                        </wps:txbx>
                        <wps:bodyPr rot="0" vert="horz" wrap="none" lIns="0" tIns="0" rIns="0" bIns="0" anchor="t" anchorCtr="0" upright="1">
                          <a:spAutoFit/>
                        </wps:bodyPr>
                      </wps:wsp>
                      <wps:wsp>
                        <wps:cNvPr id="34" name="Rectangle 36"/>
                        <wps:cNvSpPr>
                          <a:spLocks noChangeArrowheads="1"/>
                        </wps:cNvSpPr>
                        <wps:spPr bwMode="auto">
                          <a:xfrm>
                            <a:off x="3853180" y="815975"/>
                            <a:ext cx="7874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MS PGothic" w:eastAsia="MS PGothic" w:cs="MS PGothic" w:hint="eastAsia"/>
                                  <w:color w:val="000000"/>
                                  <w:sz w:val="18"/>
                                  <w:szCs w:val="18"/>
                                </w:rPr>
                                <w:t>２</w:t>
                              </w:r>
                            </w:p>
                          </w:txbxContent>
                        </wps:txbx>
                        <wps:bodyPr rot="0" vert="horz" wrap="none" lIns="0" tIns="0" rIns="0" bIns="0" anchor="t" anchorCtr="0" upright="1">
                          <a:spAutoFit/>
                        </wps:bodyPr>
                      </wps:wsp>
                      <wps:wsp>
                        <wps:cNvPr id="35" name="Rectangle 37"/>
                        <wps:cNvSpPr>
                          <a:spLocks noChangeArrowheads="1"/>
                        </wps:cNvSpPr>
                        <wps:spPr bwMode="auto">
                          <a:xfrm>
                            <a:off x="3590925" y="948055"/>
                            <a:ext cx="13284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Development of candidate </w:t>
                              </w:r>
                            </w:p>
                          </w:txbxContent>
                        </wps:txbx>
                        <wps:bodyPr rot="0" vert="horz" wrap="none" lIns="0" tIns="0" rIns="0" bIns="0" anchor="t" anchorCtr="0" upright="1">
                          <a:spAutoFit/>
                        </wps:bodyPr>
                      </wps:wsp>
                      <wps:wsp>
                        <wps:cNvPr id="36" name="Rectangle 38"/>
                        <wps:cNvSpPr>
                          <a:spLocks noChangeArrowheads="1"/>
                        </wps:cNvSpPr>
                        <wps:spPr bwMode="auto">
                          <a:xfrm>
                            <a:off x="3590925" y="1084580"/>
                            <a:ext cx="13982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radio interface technologies</w:t>
                              </w:r>
                            </w:p>
                          </w:txbxContent>
                        </wps:txbx>
                        <wps:bodyPr rot="0" vert="horz" wrap="none" lIns="0" tIns="0" rIns="0" bIns="0" anchor="t" anchorCtr="0" upright="1">
                          <a:spAutoFit/>
                        </wps:bodyPr>
                      </wps:wsp>
                      <wps:wsp>
                        <wps:cNvPr id="37" name="Rectangle 39"/>
                        <wps:cNvSpPr>
                          <a:spLocks noChangeArrowheads="1"/>
                        </wps:cNvSpPr>
                        <wps:spPr bwMode="auto">
                          <a:xfrm>
                            <a:off x="892810" y="3062605"/>
                            <a:ext cx="3308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Step 5</w:t>
                              </w:r>
                            </w:p>
                          </w:txbxContent>
                        </wps:txbx>
                        <wps:bodyPr rot="0" vert="horz" wrap="none" lIns="0" tIns="0" rIns="0" bIns="0" anchor="t" anchorCtr="0" upright="1">
                          <a:spAutoFit/>
                        </wps:bodyPr>
                      </wps:wsp>
                      <wps:wsp>
                        <wps:cNvPr id="38" name="Rectangle 40"/>
                        <wps:cNvSpPr>
                          <a:spLocks noChangeArrowheads="1"/>
                        </wps:cNvSpPr>
                        <wps:spPr bwMode="auto">
                          <a:xfrm>
                            <a:off x="892810" y="3198495"/>
                            <a:ext cx="13792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Review and coordination of </w:t>
                              </w:r>
                            </w:p>
                          </w:txbxContent>
                        </wps:txbx>
                        <wps:bodyPr rot="0" vert="horz" wrap="none" lIns="0" tIns="0" rIns="0" bIns="0" anchor="t" anchorCtr="0" upright="1">
                          <a:spAutoFit/>
                        </wps:bodyPr>
                      </wps:wsp>
                      <wps:wsp>
                        <wps:cNvPr id="39" name="Rectangle 41"/>
                        <wps:cNvSpPr>
                          <a:spLocks noChangeArrowheads="1"/>
                        </wps:cNvSpPr>
                        <wps:spPr bwMode="auto">
                          <a:xfrm>
                            <a:off x="892810" y="3334385"/>
                            <a:ext cx="13919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outside evaluation activities</w:t>
                              </w:r>
                            </w:p>
                          </w:txbxContent>
                        </wps:txbx>
                        <wps:bodyPr rot="0" vert="horz" wrap="none" lIns="0" tIns="0" rIns="0" bIns="0" anchor="t" anchorCtr="0" upright="1">
                          <a:spAutoFit/>
                        </wps:bodyPr>
                      </wps:wsp>
                      <wps:wsp>
                        <wps:cNvPr id="40" name="Rectangle 42"/>
                        <wps:cNvSpPr>
                          <a:spLocks noChangeArrowheads="1"/>
                        </wps:cNvSpPr>
                        <wps:spPr bwMode="auto">
                          <a:xfrm>
                            <a:off x="1021080" y="4595495"/>
                            <a:ext cx="3308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Step 6</w:t>
                              </w:r>
                            </w:p>
                          </w:txbxContent>
                        </wps:txbx>
                        <wps:bodyPr rot="0" vert="horz" wrap="none" lIns="0" tIns="0" rIns="0" bIns="0" anchor="t" anchorCtr="0" upright="1">
                          <a:spAutoFit/>
                        </wps:bodyPr>
                      </wps:wsp>
                      <wps:wsp>
                        <wps:cNvPr id="41" name="Rectangle 43"/>
                        <wps:cNvSpPr>
                          <a:spLocks noChangeArrowheads="1"/>
                        </wps:cNvSpPr>
                        <wps:spPr bwMode="auto">
                          <a:xfrm>
                            <a:off x="1021080" y="4731385"/>
                            <a:ext cx="8896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Review to assess </w:t>
                              </w:r>
                            </w:p>
                          </w:txbxContent>
                        </wps:txbx>
                        <wps:bodyPr rot="0" vert="horz" wrap="none" lIns="0" tIns="0" rIns="0" bIns="0" anchor="t" anchorCtr="0" upright="1">
                          <a:spAutoFit/>
                        </wps:bodyPr>
                      </wps:wsp>
                      <wps:wsp>
                        <wps:cNvPr id="42" name="Rectangle 44"/>
                        <wps:cNvSpPr>
                          <a:spLocks noChangeArrowheads="1"/>
                        </wps:cNvSpPr>
                        <wps:spPr bwMode="auto">
                          <a:xfrm>
                            <a:off x="1021080" y="4867275"/>
                            <a:ext cx="13087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compliance with minimum </w:t>
                              </w:r>
                            </w:p>
                          </w:txbxContent>
                        </wps:txbx>
                        <wps:bodyPr rot="0" vert="horz" wrap="none" lIns="0" tIns="0" rIns="0" bIns="0" anchor="t" anchorCtr="0" upright="1">
                          <a:spAutoFit/>
                        </wps:bodyPr>
                      </wps:wsp>
                      <wps:wsp>
                        <wps:cNvPr id="43" name="Rectangle 45"/>
                        <wps:cNvSpPr>
                          <a:spLocks noChangeArrowheads="1"/>
                        </wps:cNvSpPr>
                        <wps:spPr bwMode="auto">
                          <a:xfrm>
                            <a:off x="1021080" y="5003165"/>
                            <a:ext cx="66738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requirements</w:t>
                              </w:r>
                            </w:p>
                          </w:txbxContent>
                        </wps:txbx>
                        <wps:bodyPr rot="0" vert="horz" wrap="none" lIns="0" tIns="0" rIns="0" bIns="0" anchor="t" anchorCtr="0" upright="1">
                          <a:spAutoFit/>
                        </wps:bodyPr>
                      </wps:wsp>
                      <wps:wsp>
                        <wps:cNvPr id="44" name="Rectangle 46"/>
                        <wps:cNvSpPr>
                          <a:spLocks noChangeArrowheads="1"/>
                        </wps:cNvSpPr>
                        <wps:spPr bwMode="auto">
                          <a:xfrm>
                            <a:off x="957580" y="5800725"/>
                            <a:ext cx="3308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Step 7</w:t>
                              </w:r>
                            </w:p>
                          </w:txbxContent>
                        </wps:txbx>
                        <wps:bodyPr rot="0" vert="horz" wrap="none" lIns="0" tIns="0" rIns="0" bIns="0" anchor="t" anchorCtr="0" upright="1">
                          <a:spAutoFit/>
                        </wps:bodyPr>
                      </wps:wsp>
                      <wps:wsp>
                        <wps:cNvPr id="45" name="Rectangle 47"/>
                        <wps:cNvSpPr>
                          <a:spLocks noChangeArrowheads="1"/>
                        </wps:cNvSpPr>
                        <wps:spPr bwMode="auto">
                          <a:xfrm>
                            <a:off x="957580" y="5937250"/>
                            <a:ext cx="13855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Consideration of evaluation </w:t>
                              </w:r>
                            </w:p>
                          </w:txbxContent>
                        </wps:txbx>
                        <wps:bodyPr rot="0" vert="horz" wrap="none" lIns="0" tIns="0" rIns="0" bIns="0" anchor="t" anchorCtr="0" upright="1">
                          <a:spAutoFit/>
                        </wps:bodyPr>
                      </wps:wsp>
                      <wps:wsp>
                        <wps:cNvPr id="46" name="Rectangle 48"/>
                        <wps:cNvSpPr>
                          <a:spLocks noChangeArrowheads="1"/>
                        </wps:cNvSpPr>
                        <wps:spPr bwMode="auto">
                          <a:xfrm>
                            <a:off x="957580" y="6073140"/>
                            <a:ext cx="14046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results, consensus building, </w:t>
                              </w:r>
                            </w:p>
                          </w:txbxContent>
                        </wps:txbx>
                        <wps:bodyPr rot="0" vert="horz" wrap="none" lIns="0" tIns="0" rIns="0" bIns="0" anchor="t" anchorCtr="0" upright="1">
                          <a:spAutoFit/>
                        </wps:bodyPr>
                      </wps:wsp>
                      <wps:wsp>
                        <wps:cNvPr id="47" name="Rectangle 49"/>
                        <wps:cNvSpPr>
                          <a:spLocks noChangeArrowheads="1"/>
                        </wps:cNvSpPr>
                        <wps:spPr bwMode="auto">
                          <a:xfrm>
                            <a:off x="957580" y="6209030"/>
                            <a:ext cx="64198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and decision</w:t>
                              </w:r>
                            </w:p>
                          </w:txbxContent>
                        </wps:txbx>
                        <wps:bodyPr rot="0" vert="horz" wrap="none" lIns="0" tIns="0" rIns="0" bIns="0" anchor="t" anchorCtr="0" upright="1">
                          <a:spAutoFit/>
                        </wps:bodyPr>
                      </wps:wsp>
                      <wps:wsp>
                        <wps:cNvPr id="48" name="Freeform 50"/>
                        <wps:cNvSpPr>
                          <a:spLocks noEditPoints="1"/>
                        </wps:cNvSpPr>
                        <wps:spPr bwMode="auto">
                          <a:xfrm>
                            <a:off x="2540000" y="962660"/>
                            <a:ext cx="840105" cy="67945"/>
                          </a:xfrm>
                          <a:custGeom>
                            <a:avLst/>
                            <a:gdLst>
                              <a:gd name="T0" fmla="*/ 34 w 4942"/>
                              <a:gd name="T1" fmla="*/ 166 h 400"/>
                              <a:gd name="T2" fmla="*/ 4609 w 4942"/>
                              <a:gd name="T3" fmla="*/ 166 h 400"/>
                              <a:gd name="T4" fmla="*/ 4642 w 4942"/>
                              <a:gd name="T5" fmla="*/ 200 h 400"/>
                              <a:gd name="T6" fmla="*/ 4609 w 4942"/>
                              <a:gd name="T7" fmla="*/ 233 h 400"/>
                              <a:gd name="T8" fmla="*/ 34 w 4942"/>
                              <a:gd name="T9" fmla="*/ 233 h 400"/>
                              <a:gd name="T10" fmla="*/ 0 w 4942"/>
                              <a:gd name="T11" fmla="*/ 200 h 400"/>
                              <a:gd name="T12" fmla="*/ 34 w 4942"/>
                              <a:gd name="T13" fmla="*/ 166 h 400"/>
                              <a:gd name="T14" fmla="*/ 4542 w 4942"/>
                              <a:gd name="T15" fmla="*/ 0 h 400"/>
                              <a:gd name="T16" fmla="*/ 4942 w 4942"/>
                              <a:gd name="T17" fmla="*/ 200 h 400"/>
                              <a:gd name="T18" fmla="*/ 4542 w 4942"/>
                              <a:gd name="T19" fmla="*/ 400 h 400"/>
                              <a:gd name="T20" fmla="*/ 4542 w 4942"/>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942" h="400">
                                <a:moveTo>
                                  <a:pt x="34" y="166"/>
                                </a:moveTo>
                                <a:lnTo>
                                  <a:pt x="4609" y="166"/>
                                </a:lnTo>
                                <a:cubicBezTo>
                                  <a:pt x="4627" y="166"/>
                                  <a:pt x="4642" y="181"/>
                                  <a:pt x="4642" y="200"/>
                                </a:cubicBezTo>
                                <a:cubicBezTo>
                                  <a:pt x="4642" y="218"/>
                                  <a:pt x="4627" y="233"/>
                                  <a:pt x="4609" y="233"/>
                                </a:cubicBezTo>
                                <a:lnTo>
                                  <a:pt x="34" y="233"/>
                                </a:lnTo>
                                <a:cubicBezTo>
                                  <a:pt x="15" y="233"/>
                                  <a:pt x="0" y="218"/>
                                  <a:pt x="0" y="200"/>
                                </a:cubicBezTo>
                                <a:cubicBezTo>
                                  <a:pt x="0" y="181"/>
                                  <a:pt x="15" y="166"/>
                                  <a:pt x="34" y="166"/>
                                </a:cubicBezTo>
                                <a:close/>
                                <a:moveTo>
                                  <a:pt x="4542" y="0"/>
                                </a:moveTo>
                                <a:lnTo>
                                  <a:pt x="4942" y="200"/>
                                </a:lnTo>
                                <a:lnTo>
                                  <a:pt x="4542" y="400"/>
                                </a:lnTo>
                                <a:lnTo>
                                  <a:pt x="4542" y="0"/>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49" name="Freeform 51"/>
                        <wps:cNvSpPr>
                          <a:spLocks noEditPoints="1"/>
                        </wps:cNvSpPr>
                        <wps:spPr bwMode="auto">
                          <a:xfrm>
                            <a:off x="2544445" y="3274695"/>
                            <a:ext cx="643255" cy="67945"/>
                          </a:xfrm>
                          <a:custGeom>
                            <a:avLst/>
                            <a:gdLst>
                              <a:gd name="T0" fmla="*/ 90 w 1013"/>
                              <a:gd name="T1" fmla="*/ 44 h 107"/>
                              <a:gd name="T2" fmla="*/ 923 w 1013"/>
                              <a:gd name="T3" fmla="*/ 44 h 107"/>
                              <a:gd name="T4" fmla="*/ 923 w 1013"/>
                              <a:gd name="T5" fmla="*/ 62 h 107"/>
                              <a:gd name="T6" fmla="*/ 90 w 1013"/>
                              <a:gd name="T7" fmla="*/ 62 h 107"/>
                              <a:gd name="T8" fmla="*/ 90 w 1013"/>
                              <a:gd name="T9" fmla="*/ 44 h 107"/>
                              <a:gd name="T10" fmla="*/ 107 w 1013"/>
                              <a:gd name="T11" fmla="*/ 107 h 107"/>
                              <a:gd name="T12" fmla="*/ 0 w 1013"/>
                              <a:gd name="T13" fmla="*/ 53 h 107"/>
                              <a:gd name="T14" fmla="*/ 107 w 1013"/>
                              <a:gd name="T15" fmla="*/ 0 h 107"/>
                              <a:gd name="T16" fmla="*/ 107 w 1013"/>
                              <a:gd name="T17" fmla="*/ 107 h 107"/>
                              <a:gd name="T18" fmla="*/ 906 w 1013"/>
                              <a:gd name="T19" fmla="*/ 0 h 107"/>
                              <a:gd name="T20" fmla="*/ 1013 w 1013"/>
                              <a:gd name="T21" fmla="*/ 53 h 107"/>
                              <a:gd name="T22" fmla="*/ 906 w 1013"/>
                              <a:gd name="T23" fmla="*/ 107 h 107"/>
                              <a:gd name="T24" fmla="*/ 906 w 1013"/>
                              <a:gd name="T25"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13" h="107">
                                <a:moveTo>
                                  <a:pt x="90" y="44"/>
                                </a:moveTo>
                                <a:lnTo>
                                  <a:pt x="923" y="44"/>
                                </a:lnTo>
                                <a:lnTo>
                                  <a:pt x="923" y="62"/>
                                </a:lnTo>
                                <a:lnTo>
                                  <a:pt x="90" y="62"/>
                                </a:lnTo>
                                <a:lnTo>
                                  <a:pt x="90" y="44"/>
                                </a:lnTo>
                                <a:close/>
                                <a:moveTo>
                                  <a:pt x="107" y="107"/>
                                </a:moveTo>
                                <a:lnTo>
                                  <a:pt x="0" y="53"/>
                                </a:lnTo>
                                <a:lnTo>
                                  <a:pt x="107" y="0"/>
                                </a:lnTo>
                                <a:lnTo>
                                  <a:pt x="107" y="107"/>
                                </a:lnTo>
                                <a:close/>
                                <a:moveTo>
                                  <a:pt x="906" y="0"/>
                                </a:moveTo>
                                <a:lnTo>
                                  <a:pt x="1013" y="53"/>
                                </a:lnTo>
                                <a:lnTo>
                                  <a:pt x="906" y="107"/>
                                </a:lnTo>
                                <a:lnTo>
                                  <a:pt x="906" y="0"/>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50" name="Freeform 52"/>
                        <wps:cNvSpPr>
                          <a:spLocks noEditPoints="1"/>
                        </wps:cNvSpPr>
                        <wps:spPr bwMode="auto">
                          <a:xfrm>
                            <a:off x="1638935" y="3628390"/>
                            <a:ext cx="1675765" cy="843915"/>
                          </a:xfrm>
                          <a:custGeom>
                            <a:avLst/>
                            <a:gdLst>
                              <a:gd name="T0" fmla="*/ 246 w 9863"/>
                              <a:gd name="T1" fmla="*/ 4821 h 4963"/>
                              <a:gd name="T2" fmla="*/ 8 w 9863"/>
                              <a:gd name="T3" fmla="*/ 4940 h 4963"/>
                              <a:gd name="T4" fmla="*/ 619 w 9863"/>
                              <a:gd name="T5" fmla="*/ 4597 h 4963"/>
                              <a:gd name="T6" fmla="*/ 470 w 9863"/>
                              <a:gd name="T7" fmla="*/ 4746 h 4963"/>
                              <a:gd name="T8" fmla="*/ 857 w 9863"/>
                              <a:gd name="T9" fmla="*/ 4477 h 4963"/>
                              <a:gd name="T10" fmla="*/ 1066 w 9863"/>
                              <a:gd name="T11" fmla="*/ 4447 h 4963"/>
                              <a:gd name="T12" fmla="*/ 857 w 9863"/>
                              <a:gd name="T13" fmla="*/ 4477 h 4963"/>
                              <a:gd name="T14" fmla="*/ 1498 w 9863"/>
                              <a:gd name="T15" fmla="*/ 4193 h 4963"/>
                              <a:gd name="T16" fmla="*/ 1260 w 9863"/>
                              <a:gd name="T17" fmla="*/ 4313 h 4963"/>
                              <a:gd name="T18" fmla="*/ 1870 w 9863"/>
                              <a:gd name="T19" fmla="*/ 3969 h 4963"/>
                              <a:gd name="T20" fmla="*/ 1721 w 9863"/>
                              <a:gd name="T21" fmla="*/ 4118 h 4963"/>
                              <a:gd name="T22" fmla="*/ 2109 w 9863"/>
                              <a:gd name="T23" fmla="*/ 3850 h 4963"/>
                              <a:gd name="T24" fmla="*/ 2317 w 9863"/>
                              <a:gd name="T25" fmla="*/ 3820 h 4963"/>
                              <a:gd name="T26" fmla="*/ 2109 w 9863"/>
                              <a:gd name="T27" fmla="*/ 3850 h 4963"/>
                              <a:gd name="T28" fmla="*/ 2750 w 9863"/>
                              <a:gd name="T29" fmla="*/ 3566 h 4963"/>
                              <a:gd name="T30" fmla="*/ 2511 w 9863"/>
                              <a:gd name="T31" fmla="*/ 3685 h 4963"/>
                              <a:gd name="T32" fmla="*/ 3122 w 9863"/>
                              <a:gd name="T33" fmla="*/ 3342 h 4963"/>
                              <a:gd name="T34" fmla="*/ 2973 w 9863"/>
                              <a:gd name="T35" fmla="*/ 3491 h 4963"/>
                              <a:gd name="T36" fmla="*/ 3360 w 9863"/>
                              <a:gd name="T37" fmla="*/ 3222 h 4963"/>
                              <a:gd name="T38" fmla="*/ 3569 w 9863"/>
                              <a:gd name="T39" fmla="*/ 3192 h 4963"/>
                              <a:gd name="T40" fmla="*/ 3360 w 9863"/>
                              <a:gd name="T41" fmla="*/ 3222 h 4963"/>
                              <a:gd name="T42" fmla="*/ 4001 w 9863"/>
                              <a:gd name="T43" fmla="*/ 2938 h 4963"/>
                              <a:gd name="T44" fmla="*/ 3763 w 9863"/>
                              <a:gd name="T45" fmla="*/ 3058 h 4963"/>
                              <a:gd name="T46" fmla="*/ 4374 w 9863"/>
                              <a:gd name="T47" fmla="*/ 2714 h 4963"/>
                              <a:gd name="T48" fmla="*/ 4225 w 9863"/>
                              <a:gd name="T49" fmla="*/ 2864 h 4963"/>
                              <a:gd name="T50" fmla="*/ 4612 w 9863"/>
                              <a:gd name="T51" fmla="*/ 2595 h 4963"/>
                              <a:gd name="T52" fmla="*/ 4821 w 9863"/>
                              <a:gd name="T53" fmla="*/ 2565 h 4963"/>
                              <a:gd name="T54" fmla="*/ 4612 w 9863"/>
                              <a:gd name="T55" fmla="*/ 2595 h 4963"/>
                              <a:gd name="T56" fmla="*/ 5253 w 9863"/>
                              <a:gd name="T57" fmla="*/ 2311 h 4963"/>
                              <a:gd name="T58" fmla="*/ 5014 w 9863"/>
                              <a:gd name="T59" fmla="*/ 2431 h 4963"/>
                              <a:gd name="T60" fmla="*/ 5625 w 9863"/>
                              <a:gd name="T61" fmla="*/ 2087 h 4963"/>
                              <a:gd name="T62" fmla="*/ 5476 w 9863"/>
                              <a:gd name="T63" fmla="*/ 2236 h 4963"/>
                              <a:gd name="T64" fmla="*/ 5863 w 9863"/>
                              <a:gd name="T65" fmla="*/ 1968 h 4963"/>
                              <a:gd name="T66" fmla="*/ 6072 w 9863"/>
                              <a:gd name="T67" fmla="*/ 1938 h 4963"/>
                              <a:gd name="T68" fmla="*/ 5863 w 9863"/>
                              <a:gd name="T69" fmla="*/ 1968 h 4963"/>
                              <a:gd name="T70" fmla="*/ 6504 w 9863"/>
                              <a:gd name="T71" fmla="*/ 1684 h 4963"/>
                              <a:gd name="T72" fmla="*/ 6266 w 9863"/>
                              <a:gd name="T73" fmla="*/ 1803 h 4963"/>
                              <a:gd name="T74" fmla="*/ 6877 w 9863"/>
                              <a:gd name="T75" fmla="*/ 1460 h 4963"/>
                              <a:gd name="T76" fmla="*/ 6728 w 9863"/>
                              <a:gd name="T77" fmla="*/ 1609 h 4963"/>
                              <a:gd name="T78" fmla="*/ 7115 w 9863"/>
                              <a:gd name="T79" fmla="*/ 1340 h 4963"/>
                              <a:gd name="T80" fmla="*/ 7324 w 9863"/>
                              <a:gd name="T81" fmla="*/ 1310 h 4963"/>
                              <a:gd name="T82" fmla="*/ 7115 w 9863"/>
                              <a:gd name="T83" fmla="*/ 1340 h 4963"/>
                              <a:gd name="T84" fmla="*/ 7756 w 9863"/>
                              <a:gd name="T85" fmla="*/ 1056 h 4963"/>
                              <a:gd name="T86" fmla="*/ 7517 w 9863"/>
                              <a:gd name="T87" fmla="*/ 1176 h 4963"/>
                              <a:gd name="T88" fmla="*/ 8128 w 9863"/>
                              <a:gd name="T89" fmla="*/ 832 h 4963"/>
                              <a:gd name="T90" fmla="*/ 7979 w 9863"/>
                              <a:gd name="T91" fmla="*/ 982 h 4963"/>
                              <a:gd name="T92" fmla="*/ 8367 w 9863"/>
                              <a:gd name="T93" fmla="*/ 713 h 4963"/>
                              <a:gd name="T94" fmla="*/ 8575 w 9863"/>
                              <a:gd name="T95" fmla="*/ 683 h 4963"/>
                              <a:gd name="T96" fmla="*/ 8367 w 9863"/>
                              <a:gd name="T97" fmla="*/ 713 h 4963"/>
                              <a:gd name="T98" fmla="*/ 9007 w 9863"/>
                              <a:gd name="T99" fmla="*/ 429 h 4963"/>
                              <a:gd name="T100" fmla="*/ 8769 w 9863"/>
                              <a:gd name="T101" fmla="*/ 548 h 4963"/>
                              <a:gd name="T102" fmla="*/ 9380 w 9863"/>
                              <a:gd name="T103" fmla="*/ 205 h 4963"/>
                              <a:gd name="T104" fmla="*/ 9231 w 9863"/>
                              <a:gd name="T105" fmla="*/ 354 h 4963"/>
                              <a:gd name="T106" fmla="*/ 9416 w 9863"/>
                              <a:gd name="T107" fmla="*/ 1 h 4963"/>
                              <a:gd name="T108" fmla="*/ 9416 w 9863"/>
                              <a:gd name="T109" fmla="*/ 1 h 4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863" h="4963">
                                <a:moveTo>
                                  <a:pt x="23" y="4895"/>
                                </a:moveTo>
                                <a:lnTo>
                                  <a:pt x="202" y="4806"/>
                                </a:lnTo>
                                <a:cubicBezTo>
                                  <a:pt x="218" y="4797"/>
                                  <a:pt x="238" y="4804"/>
                                  <a:pt x="246" y="4821"/>
                                </a:cubicBezTo>
                                <a:cubicBezTo>
                                  <a:pt x="255" y="4837"/>
                                  <a:pt x="248" y="4857"/>
                                  <a:pt x="232" y="4865"/>
                                </a:cubicBezTo>
                                <a:lnTo>
                                  <a:pt x="53" y="4955"/>
                                </a:lnTo>
                                <a:cubicBezTo>
                                  <a:pt x="36" y="4963"/>
                                  <a:pt x="16" y="4957"/>
                                  <a:pt x="8" y="4940"/>
                                </a:cubicBezTo>
                                <a:cubicBezTo>
                                  <a:pt x="0" y="4924"/>
                                  <a:pt x="6" y="4904"/>
                                  <a:pt x="23" y="4895"/>
                                </a:cubicBezTo>
                                <a:close/>
                                <a:moveTo>
                                  <a:pt x="440" y="4686"/>
                                </a:moveTo>
                                <a:lnTo>
                                  <a:pt x="619" y="4597"/>
                                </a:lnTo>
                                <a:cubicBezTo>
                                  <a:pt x="635" y="4588"/>
                                  <a:pt x="655" y="4595"/>
                                  <a:pt x="664" y="4611"/>
                                </a:cubicBezTo>
                                <a:cubicBezTo>
                                  <a:pt x="672" y="4628"/>
                                  <a:pt x="665" y="4648"/>
                                  <a:pt x="649" y="4656"/>
                                </a:cubicBezTo>
                                <a:lnTo>
                                  <a:pt x="470" y="4746"/>
                                </a:lnTo>
                                <a:cubicBezTo>
                                  <a:pt x="453" y="4754"/>
                                  <a:pt x="433" y="4747"/>
                                  <a:pt x="425" y="4731"/>
                                </a:cubicBezTo>
                                <a:cubicBezTo>
                                  <a:pt x="417" y="4714"/>
                                  <a:pt x="424" y="4694"/>
                                  <a:pt x="440" y="4686"/>
                                </a:cubicBezTo>
                                <a:close/>
                                <a:moveTo>
                                  <a:pt x="857" y="4477"/>
                                </a:moveTo>
                                <a:lnTo>
                                  <a:pt x="1036" y="4387"/>
                                </a:lnTo>
                                <a:cubicBezTo>
                                  <a:pt x="1052" y="4379"/>
                                  <a:pt x="1073" y="4386"/>
                                  <a:pt x="1081" y="4402"/>
                                </a:cubicBezTo>
                                <a:cubicBezTo>
                                  <a:pt x="1089" y="4419"/>
                                  <a:pt x="1082" y="4439"/>
                                  <a:pt x="1066" y="4447"/>
                                </a:cubicBezTo>
                                <a:lnTo>
                                  <a:pt x="887" y="4537"/>
                                </a:lnTo>
                                <a:cubicBezTo>
                                  <a:pt x="871" y="4545"/>
                                  <a:pt x="851" y="4538"/>
                                  <a:pt x="842" y="4522"/>
                                </a:cubicBezTo>
                                <a:cubicBezTo>
                                  <a:pt x="834" y="4505"/>
                                  <a:pt x="841" y="4485"/>
                                  <a:pt x="857" y="4477"/>
                                </a:cubicBezTo>
                                <a:close/>
                                <a:moveTo>
                                  <a:pt x="1274" y="4268"/>
                                </a:moveTo>
                                <a:lnTo>
                                  <a:pt x="1453" y="4178"/>
                                </a:lnTo>
                                <a:cubicBezTo>
                                  <a:pt x="1470" y="4170"/>
                                  <a:pt x="1490" y="4177"/>
                                  <a:pt x="1498" y="4193"/>
                                </a:cubicBezTo>
                                <a:cubicBezTo>
                                  <a:pt x="1506" y="4210"/>
                                  <a:pt x="1500" y="4230"/>
                                  <a:pt x="1483" y="4238"/>
                                </a:cubicBezTo>
                                <a:lnTo>
                                  <a:pt x="1304" y="4328"/>
                                </a:lnTo>
                                <a:cubicBezTo>
                                  <a:pt x="1288" y="4336"/>
                                  <a:pt x="1268" y="4329"/>
                                  <a:pt x="1260" y="4313"/>
                                </a:cubicBezTo>
                                <a:cubicBezTo>
                                  <a:pt x="1251" y="4296"/>
                                  <a:pt x="1258" y="4276"/>
                                  <a:pt x="1274" y="4268"/>
                                </a:cubicBezTo>
                                <a:close/>
                                <a:moveTo>
                                  <a:pt x="1692" y="4059"/>
                                </a:moveTo>
                                <a:lnTo>
                                  <a:pt x="1870" y="3969"/>
                                </a:lnTo>
                                <a:cubicBezTo>
                                  <a:pt x="1887" y="3961"/>
                                  <a:pt x="1907" y="3968"/>
                                  <a:pt x="1915" y="3984"/>
                                </a:cubicBezTo>
                                <a:cubicBezTo>
                                  <a:pt x="1923" y="4001"/>
                                  <a:pt x="1917" y="4021"/>
                                  <a:pt x="1900" y="4029"/>
                                </a:cubicBezTo>
                                <a:lnTo>
                                  <a:pt x="1721" y="4118"/>
                                </a:lnTo>
                                <a:cubicBezTo>
                                  <a:pt x="1705" y="4127"/>
                                  <a:pt x="1685" y="4120"/>
                                  <a:pt x="1677" y="4104"/>
                                </a:cubicBezTo>
                                <a:cubicBezTo>
                                  <a:pt x="1668" y="4087"/>
                                  <a:pt x="1675" y="4067"/>
                                  <a:pt x="1692" y="4059"/>
                                </a:cubicBezTo>
                                <a:close/>
                                <a:moveTo>
                                  <a:pt x="2109" y="3850"/>
                                </a:moveTo>
                                <a:lnTo>
                                  <a:pt x="2288" y="3760"/>
                                </a:lnTo>
                                <a:cubicBezTo>
                                  <a:pt x="2304" y="3752"/>
                                  <a:pt x="2324" y="3758"/>
                                  <a:pt x="2332" y="3775"/>
                                </a:cubicBezTo>
                                <a:cubicBezTo>
                                  <a:pt x="2341" y="3791"/>
                                  <a:pt x="2334" y="3811"/>
                                  <a:pt x="2317" y="3820"/>
                                </a:cubicBezTo>
                                <a:lnTo>
                                  <a:pt x="2139" y="3909"/>
                                </a:lnTo>
                                <a:cubicBezTo>
                                  <a:pt x="2122" y="3918"/>
                                  <a:pt x="2102" y="3911"/>
                                  <a:pt x="2094" y="3894"/>
                                </a:cubicBezTo>
                                <a:cubicBezTo>
                                  <a:pt x="2086" y="3878"/>
                                  <a:pt x="2092" y="3858"/>
                                  <a:pt x="2109" y="3850"/>
                                </a:cubicBezTo>
                                <a:close/>
                                <a:moveTo>
                                  <a:pt x="2526" y="3641"/>
                                </a:moveTo>
                                <a:lnTo>
                                  <a:pt x="2705" y="3551"/>
                                </a:lnTo>
                                <a:cubicBezTo>
                                  <a:pt x="2721" y="3543"/>
                                  <a:pt x="2741" y="3549"/>
                                  <a:pt x="2750" y="3566"/>
                                </a:cubicBezTo>
                                <a:cubicBezTo>
                                  <a:pt x="2758" y="3582"/>
                                  <a:pt x="2751" y="3602"/>
                                  <a:pt x="2735" y="3611"/>
                                </a:cubicBezTo>
                                <a:lnTo>
                                  <a:pt x="2556" y="3700"/>
                                </a:lnTo>
                                <a:cubicBezTo>
                                  <a:pt x="2539" y="3708"/>
                                  <a:pt x="2519" y="3702"/>
                                  <a:pt x="2511" y="3685"/>
                                </a:cubicBezTo>
                                <a:cubicBezTo>
                                  <a:pt x="2503" y="3669"/>
                                  <a:pt x="2510" y="3649"/>
                                  <a:pt x="2526" y="3641"/>
                                </a:cubicBezTo>
                                <a:close/>
                                <a:moveTo>
                                  <a:pt x="2943" y="3431"/>
                                </a:moveTo>
                                <a:lnTo>
                                  <a:pt x="3122" y="3342"/>
                                </a:lnTo>
                                <a:cubicBezTo>
                                  <a:pt x="3138" y="3334"/>
                                  <a:pt x="3158" y="3340"/>
                                  <a:pt x="3167" y="3357"/>
                                </a:cubicBezTo>
                                <a:cubicBezTo>
                                  <a:pt x="3175" y="3373"/>
                                  <a:pt x="3168" y="3393"/>
                                  <a:pt x="3152" y="3401"/>
                                </a:cubicBezTo>
                                <a:lnTo>
                                  <a:pt x="2973" y="3491"/>
                                </a:lnTo>
                                <a:cubicBezTo>
                                  <a:pt x="2957" y="3499"/>
                                  <a:pt x="2937" y="3493"/>
                                  <a:pt x="2928" y="3476"/>
                                </a:cubicBezTo>
                                <a:cubicBezTo>
                                  <a:pt x="2920" y="3460"/>
                                  <a:pt x="2927" y="3440"/>
                                  <a:pt x="2943" y="3431"/>
                                </a:cubicBezTo>
                                <a:close/>
                                <a:moveTo>
                                  <a:pt x="3360" y="3222"/>
                                </a:moveTo>
                                <a:lnTo>
                                  <a:pt x="3539" y="3133"/>
                                </a:lnTo>
                                <a:cubicBezTo>
                                  <a:pt x="3556" y="3124"/>
                                  <a:pt x="3576" y="3131"/>
                                  <a:pt x="3584" y="3148"/>
                                </a:cubicBezTo>
                                <a:cubicBezTo>
                                  <a:pt x="3592" y="3164"/>
                                  <a:pt x="3585" y="3184"/>
                                  <a:pt x="3569" y="3192"/>
                                </a:cubicBezTo>
                                <a:lnTo>
                                  <a:pt x="3390" y="3282"/>
                                </a:lnTo>
                                <a:cubicBezTo>
                                  <a:pt x="3374" y="3290"/>
                                  <a:pt x="3354" y="3284"/>
                                  <a:pt x="3345" y="3267"/>
                                </a:cubicBezTo>
                                <a:cubicBezTo>
                                  <a:pt x="3337" y="3251"/>
                                  <a:pt x="3344" y="3231"/>
                                  <a:pt x="3360" y="3222"/>
                                </a:cubicBezTo>
                                <a:close/>
                                <a:moveTo>
                                  <a:pt x="3778" y="3013"/>
                                </a:moveTo>
                                <a:lnTo>
                                  <a:pt x="3956" y="2924"/>
                                </a:lnTo>
                                <a:cubicBezTo>
                                  <a:pt x="3973" y="2915"/>
                                  <a:pt x="3993" y="2922"/>
                                  <a:pt x="4001" y="2938"/>
                                </a:cubicBezTo>
                                <a:cubicBezTo>
                                  <a:pt x="4009" y="2955"/>
                                  <a:pt x="4003" y="2975"/>
                                  <a:pt x="3986" y="2983"/>
                                </a:cubicBezTo>
                                <a:lnTo>
                                  <a:pt x="3807" y="3073"/>
                                </a:lnTo>
                                <a:cubicBezTo>
                                  <a:pt x="3791" y="3081"/>
                                  <a:pt x="3771" y="3074"/>
                                  <a:pt x="3763" y="3058"/>
                                </a:cubicBezTo>
                                <a:cubicBezTo>
                                  <a:pt x="3754" y="3041"/>
                                  <a:pt x="3761" y="3021"/>
                                  <a:pt x="3778" y="3013"/>
                                </a:cubicBezTo>
                                <a:close/>
                                <a:moveTo>
                                  <a:pt x="4195" y="2804"/>
                                </a:moveTo>
                                <a:lnTo>
                                  <a:pt x="4374" y="2714"/>
                                </a:lnTo>
                                <a:cubicBezTo>
                                  <a:pt x="4390" y="2706"/>
                                  <a:pt x="4410" y="2713"/>
                                  <a:pt x="4418" y="2729"/>
                                </a:cubicBezTo>
                                <a:cubicBezTo>
                                  <a:pt x="4427" y="2746"/>
                                  <a:pt x="4420" y="2766"/>
                                  <a:pt x="4403" y="2774"/>
                                </a:cubicBezTo>
                                <a:lnTo>
                                  <a:pt x="4225" y="2864"/>
                                </a:lnTo>
                                <a:cubicBezTo>
                                  <a:pt x="4208" y="2872"/>
                                  <a:pt x="4188" y="2865"/>
                                  <a:pt x="4180" y="2849"/>
                                </a:cubicBezTo>
                                <a:cubicBezTo>
                                  <a:pt x="4172" y="2832"/>
                                  <a:pt x="4178" y="2812"/>
                                  <a:pt x="4195" y="2804"/>
                                </a:cubicBezTo>
                                <a:close/>
                                <a:moveTo>
                                  <a:pt x="4612" y="2595"/>
                                </a:moveTo>
                                <a:lnTo>
                                  <a:pt x="4791" y="2505"/>
                                </a:lnTo>
                                <a:cubicBezTo>
                                  <a:pt x="4807" y="2497"/>
                                  <a:pt x="4827" y="2504"/>
                                  <a:pt x="4835" y="2520"/>
                                </a:cubicBezTo>
                                <a:cubicBezTo>
                                  <a:pt x="4844" y="2537"/>
                                  <a:pt x="4837" y="2557"/>
                                  <a:pt x="4821" y="2565"/>
                                </a:cubicBezTo>
                                <a:lnTo>
                                  <a:pt x="4642" y="2655"/>
                                </a:lnTo>
                                <a:cubicBezTo>
                                  <a:pt x="4625" y="2663"/>
                                  <a:pt x="4605" y="2656"/>
                                  <a:pt x="4597" y="2640"/>
                                </a:cubicBezTo>
                                <a:cubicBezTo>
                                  <a:pt x="4589" y="2623"/>
                                  <a:pt x="4595" y="2603"/>
                                  <a:pt x="4612" y="2595"/>
                                </a:cubicBezTo>
                                <a:close/>
                                <a:moveTo>
                                  <a:pt x="5029" y="2386"/>
                                </a:moveTo>
                                <a:lnTo>
                                  <a:pt x="5208" y="2296"/>
                                </a:lnTo>
                                <a:cubicBezTo>
                                  <a:pt x="5224" y="2288"/>
                                  <a:pt x="5244" y="2295"/>
                                  <a:pt x="5253" y="2311"/>
                                </a:cubicBezTo>
                                <a:cubicBezTo>
                                  <a:pt x="5261" y="2328"/>
                                  <a:pt x="5254" y="2348"/>
                                  <a:pt x="5238" y="2356"/>
                                </a:cubicBezTo>
                                <a:lnTo>
                                  <a:pt x="5059" y="2445"/>
                                </a:lnTo>
                                <a:cubicBezTo>
                                  <a:pt x="5043" y="2454"/>
                                  <a:pt x="5022" y="2447"/>
                                  <a:pt x="5014" y="2431"/>
                                </a:cubicBezTo>
                                <a:cubicBezTo>
                                  <a:pt x="5006" y="2414"/>
                                  <a:pt x="5013" y="2394"/>
                                  <a:pt x="5029" y="2386"/>
                                </a:cubicBezTo>
                                <a:close/>
                                <a:moveTo>
                                  <a:pt x="5446" y="2177"/>
                                </a:moveTo>
                                <a:lnTo>
                                  <a:pt x="5625" y="2087"/>
                                </a:lnTo>
                                <a:cubicBezTo>
                                  <a:pt x="5642" y="2079"/>
                                  <a:pt x="5662" y="2085"/>
                                  <a:pt x="5670" y="2102"/>
                                </a:cubicBezTo>
                                <a:cubicBezTo>
                                  <a:pt x="5678" y="2118"/>
                                  <a:pt x="5671" y="2138"/>
                                  <a:pt x="5655" y="2147"/>
                                </a:cubicBezTo>
                                <a:lnTo>
                                  <a:pt x="5476" y="2236"/>
                                </a:lnTo>
                                <a:cubicBezTo>
                                  <a:pt x="5460" y="2245"/>
                                  <a:pt x="5440" y="2238"/>
                                  <a:pt x="5431" y="2221"/>
                                </a:cubicBezTo>
                                <a:cubicBezTo>
                                  <a:pt x="5423" y="2205"/>
                                  <a:pt x="5430" y="2185"/>
                                  <a:pt x="5446" y="2177"/>
                                </a:cubicBezTo>
                                <a:close/>
                                <a:moveTo>
                                  <a:pt x="5863" y="1968"/>
                                </a:moveTo>
                                <a:lnTo>
                                  <a:pt x="6042" y="1878"/>
                                </a:lnTo>
                                <a:cubicBezTo>
                                  <a:pt x="6059" y="1870"/>
                                  <a:pt x="6079" y="1876"/>
                                  <a:pt x="6087" y="1893"/>
                                </a:cubicBezTo>
                                <a:cubicBezTo>
                                  <a:pt x="6095" y="1909"/>
                                  <a:pt x="6089" y="1929"/>
                                  <a:pt x="6072" y="1938"/>
                                </a:cubicBezTo>
                                <a:lnTo>
                                  <a:pt x="5893" y="2027"/>
                                </a:lnTo>
                                <a:cubicBezTo>
                                  <a:pt x="5877" y="2035"/>
                                  <a:pt x="5857" y="2029"/>
                                  <a:pt x="5849" y="2012"/>
                                </a:cubicBezTo>
                                <a:cubicBezTo>
                                  <a:pt x="5840" y="1996"/>
                                  <a:pt x="5847" y="1976"/>
                                  <a:pt x="5863" y="1968"/>
                                </a:cubicBezTo>
                                <a:close/>
                                <a:moveTo>
                                  <a:pt x="6281" y="1758"/>
                                </a:moveTo>
                                <a:lnTo>
                                  <a:pt x="6459" y="1669"/>
                                </a:lnTo>
                                <a:cubicBezTo>
                                  <a:pt x="6476" y="1661"/>
                                  <a:pt x="6496" y="1667"/>
                                  <a:pt x="6504" y="1684"/>
                                </a:cubicBezTo>
                                <a:cubicBezTo>
                                  <a:pt x="6512" y="1700"/>
                                  <a:pt x="6506" y="1720"/>
                                  <a:pt x="6489" y="1728"/>
                                </a:cubicBezTo>
                                <a:lnTo>
                                  <a:pt x="6311" y="1818"/>
                                </a:lnTo>
                                <a:cubicBezTo>
                                  <a:pt x="6294" y="1826"/>
                                  <a:pt x="6274" y="1820"/>
                                  <a:pt x="6266" y="1803"/>
                                </a:cubicBezTo>
                                <a:cubicBezTo>
                                  <a:pt x="6258" y="1787"/>
                                  <a:pt x="6264" y="1767"/>
                                  <a:pt x="6281" y="1758"/>
                                </a:cubicBezTo>
                                <a:close/>
                                <a:moveTo>
                                  <a:pt x="6698" y="1549"/>
                                </a:moveTo>
                                <a:lnTo>
                                  <a:pt x="6877" y="1460"/>
                                </a:lnTo>
                                <a:cubicBezTo>
                                  <a:pt x="6893" y="1451"/>
                                  <a:pt x="6913" y="1458"/>
                                  <a:pt x="6921" y="1475"/>
                                </a:cubicBezTo>
                                <a:cubicBezTo>
                                  <a:pt x="6930" y="1491"/>
                                  <a:pt x="6923" y="1511"/>
                                  <a:pt x="6907" y="1519"/>
                                </a:cubicBezTo>
                                <a:lnTo>
                                  <a:pt x="6728" y="1609"/>
                                </a:lnTo>
                                <a:cubicBezTo>
                                  <a:pt x="6711" y="1617"/>
                                  <a:pt x="6691" y="1611"/>
                                  <a:pt x="6683" y="1594"/>
                                </a:cubicBezTo>
                                <a:cubicBezTo>
                                  <a:pt x="6675" y="1578"/>
                                  <a:pt x="6681" y="1558"/>
                                  <a:pt x="6698" y="1549"/>
                                </a:cubicBezTo>
                                <a:close/>
                                <a:moveTo>
                                  <a:pt x="7115" y="1340"/>
                                </a:moveTo>
                                <a:lnTo>
                                  <a:pt x="7294" y="1251"/>
                                </a:lnTo>
                                <a:cubicBezTo>
                                  <a:pt x="7310" y="1242"/>
                                  <a:pt x="7330" y="1249"/>
                                  <a:pt x="7339" y="1265"/>
                                </a:cubicBezTo>
                                <a:cubicBezTo>
                                  <a:pt x="7347" y="1282"/>
                                  <a:pt x="7340" y="1302"/>
                                  <a:pt x="7324" y="1310"/>
                                </a:cubicBezTo>
                                <a:lnTo>
                                  <a:pt x="7145" y="1400"/>
                                </a:lnTo>
                                <a:cubicBezTo>
                                  <a:pt x="7128" y="1408"/>
                                  <a:pt x="7108" y="1401"/>
                                  <a:pt x="7100" y="1385"/>
                                </a:cubicBezTo>
                                <a:cubicBezTo>
                                  <a:pt x="7092" y="1368"/>
                                  <a:pt x="7099" y="1348"/>
                                  <a:pt x="7115" y="1340"/>
                                </a:cubicBezTo>
                                <a:close/>
                                <a:moveTo>
                                  <a:pt x="7532" y="1131"/>
                                </a:moveTo>
                                <a:lnTo>
                                  <a:pt x="7711" y="1041"/>
                                </a:lnTo>
                                <a:cubicBezTo>
                                  <a:pt x="7727" y="1033"/>
                                  <a:pt x="7748" y="1040"/>
                                  <a:pt x="7756" y="1056"/>
                                </a:cubicBezTo>
                                <a:cubicBezTo>
                                  <a:pt x="7764" y="1073"/>
                                  <a:pt x="7757" y="1093"/>
                                  <a:pt x="7741" y="1101"/>
                                </a:cubicBezTo>
                                <a:lnTo>
                                  <a:pt x="7562" y="1191"/>
                                </a:lnTo>
                                <a:cubicBezTo>
                                  <a:pt x="7546" y="1199"/>
                                  <a:pt x="7526" y="1192"/>
                                  <a:pt x="7517" y="1176"/>
                                </a:cubicBezTo>
                                <a:cubicBezTo>
                                  <a:pt x="7509" y="1159"/>
                                  <a:pt x="7516" y="1139"/>
                                  <a:pt x="7532" y="1131"/>
                                </a:cubicBezTo>
                                <a:close/>
                                <a:moveTo>
                                  <a:pt x="7949" y="922"/>
                                </a:moveTo>
                                <a:lnTo>
                                  <a:pt x="8128" y="832"/>
                                </a:lnTo>
                                <a:cubicBezTo>
                                  <a:pt x="8145" y="824"/>
                                  <a:pt x="8165" y="831"/>
                                  <a:pt x="8173" y="847"/>
                                </a:cubicBezTo>
                                <a:cubicBezTo>
                                  <a:pt x="8181" y="864"/>
                                  <a:pt x="8175" y="884"/>
                                  <a:pt x="8158" y="892"/>
                                </a:cubicBezTo>
                                <a:lnTo>
                                  <a:pt x="7979" y="982"/>
                                </a:lnTo>
                                <a:cubicBezTo>
                                  <a:pt x="7963" y="990"/>
                                  <a:pt x="7943" y="983"/>
                                  <a:pt x="7935" y="967"/>
                                </a:cubicBezTo>
                                <a:cubicBezTo>
                                  <a:pt x="7926" y="950"/>
                                  <a:pt x="7933" y="930"/>
                                  <a:pt x="7949" y="922"/>
                                </a:cubicBezTo>
                                <a:close/>
                                <a:moveTo>
                                  <a:pt x="8367" y="713"/>
                                </a:moveTo>
                                <a:lnTo>
                                  <a:pt x="8545" y="623"/>
                                </a:lnTo>
                                <a:cubicBezTo>
                                  <a:pt x="8562" y="615"/>
                                  <a:pt x="8582" y="622"/>
                                  <a:pt x="8590" y="638"/>
                                </a:cubicBezTo>
                                <a:cubicBezTo>
                                  <a:pt x="8598" y="655"/>
                                  <a:pt x="8592" y="675"/>
                                  <a:pt x="8575" y="683"/>
                                </a:cubicBezTo>
                                <a:lnTo>
                                  <a:pt x="8396" y="772"/>
                                </a:lnTo>
                                <a:cubicBezTo>
                                  <a:pt x="8380" y="781"/>
                                  <a:pt x="8360" y="774"/>
                                  <a:pt x="8352" y="758"/>
                                </a:cubicBezTo>
                                <a:cubicBezTo>
                                  <a:pt x="8343" y="741"/>
                                  <a:pt x="8350" y="721"/>
                                  <a:pt x="8367" y="713"/>
                                </a:cubicBezTo>
                                <a:close/>
                                <a:moveTo>
                                  <a:pt x="8784" y="504"/>
                                </a:moveTo>
                                <a:lnTo>
                                  <a:pt x="8963" y="414"/>
                                </a:lnTo>
                                <a:cubicBezTo>
                                  <a:pt x="8979" y="406"/>
                                  <a:pt x="8999" y="412"/>
                                  <a:pt x="9007" y="429"/>
                                </a:cubicBezTo>
                                <a:cubicBezTo>
                                  <a:pt x="9016" y="445"/>
                                  <a:pt x="9009" y="465"/>
                                  <a:pt x="8992" y="474"/>
                                </a:cubicBezTo>
                                <a:lnTo>
                                  <a:pt x="8814" y="563"/>
                                </a:lnTo>
                                <a:cubicBezTo>
                                  <a:pt x="8797" y="572"/>
                                  <a:pt x="8777" y="565"/>
                                  <a:pt x="8769" y="548"/>
                                </a:cubicBezTo>
                                <a:cubicBezTo>
                                  <a:pt x="8761" y="532"/>
                                  <a:pt x="8767" y="512"/>
                                  <a:pt x="8784" y="504"/>
                                </a:cubicBezTo>
                                <a:close/>
                                <a:moveTo>
                                  <a:pt x="9201" y="295"/>
                                </a:moveTo>
                                <a:lnTo>
                                  <a:pt x="9380" y="205"/>
                                </a:lnTo>
                                <a:cubicBezTo>
                                  <a:pt x="9396" y="197"/>
                                  <a:pt x="9416" y="203"/>
                                  <a:pt x="9425" y="220"/>
                                </a:cubicBezTo>
                                <a:cubicBezTo>
                                  <a:pt x="9433" y="236"/>
                                  <a:pt x="9426" y="256"/>
                                  <a:pt x="9410" y="265"/>
                                </a:cubicBezTo>
                                <a:lnTo>
                                  <a:pt x="9231" y="354"/>
                                </a:lnTo>
                                <a:cubicBezTo>
                                  <a:pt x="9214" y="362"/>
                                  <a:pt x="9194" y="356"/>
                                  <a:pt x="9186" y="339"/>
                                </a:cubicBezTo>
                                <a:cubicBezTo>
                                  <a:pt x="9178" y="323"/>
                                  <a:pt x="9185" y="303"/>
                                  <a:pt x="9201" y="295"/>
                                </a:cubicBezTo>
                                <a:close/>
                                <a:moveTo>
                                  <a:pt x="9416" y="1"/>
                                </a:moveTo>
                                <a:lnTo>
                                  <a:pt x="9863" y="0"/>
                                </a:lnTo>
                                <a:lnTo>
                                  <a:pt x="9595" y="358"/>
                                </a:lnTo>
                                <a:lnTo>
                                  <a:pt x="9416" y="1"/>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51" name="Rectangle 53"/>
                        <wps:cNvSpPr>
                          <a:spLocks noChangeArrowheads="1"/>
                        </wps:cNvSpPr>
                        <wps:spPr bwMode="auto">
                          <a:xfrm>
                            <a:off x="3380105" y="4615815"/>
                            <a:ext cx="2054225" cy="61912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54"/>
                        <wps:cNvSpPr>
                          <a:spLocks noChangeArrowheads="1"/>
                        </wps:cNvSpPr>
                        <wps:spPr bwMode="auto">
                          <a:xfrm>
                            <a:off x="3526155" y="4706620"/>
                            <a:ext cx="15506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Descriptions of proposed radio </w:t>
                              </w:r>
                            </w:p>
                          </w:txbxContent>
                        </wps:txbx>
                        <wps:bodyPr rot="0" vert="horz" wrap="none" lIns="0" tIns="0" rIns="0" bIns="0" anchor="t" anchorCtr="0" upright="1">
                          <a:spAutoFit/>
                        </wps:bodyPr>
                      </wps:wsp>
                      <wps:wsp>
                        <wps:cNvPr id="53" name="Rectangle 55"/>
                        <wps:cNvSpPr>
                          <a:spLocks noChangeArrowheads="1"/>
                        </wps:cNvSpPr>
                        <wps:spPr bwMode="auto">
                          <a:xfrm>
                            <a:off x="3526155" y="4843145"/>
                            <a:ext cx="13347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interface technologies and </w:t>
                              </w:r>
                            </w:p>
                          </w:txbxContent>
                        </wps:txbx>
                        <wps:bodyPr rot="0" vert="horz" wrap="none" lIns="0" tIns="0" rIns="0" bIns="0" anchor="t" anchorCtr="0" upright="1">
                          <a:spAutoFit/>
                        </wps:bodyPr>
                      </wps:wsp>
                      <wps:wsp>
                        <wps:cNvPr id="54" name="Rectangle 56"/>
                        <wps:cNvSpPr>
                          <a:spLocks noChangeArrowheads="1"/>
                        </wps:cNvSpPr>
                        <wps:spPr bwMode="auto">
                          <a:xfrm>
                            <a:off x="3526155" y="4979035"/>
                            <a:ext cx="9531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evaluation </w:t>
                              </w:r>
                              <w:r w:rsidR="00A36D93">
                                <w:rPr>
                                  <w:rFonts w:ascii="Arial" w:hAnsi="Arial" w:cs="Arial"/>
                                  <w:color w:val="000000"/>
                                  <w:sz w:val="18"/>
                                  <w:szCs w:val="18"/>
                                </w:rPr>
                                <w:t>Report</w:t>
                              </w:r>
                              <w:r>
                                <w:rPr>
                                  <w:rFonts w:ascii="Arial" w:hAnsi="Arial" w:cs="Arial"/>
                                  <w:color w:val="000000"/>
                                  <w:sz w:val="18"/>
                                  <w:szCs w:val="18"/>
                                </w:rPr>
                                <w:t>s</w:t>
                              </w:r>
                            </w:p>
                          </w:txbxContent>
                        </wps:txbx>
                        <wps:bodyPr rot="0" vert="horz" wrap="none" lIns="0" tIns="0" rIns="0" bIns="0" anchor="t" anchorCtr="0" upright="1">
                          <a:spAutoFit/>
                        </wps:bodyPr>
                      </wps:wsp>
                      <wps:wsp>
                        <wps:cNvPr id="55" name="Freeform 57"/>
                        <wps:cNvSpPr>
                          <a:spLocks noEditPoints="1"/>
                        </wps:cNvSpPr>
                        <wps:spPr bwMode="auto">
                          <a:xfrm>
                            <a:off x="4244975" y="4202430"/>
                            <a:ext cx="67945" cy="391160"/>
                          </a:xfrm>
                          <a:custGeom>
                            <a:avLst/>
                            <a:gdLst>
                              <a:gd name="T0" fmla="*/ 233 w 400"/>
                              <a:gd name="T1" fmla="*/ 33 h 2300"/>
                              <a:gd name="T2" fmla="*/ 233 w 400"/>
                              <a:gd name="T3" fmla="*/ 1967 h 2300"/>
                              <a:gd name="T4" fmla="*/ 200 w 400"/>
                              <a:gd name="T5" fmla="*/ 2000 h 2300"/>
                              <a:gd name="T6" fmla="*/ 166 w 400"/>
                              <a:gd name="T7" fmla="*/ 1967 h 2300"/>
                              <a:gd name="T8" fmla="*/ 166 w 400"/>
                              <a:gd name="T9" fmla="*/ 33 h 2300"/>
                              <a:gd name="T10" fmla="*/ 200 w 400"/>
                              <a:gd name="T11" fmla="*/ 0 h 2300"/>
                              <a:gd name="T12" fmla="*/ 233 w 400"/>
                              <a:gd name="T13" fmla="*/ 33 h 2300"/>
                              <a:gd name="T14" fmla="*/ 400 w 400"/>
                              <a:gd name="T15" fmla="*/ 1900 h 2300"/>
                              <a:gd name="T16" fmla="*/ 200 w 400"/>
                              <a:gd name="T17" fmla="*/ 2300 h 2300"/>
                              <a:gd name="T18" fmla="*/ 0 w 400"/>
                              <a:gd name="T19" fmla="*/ 1900 h 2300"/>
                              <a:gd name="T20" fmla="*/ 400 w 400"/>
                              <a:gd name="T21" fmla="*/ 1900 h 2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00" h="2300">
                                <a:moveTo>
                                  <a:pt x="233" y="33"/>
                                </a:moveTo>
                                <a:lnTo>
                                  <a:pt x="233" y="1967"/>
                                </a:lnTo>
                                <a:cubicBezTo>
                                  <a:pt x="233" y="1985"/>
                                  <a:pt x="218" y="2000"/>
                                  <a:pt x="200" y="2000"/>
                                </a:cubicBezTo>
                                <a:cubicBezTo>
                                  <a:pt x="181" y="2000"/>
                                  <a:pt x="166" y="1985"/>
                                  <a:pt x="166" y="1967"/>
                                </a:cubicBezTo>
                                <a:lnTo>
                                  <a:pt x="166" y="33"/>
                                </a:lnTo>
                                <a:cubicBezTo>
                                  <a:pt x="166" y="15"/>
                                  <a:pt x="181" y="0"/>
                                  <a:pt x="200" y="0"/>
                                </a:cubicBezTo>
                                <a:cubicBezTo>
                                  <a:pt x="218" y="0"/>
                                  <a:pt x="233" y="15"/>
                                  <a:pt x="233" y="33"/>
                                </a:cubicBezTo>
                                <a:close/>
                                <a:moveTo>
                                  <a:pt x="400" y="1900"/>
                                </a:moveTo>
                                <a:lnTo>
                                  <a:pt x="200" y="2300"/>
                                </a:lnTo>
                                <a:lnTo>
                                  <a:pt x="0" y="1900"/>
                                </a:lnTo>
                                <a:lnTo>
                                  <a:pt x="400" y="1900"/>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56" name="Freeform 58"/>
                        <wps:cNvSpPr>
                          <a:spLocks noEditPoints="1"/>
                        </wps:cNvSpPr>
                        <wps:spPr bwMode="auto">
                          <a:xfrm>
                            <a:off x="2544445" y="4879340"/>
                            <a:ext cx="841375" cy="67945"/>
                          </a:xfrm>
                          <a:custGeom>
                            <a:avLst/>
                            <a:gdLst>
                              <a:gd name="T0" fmla="*/ 4917 w 4950"/>
                              <a:gd name="T1" fmla="*/ 234 h 400"/>
                              <a:gd name="T2" fmla="*/ 334 w 4950"/>
                              <a:gd name="T3" fmla="*/ 234 h 400"/>
                              <a:gd name="T4" fmla="*/ 300 w 4950"/>
                              <a:gd name="T5" fmla="*/ 200 h 400"/>
                              <a:gd name="T6" fmla="*/ 334 w 4950"/>
                              <a:gd name="T7" fmla="*/ 167 h 400"/>
                              <a:gd name="T8" fmla="*/ 4917 w 4950"/>
                              <a:gd name="T9" fmla="*/ 167 h 400"/>
                              <a:gd name="T10" fmla="*/ 4950 w 4950"/>
                              <a:gd name="T11" fmla="*/ 200 h 400"/>
                              <a:gd name="T12" fmla="*/ 4917 w 4950"/>
                              <a:gd name="T13" fmla="*/ 234 h 400"/>
                              <a:gd name="T14" fmla="*/ 400 w 4950"/>
                              <a:gd name="T15" fmla="*/ 400 h 400"/>
                              <a:gd name="T16" fmla="*/ 0 w 4950"/>
                              <a:gd name="T17" fmla="*/ 200 h 400"/>
                              <a:gd name="T18" fmla="*/ 400 w 4950"/>
                              <a:gd name="T19" fmla="*/ 0 h 400"/>
                              <a:gd name="T20" fmla="*/ 400 w 4950"/>
                              <a:gd name="T21" fmla="*/ 4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950" h="400">
                                <a:moveTo>
                                  <a:pt x="4917" y="234"/>
                                </a:moveTo>
                                <a:lnTo>
                                  <a:pt x="334" y="234"/>
                                </a:lnTo>
                                <a:cubicBezTo>
                                  <a:pt x="315" y="234"/>
                                  <a:pt x="300" y="219"/>
                                  <a:pt x="300" y="200"/>
                                </a:cubicBezTo>
                                <a:cubicBezTo>
                                  <a:pt x="300" y="182"/>
                                  <a:pt x="315" y="167"/>
                                  <a:pt x="334" y="167"/>
                                </a:cubicBezTo>
                                <a:lnTo>
                                  <a:pt x="4917" y="167"/>
                                </a:lnTo>
                                <a:cubicBezTo>
                                  <a:pt x="4936" y="167"/>
                                  <a:pt x="4950" y="182"/>
                                  <a:pt x="4950" y="200"/>
                                </a:cubicBezTo>
                                <a:cubicBezTo>
                                  <a:pt x="4950" y="219"/>
                                  <a:pt x="4936" y="234"/>
                                  <a:pt x="4917" y="234"/>
                                </a:cubicBezTo>
                                <a:close/>
                                <a:moveTo>
                                  <a:pt x="400" y="400"/>
                                </a:moveTo>
                                <a:lnTo>
                                  <a:pt x="0" y="200"/>
                                </a:lnTo>
                                <a:lnTo>
                                  <a:pt x="400" y="0"/>
                                </a:lnTo>
                                <a:lnTo>
                                  <a:pt x="400" y="400"/>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57" name="Freeform 59"/>
                        <wps:cNvSpPr>
                          <a:spLocks noEditPoints="1"/>
                        </wps:cNvSpPr>
                        <wps:spPr bwMode="auto">
                          <a:xfrm>
                            <a:off x="1611630" y="5294630"/>
                            <a:ext cx="67945" cy="198120"/>
                          </a:xfrm>
                          <a:custGeom>
                            <a:avLst/>
                            <a:gdLst>
                              <a:gd name="T0" fmla="*/ 233 w 400"/>
                              <a:gd name="T1" fmla="*/ 33 h 1167"/>
                              <a:gd name="T2" fmla="*/ 233 w 400"/>
                              <a:gd name="T3" fmla="*/ 833 h 1167"/>
                              <a:gd name="T4" fmla="*/ 200 w 400"/>
                              <a:gd name="T5" fmla="*/ 867 h 1167"/>
                              <a:gd name="T6" fmla="*/ 166 w 400"/>
                              <a:gd name="T7" fmla="*/ 833 h 1167"/>
                              <a:gd name="T8" fmla="*/ 166 w 400"/>
                              <a:gd name="T9" fmla="*/ 33 h 1167"/>
                              <a:gd name="T10" fmla="*/ 200 w 400"/>
                              <a:gd name="T11" fmla="*/ 0 h 1167"/>
                              <a:gd name="T12" fmla="*/ 233 w 400"/>
                              <a:gd name="T13" fmla="*/ 33 h 1167"/>
                              <a:gd name="T14" fmla="*/ 400 w 400"/>
                              <a:gd name="T15" fmla="*/ 767 h 1167"/>
                              <a:gd name="T16" fmla="*/ 200 w 400"/>
                              <a:gd name="T17" fmla="*/ 1167 h 1167"/>
                              <a:gd name="T18" fmla="*/ 0 w 400"/>
                              <a:gd name="T19" fmla="*/ 767 h 1167"/>
                              <a:gd name="T20" fmla="*/ 400 w 400"/>
                              <a:gd name="T21" fmla="*/ 767 h 1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00" h="1167">
                                <a:moveTo>
                                  <a:pt x="233" y="33"/>
                                </a:moveTo>
                                <a:lnTo>
                                  <a:pt x="233" y="833"/>
                                </a:lnTo>
                                <a:cubicBezTo>
                                  <a:pt x="233" y="852"/>
                                  <a:pt x="218" y="867"/>
                                  <a:pt x="200" y="867"/>
                                </a:cubicBezTo>
                                <a:cubicBezTo>
                                  <a:pt x="181" y="867"/>
                                  <a:pt x="166" y="852"/>
                                  <a:pt x="166" y="833"/>
                                </a:cubicBezTo>
                                <a:lnTo>
                                  <a:pt x="166" y="33"/>
                                </a:lnTo>
                                <a:cubicBezTo>
                                  <a:pt x="166" y="15"/>
                                  <a:pt x="181" y="0"/>
                                  <a:pt x="200" y="0"/>
                                </a:cubicBezTo>
                                <a:cubicBezTo>
                                  <a:pt x="218" y="0"/>
                                  <a:pt x="233" y="15"/>
                                  <a:pt x="233" y="33"/>
                                </a:cubicBezTo>
                                <a:close/>
                                <a:moveTo>
                                  <a:pt x="400" y="767"/>
                                </a:moveTo>
                                <a:lnTo>
                                  <a:pt x="200" y="1167"/>
                                </a:lnTo>
                                <a:lnTo>
                                  <a:pt x="0" y="767"/>
                                </a:lnTo>
                                <a:lnTo>
                                  <a:pt x="400" y="767"/>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58" name="Rectangle 60"/>
                        <wps:cNvSpPr>
                          <a:spLocks noChangeArrowheads="1"/>
                        </wps:cNvSpPr>
                        <wps:spPr bwMode="auto">
                          <a:xfrm>
                            <a:off x="765175" y="7302500"/>
                            <a:ext cx="3308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Step 8</w:t>
                              </w:r>
                            </w:p>
                          </w:txbxContent>
                        </wps:txbx>
                        <wps:bodyPr rot="0" vert="horz" wrap="none" lIns="0" tIns="0" rIns="0" bIns="0" anchor="t" anchorCtr="0" upright="1">
                          <a:spAutoFit/>
                        </wps:bodyPr>
                      </wps:wsp>
                      <wps:wsp>
                        <wps:cNvPr id="59" name="Rectangle 61"/>
                        <wps:cNvSpPr>
                          <a:spLocks noChangeArrowheads="1"/>
                        </wps:cNvSpPr>
                        <wps:spPr bwMode="auto">
                          <a:xfrm>
                            <a:off x="765175" y="7438390"/>
                            <a:ext cx="13982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Development of </w:t>
                              </w:r>
                              <w:r>
                                <w:rPr>
                                  <w:rFonts w:ascii="Arial" w:hAnsi="Arial" w:cs="Arial" w:hint="eastAsia"/>
                                  <w:color w:val="000000"/>
                                  <w:sz w:val="18"/>
                                  <w:szCs w:val="18"/>
                                  <w:lang w:eastAsia="ja-JP"/>
                                </w:rPr>
                                <w:t>Revision of</w:t>
                              </w:r>
                            </w:p>
                          </w:txbxContent>
                        </wps:txbx>
                        <wps:bodyPr rot="0" vert="horz" wrap="none" lIns="0" tIns="0" rIns="0" bIns="0" anchor="t" anchorCtr="0" upright="1">
                          <a:spAutoFit/>
                        </wps:bodyPr>
                      </wps:wsp>
                      <wps:wsp>
                        <wps:cNvPr id="60" name="Rectangle 62"/>
                        <wps:cNvSpPr>
                          <a:spLocks noChangeArrowheads="1"/>
                        </wps:cNvSpPr>
                        <wps:spPr bwMode="auto">
                          <a:xfrm>
                            <a:off x="765175" y="7574280"/>
                            <a:ext cx="6483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Rec</w:t>
                              </w:r>
                              <w:r>
                                <w:rPr>
                                  <w:rFonts w:ascii="Arial" w:hAnsi="Arial" w:cs="Arial" w:hint="eastAsia"/>
                                  <w:color w:val="000000"/>
                                  <w:sz w:val="18"/>
                                  <w:szCs w:val="18"/>
                                  <w:lang w:eastAsia="ja-JP"/>
                                </w:rPr>
                                <w:t>. M.1457</w:t>
                              </w:r>
                            </w:p>
                          </w:txbxContent>
                        </wps:txbx>
                        <wps:bodyPr rot="0" vert="horz" wrap="none" lIns="0" tIns="0" rIns="0" bIns="0" anchor="t" anchorCtr="0" upright="1">
                          <a:spAutoFit/>
                        </wps:bodyPr>
                      </wps:wsp>
                      <wps:wsp>
                        <wps:cNvPr id="61" name="Rectangle 63"/>
                        <wps:cNvSpPr>
                          <a:spLocks noChangeArrowheads="1"/>
                        </wps:cNvSpPr>
                        <wps:spPr bwMode="auto">
                          <a:xfrm>
                            <a:off x="3492500" y="6429375"/>
                            <a:ext cx="14871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Radio interface specifications </w:t>
                              </w:r>
                            </w:p>
                          </w:txbxContent>
                        </wps:txbx>
                        <wps:bodyPr rot="0" vert="horz" wrap="none" lIns="0" tIns="0" rIns="0" bIns="0" anchor="t" anchorCtr="0" upright="1">
                          <a:spAutoFit/>
                        </wps:bodyPr>
                      </wps:wsp>
                      <wps:wsp>
                        <wps:cNvPr id="62" name="Rectangle 64"/>
                        <wps:cNvSpPr>
                          <a:spLocks noChangeArrowheads="1"/>
                        </wps:cNvSpPr>
                        <wps:spPr bwMode="auto">
                          <a:xfrm>
                            <a:off x="3481705" y="6582410"/>
                            <a:ext cx="17538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hint="eastAsia"/>
                                  <w:color w:val="000000"/>
                                  <w:sz w:val="18"/>
                                  <w:szCs w:val="18"/>
                                  <w:lang w:eastAsia="ja-JP"/>
                                </w:rPr>
                                <w:t>(</w:t>
                              </w:r>
                              <w:r>
                                <w:rPr>
                                  <w:rFonts w:ascii="Arial" w:hAnsi="Arial" w:cs="Arial"/>
                                  <w:color w:val="000000"/>
                                  <w:sz w:val="18"/>
                                  <w:szCs w:val="18"/>
                                </w:rPr>
                                <w:t>R</w:t>
                              </w:r>
                              <w:r>
                                <w:rPr>
                                  <w:rFonts w:ascii="Arial" w:hAnsi="Arial" w:cs="Arial" w:hint="eastAsia"/>
                                  <w:color w:val="000000"/>
                                  <w:sz w:val="18"/>
                                  <w:szCs w:val="18"/>
                                  <w:lang w:eastAsia="ja-JP"/>
                                </w:rPr>
                                <w:t>ec. M.1457)</w:t>
                              </w:r>
                              <w:r>
                                <w:rPr>
                                  <w:rFonts w:ascii="Arial" w:hAnsi="Arial" w:cs="Arial"/>
                                  <w:color w:val="000000"/>
                                  <w:sz w:val="18"/>
                                  <w:szCs w:val="18"/>
                                </w:rPr>
                                <w:t>, sufficiently detailed</w:t>
                              </w:r>
                            </w:p>
                          </w:txbxContent>
                        </wps:txbx>
                        <wps:bodyPr rot="0" vert="horz" wrap="none" lIns="0" tIns="0" rIns="0" bIns="0" anchor="t" anchorCtr="0" upright="1">
                          <a:spAutoFit/>
                        </wps:bodyPr>
                      </wps:wsp>
                      <wps:wsp>
                        <wps:cNvPr id="63" name="Rectangle 65"/>
                        <wps:cNvSpPr>
                          <a:spLocks noChangeArrowheads="1"/>
                        </wps:cNvSpPr>
                        <wps:spPr bwMode="auto">
                          <a:xfrm>
                            <a:off x="3528060" y="6745605"/>
                            <a:ext cx="16713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hint="eastAsia"/>
                                  <w:color w:val="000000"/>
                                  <w:sz w:val="18"/>
                                  <w:szCs w:val="18"/>
                                  <w:lang w:eastAsia="ja-JP"/>
                                </w:rPr>
                                <w:t xml:space="preserve">to </w:t>
                              </w:r>
                              <w:r>
                                <w:rPr>
                                  <w:rFonts w:ascii="Arial" w:hAnsi="Arial" w:cs="Arial"/>
                                  <w:color w:val="000000"/>
                                  <w:sz w:val="18"/>
                                  <w:szCs w:val="18"/>
                                </w:rPr>
                                <w:t>enable worldwide compatibility</w:t>
                              </w:r>
                            </w:p>
                          </w:txbxContent>
                        </wps:txbx>
                        <wps:bodyPr rot="0" vert="horz" wrap="none" lIns="0" tIns="0" rIns="0" bIns="0" anchor="t" anchorCtr="0" upright="1">
                          <a:spAutoFit/>
                        </wps:bodyPr>
                      </wps:wsp>
                      <wps:wsp>
                        <wps:cNvPr id="64" name="Rectangle 66"/>
                        <wps:cNvSpPr>
                          <a:spLocks noChangeArrowheads="1"/>
                        </wps:cNvSpPr>
                        <wps:spPr bwMode="auto">
                          <a:xfrm>
                            <a:off x="3444875" y="6483350"/>
                            <a:ext cx="1861820" cy="55943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Rectangle 67"/>
                        <wps:cNvSpPr>
                          <a:spLocks noChangeArrowheads="1"/>
                        </wps:cNvSpPr>
                        <wps:spPr bwMode="auto">
                          <a:xfrm>
                            <a:off x="3847465" y="7343140"/>
                            <a:ext cx="3308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Step 9</w:t>
                              </w:r>
                            </w:p>
                          </w:txbxContent>
                        </wps:txbx>
                        <wps:bodyPr rot="0" vert="horz" wrap="none" lIns="0" tIns="0" rIns="0" bIns="0" anchor="t" anchorCtr="0" upright="1">
                          <a:spAutoFit/>
                        </wps:bodyPr>
                      </wps:wsp>
                      <wps:wsp>
                        <wps:cNvPr id="66" name="Rectangle 68"/>
                        <wps:cNvSpPr>
                          <a:spLocks noChangeArrowheads="1"/>
                        </wps:cNvSpPr>
                        <wps:spPr bwMode="auto">
                          <a:xfrm>
                            <a:off x="3847465" y="7479030"/>
                            <a:ext cx="90868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Implementation of </w:t>
                              </w:r>
                            </w:p>
                          </w:txbxContent>
                        </wps:txbx>
                        <wps:bodyPr rot="0" vert="horz" wrap="none" lIns="0" tIns="0" rIns="0" bIns="0" anchor="t" anchorCtr="0" upright="1">
                          <a:spAutoFit/>
                        </wps:bodyPr>
                      </wps:wsp>
                      <wps:wsp>
                        <wps:cNvPr id="67" name="Rectangle 69"/>
                        <wps:cNvSpPr>
                          <a:spLocks noChangeArrowheads="1"/>
                        </wps:cNvSpPr>
                        <wps:spPr bwMode="auto">
                          <a:xfrm>
                            <a:off x="3847465" y="7615555"/>
                            <a:ext cx="89598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Recommendation</w:t>
                              </w:r>
                            </w:p>
                          </w:txbxContent>
                        </wps:txbx>
                        <wps:bodyPr rot="0" vert="horz" wrap="none" lIns="0" tIns="0" rIns="0" bIns="0" anchor="t" anchorCtr="0" upright="1">
                          <a:spAutoFit/>
                        </wps:bodyPr>
                      </wps:wsp>
                      <wps:wsp>
                        <wps:cNvPr id="68" name="Freeform 70"/>
                        <wps:cNvSpPr>
                          <a:spLocks noEditPoints="1"/>
                        </wps:cNvSpPr>
                        <wps:spPr bwMode="auto">
                          <a:xfrm>
                            <a:off x="2475230" y="7516495"/>
                            <a:ext cx="968375" cy="67945"/>
                          </a:xfrm>
                          <a:custGeom>
                            <a:avLst/>
                            <a:gdLst>
                              <a:gd name="T0" fmla="*/ 16 w 2850"/>
                              <a:gd name="T1" fmla="*/ 83 h 200"/>
                              <a:gd name="T2" fmla="*/ 2683 w 2850"/>
                              <a:gd name="T3" fmla="*/ 83 h 200"/>
                              <a:gd name="T4" fmla="*/ 2700 w 2850"/>
                              <a:gd name="T5" fmla="*/ 100 h 200"/>
                              <a:gd name="T6" fmla="*/ 2683 w 2850"/>
                              <a:gd name="T7" fmla="*/ 116 h 200"/>
                              <a:gd name="T8" fmla="*/ 16 w 2850"/>
                              <a:gd name="T9" fmla="*/ 116 h 200"/>
                              <a:gd name="T10" fmla="*/ 0 w 2850"/>
                              <a:gd name="T11" fmla="*/ 100 h 200"/>
                              <a:gd name="T12" fmla="*/ 16 w 2850"/>
                              <a:gd name="T13" fmla="*/ 83 h 200"/>
                              <a:gd name="T14" fmla="*/ 2650 w 2850"/>
                              <a:gd name="T15" fmla="*/ 0 h 200"/>
                              <a:gd name="T16" fmla="*/ 2850 w 2850"/>
                              <a:gd name="T17" fmla="*/ 100 h 200"/>
                              <a:gd name="T18" fmla="*/ 2650 w 2850"/>
                              <a:gd name="T19" fmla="*/ 200 h 200"/>
                              <a:gd name="T20" fmla="*/ 2650 w 2850"/>
                              <a:gd name="T21" fmla="*/ 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50" h="200">
                                <a:moveTo>
                                  <a:pt x="16" y="83"/>
                                </a:moveTo>
                                <a:lnTo>
                                  <a:pt x="2683" y="83"/>
                                </a:lnTo>
                                <a:cubicBezTo>
                                  <a:pt x="2692" y="83"/>
                                  <a:pt x="2700" y="90"/>
                                  <a:pt x="2700" y="100"/>
                                </a:cubicBezTo>
                                <a:cubicBezTo>
                                  <a:pt x="2700" y="109"/>
                                  <a:pt x="2692" y="116"/>
                                  <a:pt x="2683" y="116"/>
                                </a:cubicBezTo>
                                <a:lnTo>
                                  <a:pt x="16" y="116"/>
                                </a:lnTo>
                                <a:cubicBezTo>
                                  <a:pt x="7" y="116"/>
                                  <a:pt x="0" y="109"/>
                                  <a:pt x="0" y="100"/>
                                </a:cubicBezTo>
                                <a:cubicBezTo>
                                  <a:pt x="0" y="90"/>
                                  <a:pt x="7" y="83"/>
                                  <a:pt x="16" y="83"/>
                                </a:cubicBezTo>
                                <a:close/>
                                <a:moveTo>
                                  <a:pt x="2650" y="0"/>
                                </a:moveTo>
                                <a:lnTo>
                                  <a:pt x="2850" y="100"/>
                                </a:lnTo>
                                <a:lnTo>
                                  <a:pt x="2650" y="200"/>
                                </a:lnTo>
                                <a:lnTo>
                                  <a:pt x="2650" y="0"/>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69" name="Freeform 71"/>
                        <wps:cNvSpPr>
                          <a:spLocks noEditPoints="1"/>
                        </wps:cNvSpPr>
                        <wps:spPr bwMode="auto">
                          <a:xfrm>
                            <a:off x="2346325" y="6517005"/>
                            <a:ext cx="1097280" cy="159385"/>
                          </a:xfrm>
                          <a:custGeom>
                            <a:avLst/>
                            <a:gdLst>
                              <a:gd name="T0" fmla="*/ 19 w 3230"/>
                              <a:gd name="T1" fmla="*/ 1 h 469"/>
                              <a:gd name="T2" fmla="*/ 3066 w 3230"/>
                              <a:gd name="T3" fmla="*/ 357 h 469"/>
                              <a:gd name="T4" fmla="*/ 3081 w 3230"/>
                              <a:gd name="T5" fmla="*/ 375 h 469"/>
                              <a:gd name="T6" fmla="*/ 3062 w 3230"/>
                              <a:gd name="T7" fmla="*/ 390 h 469"/>
                              <a:gd name="T8" fmla="*/ 15 w 3230"/>
                              <a:gd name="T9" fmla="*/ 34 h 469"/>
                              <a:gd name="T10" fmla="*/ 1 w 3230"/>
                              <a:gd name="T11" fmla="*/ 16 h 469"/>
                              <a:gd name="T12" fmla="*/ 19 w 3230"/>
                              <a:gd name="T13" fmla="*/ 1 h 469"/>
                              <a:gd name="T14" fmla="*/ 3043 w 3230"/>
                              <a:gd name="T15" fmla="*/ 270 h 469"/>
                              <a:gd name="T16" fmla="*/ 3230 w 3230"/>
                              <a:gd name="T17" fmla="*/ 393 h 469"/>
                              <a:gd name="T18" fmla="*/ 3020 w 3230"/>
                              <a:gd name="T19" fmla="*/ 469 h 469"/>
                              <a:gd name="T20" fmla="*/ 3043 w 3230"/>
                              <a:gd name="T21" fmla="*/ 270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30" h="469">
                                <a:moveTo>
                                  <a:pt x="19" y="1"/>
                                </a:moveTo>
                                <a:lnTo>
                                  <a:pt x="3066" y="357"/>
                                </a:lnTo>
                                <a:cubicBezTo>
                                  <a:pt x="3075" y="358"/>
                                  <a:pt x="3082" y="366"/>
                                  <a:pt x="3081" y="375"/>
                                </a:cubicBezTo>
                                <a:cubicBezTo>
                                  <a:pt x="3080" y="385"/>
                                  <a:pt x="3071" y="391"/>
                                  <a:pt x="3062" y="390"/>
                                </a:cubicBezTo>
                                <a:lnTo>
                                  <a:pt x="15" y="34"/>
                                </a:lnTo>
                                <a:cubicBezTo>
                                  <a:pt x="6" y="33"/>
                                  <a:pt x="0" y="25"/>
                                  <a:pt x="1" y="16"/>
                                </a:cubicBezTo>
                                <a:cubicBezTo>
                                  <a:pt x="2" y="7"/>
                                  <a:pt x="10" y="0"/>
                                  <a:pt x="19" y="1"/>
                                </a:cubicBezTo>
                                <a:close/>
                                <a:moveTo>
                                  <a:pt x="3043" y="270"/>
                                </a:moveTo>
                                <a:lnTo>
                                  <a:pt x="3230" y="393"/>
                                </a:lnTo>
                                <a:lnTo>
                                  <a:pt x="3020" y="469"/>
                                </a:lnTo>
                                <a:lnTo>
                                  <a:pt x="3043" y="270"/>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70" name="Freeform 72"/>
                        <wps:cNvSpPr>
                          <a:spLocks noEditPoints="1"/>
                        </wps:cNvSpPr>
                        <wps:spPr bwMode="auto">
                          <a:xfrm>
                            <a:off x="2223135" y="6837045"/>
                            <a:ext cx="1226820" cy="403225"/>
                          </a:xfrm>
                          <a:custGeom>
                            <a:avLst/>
                            <a:gdLst>
                              <a:gd name="T0" fmla="*/ 3597 w 3610"/>
                              <a:gd name="T1" fmla="*/ 34 h 1187"/>
                              <a:gd name="T2" fmla="*/ 164 w 3610"/>
                              <a:gd name="T3" fmla="*/ 1118 h 1187"/>
                              <a:gd name="T4" fmla="*/ 143 w 3610"/>
                              <a:gd name="T5" fmla="*/ 1107 h 1187"/>
                              <a:gd name="T6" fmla="*/ 154 w 3610"/>
                              <a:gd name="T7" fmla="*/ 1086 h 1187"/>
                              <a:gd name="T8" fmla="*/ 3587 w 3610"/>
                              <a:gd name="T9" fmla="*/ 3 h 1187"/>
                              <a:gd name="T10" fmla="*/ 3608 w 3610"/>
                              <a:gd name="T11" fmla="*/ 13 h 1187"/>
                              <a:gd name="T12" fmla="*/ 3597 w 3610"/>
                              <a:gd name="T13" fmla="*/ 34 h 1187"/>
                              <a:gd name="T14" fmla="*/ 221 w 3610"/>
                              <a:gd name="T15" fmla="*/ 1187 h 1187"/>
                              <a:gd name="T16" fmla="*/ 0 w 3610"/>
                              <a:gd name="T17" fmla="*/ 1152 h 1187"/>
                              <a:gd name="T18" fmla="*/ 161 w 3610"/>
                              <a:gd name="T19" fmla="*/ 996 h 1187"/>
                              <a:gd name="T20" fmla="*/ 221 w 3610"/>
                              <a:gd name="T21" fmla="*/ 1187 h 1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610" h="1187">
                                <a:moveTo>
                                  <a:pt x="3597" y="34"/>
                                </a:moveTo>
                                <a:lnTo>
                                  <a:pt x="164" y="1118"/>
                                </a:lnTo>
                                <a:cubicBezTo>
                                  <a:pt x="155" y="1120"/>
                                  <a:pt x="146" y="1115"/>
                                  <a:pt x="143" y="1107"/>
                                </a:cubicBezTo>
                                <a:cubicBezTo>
                                  <a:pt x="140" y="1098"/>
                                  <a:pt x="145" y="1089"/>
                                  <a:pt x="154" y="1086"/>
                                </a:cubicBezTo>
                                <a:lnTo>
                                  <a:pt x="3587" y="3"/>
                                </a:lnTo>
                                <a:cubicBezTo>
                                  <a:pt x="3596" y="0"/>
                                  <a:pt x="3605" y="5"/>
                                  <a:pt x="3608" y="13"/>
                                </a:cubicBezTo>
                                <a:cubicBezTo>
                                  <a:pt x="3610" y="22"/>
                                  <a:pt x="3606" y="32"/>
                                  <a:pt x="3597" y="34"/>
                                </a:cubicBezTo>
                                <a:close/>
                                <a:moveTo>
                                  <a:pt x="221" y="1187"/>
                                </a:moveTo>
                                <a:lnTo>
                                  <a:pt x="0" y="1152"/>
                                </a:lnTo>
                                <a:lnTo>
                                  <a:pt x="161" y="996"/>
                                </a:lnTo>
                                <a:lnTo>
                                  <a:pt x="221" y="1187"/>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g:wgp>
                        <wpg:cNvPr id="71" name="Group 73"/>
                        <wpg:cNvGrpSpPr>
                          <a:grpSpLocks/>
                        </wpg:cNvGrpSpPr>
                        <wpg:grpSpPr bwMode="auto">
                          <a:xfrm>
                            <a:off x="3572510" y="3178175"/>
                            <a:ext cx="2119630" cy="1286510"/>
                            <a:chOff x="5625" y="5004"/>
                            <a:chExt cx="3338" cy="2026"/>
                          </a:xfrm>
                        </wpg:grpSpPr>
                        <wps:wsp>
                          <wps:cNvPr id="72" name="Oval 74"/>
                          <wps:cNvSpPr>
                            <a:spLocks noChangeArrowheads="1"/>
                          </wps:cNvSpPr>
                          <wps:spPr bwMode="auto">
                            <a:xfrm>
                              <a:off x="5625" y="5004"/>
                              <a:ext cx="3338" cy="202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3" name="Oval 75"/>
                          <wps:cNvSpPr>
                            <a:spLocks noChangeArrowheads="1"/>
                          </wps:cNvSpPr>
                          <wps:spPr bwMode="auto">
                            <a:xfrm>
                              <a:off x="5625" y="5004"/>
                              <a:ext cx="3338" cy="2026"/>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4" name="Group 76"/>
                        <wpg:cNvGrpSpPr>
                          <a:grpSpLocks/>
                        </wpg:cNvGrpSpPr>
                        <wpg:grpSpPr bwMode="auto">
                          <a:xfrm>
                            <a:off x="3380105" y="2921635"/>
                            <a:ext cx="2119630" cy="1286510"/>
                            <a:chOff x="5322" y="4600"/>
                            <a:chExt cx="3338" cy="2026"/>
                          </a:xfrm>
                        </wpg:grpSpPr>
                        <wps:wsp>
                          <wps:cNvPr id="75" name="Oval 77"/>
                          <wps:cNvSpPr>
                            <a:spLocks noChangeArrowheads="1"/>
                          </wps:cNvSpPr>
                          <wps:spPr bwMode="auto">
                            <a:xfrm>
                              <a:off x="5322" y="4600"/>
                              <a:ext cx="3338" cy="202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6" name="Oval 78"/>
                          <wps:cNvSpPr>
                            <a:spLocks noChangeArrowheads="1"/>
                          </wps:cNvSpPr>
                          <wps:spPr bwMode="auto">
                            <a:xfrm>
                              <a:off x="5322" y="4600"/>
                              <a:ext cx="3338" cy="2026"/>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7" name="Group 79"/>
                        <wpg:cNvGrpSpPr>
                          <a:grpSpLocks/>
                        </wpg:cNvGrpSpPr>
                        <wpg:grpSpPr bwMode="auto">
                          <a:xfrm>
                            <a:off x="3187700" y="2665095"/>
                            <a:ext cx="2118995" cy="1286510"/>
                            <a:chOff x="5019" y="4196"/>
                            <a:chExt cx="3337" cy="2026"/>
                          </a:xfrm>
                        </wpg:grpSpPr>
                        <wps:wsp>
                          <wps:cNvPr id="78" name="Oval 80"/>
                          <wps:cNvSpPr>
                            <a:spLocks noChangeArrowheads="1"/>
                          </wps:cNvSpPr>
                          <wps:spPr bwMode="auto">
                            <a:xfrm>
                              <a:off x="5019" y="4196"/>
                              <a:ext cx="3337" cy="202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9" name="Oval 81"/>
                          <wps:cNvSpPr>
                            <a:spLocks noChangeArrowheads="1"/>
                          </wps:cNvSpPr>
                          <wps:spPr bwMode="auto">
                            <a:xfrm>
                              <a:off x="5019" y="4196"/>
                              <a:ext cx="3337" cy="2026"/>
                            </a:xfrm>
                            <a:prstGeom prst="ellipse">
                              <a:avLst/>
                            </a:pr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0" name="Rectangle 82"/>
                        <wps:cNvSpPr>
                          <a:spLocks noChangeArrowheads="1"/>
                        </wps:cNvSpPr>
                        <wps:spPr bwMode="auto">
                          <a:xfrm>
                            <a:off x="3543300" y="2844165"/>
                            <a:ext cx="3308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Step 4</w:t>
                              </w:r>
                            </w:p>
                          </w:txbxContent>
                        </wps:txbx>
                        <wps:bodyPr rot="0" vert="horz" wrap="none" lIns="0" tIns="0" rIns="0" bIns="0" anchor="t" anchorCtr="0" upright="1">
                          <a:spAutoFit/>
                        </wps:bodyPr>
                      </wps:wsp>
                      <wps:wsp>
                        <wps:cNvPr id="81" name="Rectangle 83"/>
                        <wps:cNvSpPr>
                          <a:spLocks noChangeArrowheads="1"/>
                        </wps:cNvSpPr>
                        <wps:spPr bwMode="auto">
                          <a:xfrm>
                            <a:off x="3543300" y="2980055"/>
                            <a:ext cx="14744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Evaluation of candidate radio </w:t>
                              </w:r>
                            </w:p>
                          </w:txbxContent>
                        </wps:txbx>
                        <wps:bodyPr rot="0" vert="horz" wrap="none" lIns="0" tIns="0" rIns="0" bIns="0" anchor="t" anchorCtr="0" upright="1">
                          <a:spAutoFit/>
                        </wps:bodyPr>
                      </wps:wsp>
                      <wps:wsp>
                        <wps:cNvPr id="82" name="Rectangle 84"/>
                        <wps:cNvSpPr>
                          <a:spLocks noChangeArrowheads="1"/>
                        </wps:cNvSpPr>
                        <wps:spPr bwMode="auto">
                          <a:xfrm>
                            <a:off x="3543300" y="3115945"/>
                            <a:ext cx="12649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interface technologies by </w:t>
                              </w:r>
                            </w:p>
                          </w:txbxContent>
                        </wps:txbx>
                        <wps:bodyPr rot="0" vert="horz" wrap="none" lIns="0" tIns="0" rIns="0" bIns="0" anchor="t" anchorCtr="0" upright="1">
                          <a:spAutoFit/>
                        </wps:bodyPr>
                      </wps:wsp>
                      <wps:wsp>
                        <wps:cNvPr id="83" name="Rectangle 85"/>
                        <wps:cNvSpPr>
                          <a:spLocks noChangeArrowheads="1"/>
                        </wps:cNvSpPr>
                        <wps:spPr bwMode="auto">
                          <a:xfrm>
                            <a:off x="3543300" y="3252470"/>
                            <a:ext cx="159575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independent evaluation groups, </w:t>
                              </w:r>
                            </w:p>
                          </w:txbxContent>
                        </wps:txbx>
                        <wps:bodyPr rot="0" vert="horz" wrap="none" lIns="0" tIns="0" rIns="0" bIns="0" anchor="t" anchorCtr="0" upright="1">
                          <a:spAutoFit/>
                        </wps:bodyPr>
                      </wps:wsp>
                      <wps:wsp>
                        <wps:cNvPr id="84" name="Rectangle 86"/>
                        <wps:cNvSpPr>
                          <a:spLocks noChangeArrowheads="1"/>
                        </wps:cNvSpPr>
                        <wps:spPr bwMode="auto">
                          <a:xfrm>
                            <a:off x="3543300" y="3388360"/>
                            <a:ext cx="14363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grouping of the technologies </w:t>
                              </w:r>
                            </w:p>
                          </w:txbxContent>
                        </wps:txbx>
                        <wps:bodyPr rot="0" vert="horz" wrap="none" lIns="0" tIns="0" rIns="0" bIns="0" anchor="t" anchorCtr="0" upright="1">
                          <a:spAutoFit/>
                        </wps:bodyPr>
                      </wps:wsp>
                      <wps:wsp>
                        <wps:cNvPr id="85" name="Rectangle 87"/>
                        <wps:cNvSpPr>
                          <a:spLocks noChangeArrowheads="1"/>
                        </wps:cNvSpPr>
                        <wps:spPr bwMode="auto">
                          <a:xfrm>
                            <a:off x="3543300" y="3524250"/>
                            <a:ext cx="13919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through consensus building</w:t>
                              </w:r>
                            </w:p>
                          </w:txbxContent>
                        </wps:txbx>
                        <wps:bodyPr rot="0" vert="horz" wrap="none" lIns="0" tIns="0" rIns="0" bIns="0" anchor="t" anchorCtr="0" upright="1">
                          <a:spAutoFit/>
                        </wps:bodyPr>
                      </wps:wsp>
                      <wps:wsp>
                        <wps:cNvPr id="86" name="Rectangle 88"/>
                        <wps:cNvSpPr>
                          <a:spLocks noChangeArrowheads="1"/>
                        </wps:cNvSpPr>
                        <wps:spPr bwMode="auto">
                          <a:xfrm>
                            <a:off x="3077210" y="3982720"/>
                            <a:ext cx="295592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26"/>
                                  <w:szCs w:val="26"/>
                                </w:rPr>
                                <w:t>Coordination between evaluation groups</w:t>
                              </w:r>
                            </w:p>
                          </w:txbxContent>
                        </wps:txbx>
                        <wps:bodyPr rot="0" vert="horz" wrap="none" lIns="0" tIns="0" rIns="0" bIns="0" anchor="t" anchorCtr="0" upright="1">
                          <a:spAutoFit/>
                        </wps:bodyPr>
                      </wps:wsp>
                      <wps:wsp>
                        <wps:cNvPr id="87" name="Rectangle 89"/>
                        <wps:cNvSpPr>
                          <a:spLocks noChangeArrowheads="1"/>
                        </wps:cNvSpPr>
                        <wps:spPr bwMode="auto">
                          <a:xfrm>
                            <a:off x="1278890" y="215265"/>
                            <a:ext cx="327660"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32"/>
                                  <w:szCs w:val="32"/>
                                </w:rPr>
                                <w:t>ITU</w:t>
                              </w:r>
                            </w:p>
                          </w:txbxContent>
                        </wps:txbx>
                        <wps:bodyPr rot="0" vert="horz" wrap="none" lIns="0" tIns="0" rIns="0" bIns="0" anchor="t" anchorCtr="0" upright="1">
                          <a:spAutoFit/>
                        </wps:bodyPr>
                      </wps:wsp>
                      <wps:wsp>
                        <wps:cNvPr id="88" name="Rectangle 90"/>
                        <wps:cNvSpPr>
                          <a:spLocks noChangeArrowheads="1"/>
                        </wps:cNvSpPr>
                        <wps:spPr bwMode="auto">
                          <a:xfrm>
                            <a:off x="1607185" y="215265"/>
                            <a:ext cx="67945"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32"/>
                                  <w:szCs w:val="32"/>
                                </w:rPr>
                                <w:t>-</w:t>
                              </w:r>
                            </w:p>
                          </w:txbxContent>
                        </wps:txbx>
                        <wps:bodyPr rot="0" vert="horz" wrap="none" lIns="0" tIns="0" rIns="0" bIns="0" anchor="t" anchorCtr="0" upright="1">
                          <a:spAutoFit/>
                        </wps:bodyPr>
                      </wps:wsp>
                      <wps:wsp>
                        <wps:cNvPr id="89" name="Rectangle 91"/>
                        <wps:cNvSpPr>
                          <a:spLocks noChangeArrowheads="1"/>
                        </wps:cNvSpPr>
                        <wps:spPr bwMode="auto">
                          <a:xfrm>
                            <a:off x="1675130" y="215265"/>
                            <a:ext cx="147320"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32"/>
                                  <w:szCs w:val="32"/>
                                </w:rPr>
                                <w:t>R</w:t>
                              </w:r>
                            </w:p>
                          </w:txbxContent>
                        </wps:txbx>
                        <wps:bodyPr rot="0" vert="horz" wrap="none" lIns="0" tIns="0" rIns="0" bIns="0" anchor="t" anchorCtr="0" upright="1">
                          <a:spAutoFit/>
                        </wps:bodyPr>
                      </wps:wsp>
                      <wps:wsp>
                        <wps:cNvPr id="90" name="Rectangle 92"/>
                        <wps:cNvSpPr>
                          <a:spLocks noChangeArrowheads="1"/>
                        </wps:cNvSpPr>
                        <wps:spPr bwMode="auto">
                          <a:xfrm>
                            <a:off x="3608070" y="215265"/>
                            <a:ext cx="1084580"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32"/>
                                  <w:szCs w:val="32"/>
                                </w:rPr>
                                <w:t>Outside ITU</w:t>
                              </w:r>
                            </w:p>
                          </w:txbxContent>
                        </wps:txbx>
                        <wps:bodyPr rot="0" vert="horz" wrap="none" lIns="0" tIns="0" rIns="0" bIns="0" anchor="t" anchorCtr="0" upright="1">
                          <a:spAutoFit/>
                        </wps:bodyPr>
                      </wps:wsp>
                      <wps:wsp>
                        <wps:cNvPr id="91" name="Rectangle 93"/>
                        <wps:cNvSpPr>
                          <a:spLocks noChangeArrowheads="1"/>
                        </wps:cNvSpPr>
                        <wps:spPr bwMode="auto">
                          <a:xfrm>
                            <a:off x="4695190" y="215265"/>
                            <a:ext cx="67945"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32"/>
                                  <w:szCs w:val="32"/>
                                </w:rPr>
                                <w:t>-</w:t>
                              </w:r>
                            </w:p>
                          </w:txbxContent>
                        </wps:txbx>
                        <wps:bodyPr rot="0" vert="horz" wrap="none" lIns="0" tIns="0" rIns="0" bIns="0" anchor="t" anchorCtr="0" upright="1">
                          <a:spAutoFit/>
                        </wps:bodyPr>
                      </wps:wsp>
                      <wps:wsp>
                        <wps:cNvPr id="92" name="Rectangle 94"/>
                        <wps:cNvSpPr>
                          <a:spLocks noChangeArrowheads="1"/>
                        </wps:cNvSpPr>
                        <wps:spPr bwMode="auto">
                          <a:xfrm>
                            <a:off x="4763135" y="215265"/>
                            <a:ext cx="147320"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32"/>
                                  <w:szCs w:val="32"/>
                                </w:rPr>
                                <w:t>R</w:t>
                              </w:r>
                            </w:p>
                          </w:txbxContent>
                        </wps:txbx>
                        <wps:bodyPr rot="0" vert="horz" wrap="none" lIns="0" tIns="0" rIns="0" bIns="0" anchor="t" anchorCtr="0" upright="1">
                          <a:spAutoFit/>
                        </wps:bodyPr>
                      </wps:wsp>
                      <wps:wsp>
                        <wps:cNvPr id="93" name="Rectangle 95"/>
                        <wps:cNvSpPr>
                          <a:spLocks noChangeArrowheads="1"/>
                        </wps:cNvSpPr>
                        <wps:spPr bwMode="auto">
                          <a:xfrm>
                            <a:off x="957580" y="1769110"/>
                            <a:ext cx="33083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Step 3</w:t>
                              </w:r>
                            </w:p>
                          </w:txbxContent>
                        </wps:txbx>
                        <wps:bodyPr rot="0" vert="horz" wrap="none" lIns="0" tIns="0" rIns="0" bIns="0" anchor="t" anchorCtr="0" upright="1">
                          <a:spAutoFit/>
                        </wps:bodyPr>
                      </wps:wsp>
                      <wps:wsp>
                        <wps:cNvPr id="94" name="Rectangle 96"/>
                        <wps:cNvSpPr>
                          <a:spLocks noChangeArrowheads="1"/>
                        </wps:cNvSpPr>
                        <wps:spPr bwMode="auto">
                          <a:xfrm>
                            <a:off x="957580" y="1905000"/>
                            <a:ext cx="145542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Submission/Reception of the </w:t>
                              </w:r>
                            </w:p>
                          </w:txbxContent>
                        </wps:txbx>
                        <wps:bodyPr rot="0" vert="horz" wrap="none" lIns="0" tIns="0" rIns="0" bIns="0" anchor="t" anchorCtr="0" upright="1">
                          <a:spAutoFit/>
                        </wps:bodyPr>
                      </wps:wsp>
                      <wps:wsp>
                        <wps:cNvPr id="95" name="Rectangle 97"/>
                        <wps:cNvSpPr>
                          <a:spLocks noChangeArrowheads="1"/>
                        </wps:cNvSpPr>
                        <wps:spPr bwMode="auto">
                          <a:xfrm>
                            <a:off x="957580" y="2040890"/>
                            <a:ext cx="14490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 xml:space="preserve">RIT and SRIT proposals and </w:t>
                              </w:r>
                            </w:p>
                          </w:txbxContent>
                        </wps:txbx>
                        <wps:bodyPr rot="0" vert="horz" wrap="none" lIns="0" tIns="0" rIns="0" bIns="0" anchor="t" anchorCtr="0" upright="1">
                          <a:spAutoFit/>
                        </wps:bodyPr>
                      </wps:wsp>
                      <wps:wsp>
                        <wps:cNvPr id="96" name="Rectangle 98"/>
                        <wps:cNvSpPr>
                          <a:spLocks noChangeArrowheads="1"/>
                        </wps:cNvSpPr>
                        <wps:spPr bwMode="auto">
                          <a:xfrm>
                            <a:off x="957580" y="2177415"/>
                            <a:ext cx="142367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acknowledgement of receipt</w:t>
                              </w:r>
                            </w:p>
                          </w:txbxContent>
                        </wps:txbx>
                        <wps:bodyPr rot="0" vert="horz" wrap="none" lIns="0" tIns="0" rIns="0" bIns="0" anchor="t" anchorCtr="0" upright="1">
                          <a:spAutoFit/>
                        </wps:bodyPr>
                      </wps:wsp>
                      <wps:wsp>
                        <wps:cNvPr id="97" name="Freeform 99"/>
                        <wps:cNvSpPr>
                          <a:spLocks noEditPoints="1"/>
                        </wps:cNvSpPr>
                        <wps:spPr bwMode="auto">
                          <a:xfrm>
                            <a:off x="2415540" y="1182370"/>
                            <a:ext cx="1034415" cy="648335"/>
                          </a:xfrm>
                          <a:custGeom>
                            <a:avLst/>
                            <a:gdLst>
                              <a:gd name="T0" fmla="*/ 6068 w 6088"/>
                              <a:gd name="T1" fmla="*/ 66 h 3813"/>
                              <a:gd name="T2" fmla="*/ 301 w 6088"/>
                              <a:gd name="T3" fmla="*/ 3665 h 3813"/>
                              <a:gd name="T4" fmla="*/ 255 w 6088"/>
                              <a:gd name="T5" fmla="*/ 3654 h 3813"/>
                              <a:gd name="T6" fmla="*/ 265 w 6088"/>
                              <a:gd name="T7" fmla="*/ 3608 h 3813"/>
                              <a:gd name="T8" fmla="*/ 6032 w 6088"/>
                              <a:gd name="T9" fmla="*/ 10 h 3813"/>
                              <a:gd name="T10" fmla="*/ 6078 w 6088"/>
                              <a:gd name="T11" fmla="*/ 20 h 3813"/>
                              <a:gd name="T12" fmla="*/ 6068 w 6088"/>
                              <a:gd name="T13" fmla="*/ 66 h 3813"/>
                              <a:gd name="T14" fmla="*/ 445 w 6088"/>
                              <a:gd name="T15" fmla="*/ 3771 h 3813"/>
                              <a:gd name="T16" fmla="*/ 0 w 6088"/>
                              <a:gd name="T17" fmla="*/ 3813 h 3813"/>
                              <a:gd name="T18" fmla="*/ 234 w 6088"/>
                              <a:gd name="T19" fmla="*/ 3432 h 3813"/>
                              <a:gd name="T20" fmla="*/ 445 w 6088"/>
                              <a:gd name="T21" fmla="*/ 3771 h 38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088" h="3813">
                                <a:moveTo>
                                  <a:pt x="6068" y="66"/>
                                </a:moveTo>
                                <a:lnTo>
                                  <a:pt x="301" y="3665"/>
                                </a:lnTo>
                                <a:cubicBezTo>
                                  <a:pt x="285" y="3675"/>
                                  <a:pt x="264" y="3670"/>
                                  <a:pt x="255" y="3654"/>
                                </a:cubicBezTo>
                                <a:cubicBezTo>
                                  <a:pt x="245" y="3639"/>
                                  <a:pt x="250" y="3618"/>
                                  <a:pt x="265" y="3608"/>
                                </a:cubicBezTo>
                                <a:lnTo>
                                  <a:pt x="6032" y="10"/>
                                </a:lnTo>
                                <a:cubicBezTo>
                                  <a:pt x="6048" y="0"/>
                                  <a:pt x="6069" y="5"/>
                                  <a:pt x="6078" y="20"/>
                                </a:cubicBezTo>
                                <a:cubicBezTo>
                                  <a:pt x="6088" y="36"/>
                                  <a:pt x="6083" y="57"/>
                                  <a:pt x="6068" y="66"/>
                                </a:cubicBezTo>
                                <a:close/>
                                <a:moveTo>
                                  <a:pt x="445" y="3771"/>
                                </a:moveTo>
                                <a:lnTo>
                                  <a:pt x="0" y="3813"/>
                                </a:lnTo>
                                <a:lnTo>
                                  <a:pt x="234" y="3432"/>
                                </a:lnTo>
                                <a:lnTo>
                                  <a:pt x="445" y="3771"/>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98" name="Freeform 100"/>
                        <wps:cNvSpPr>
                          <a:spLocks noEditPoints="1"/>
                        </wps:cNvSpPr>
                        <wps:spPr bwMode="auto">
                          <a:xfrm>
                            <a:off x="2474595" y="2211070"/>
                            <a:ext cx="840105" cy="777240"/>
                          </a:xfrm>
                          <a:custGeom>
                            <a:avLst/>
                            <a:gdLst>
                              <a:gd name="T0" fmla="*/ 60 w 4946"/>
                              <a:gd name="T1" fmla="*/ 13 h 4570"/>
                              <a:gd name="T2" fmla="*/ 4724 w 4946"/>
                              <a:gd name="T3" fmla="*/ 4320 h 4570"/>
                              <a:gd name="T4" fmla="*/ 4725 w 4946"/>
                              <a:gd name="T5" fmla="*/ 4367 h 4570"/>
                              <a:gd name="T6" fmla="*/ 4678 w 4946"/>
                              <a:gd name="T7" fmla="*/ 4369 h 4570"/>
                              <a:gd name="T8" fmla="*/ 15 w 4946"/>
                              <a:gd name="T9" fmla="*/ 62 h 4570"/>
                              <a:gd name="T10" fmla="*/ 13 w 4946"/>
                              <a:gd name="T11" fmla="*/ 15 h 4570"/>
                              <a:gd name="T12" fmla="*/ 60 w 4946"/>
                              <a:gd name="T13" fmla="*/ 13 h 4570"/>
                              <a:gd name="T14" fmla="*/ 4788 w 4946"/>
                              <a:gd name="T15" fmla="*/ 4152 h 4570"/>
                              <a:gd name="T16" fmla="*/ 4946 w 4946"/>
                              <a:gd name="T17" fmla="*/ 4570 h 4570"/>
                              <a:gd name="T18" fmla="*/ 4516 w 4946"/>
                              <a:gd name="T19" fmla="*/ 4446 h 4570"/>
                              <a:gd name="T20" fmla="*/ 4788 w 4946"/>
                              <a:gd name="T21" fmla="*/ 4152 h 45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946" h="4570">
                                <a:moveTo>
                                  <a:pt x="60" y="13"/>
                                </a:moveTo>
                                <a:lnTo>
                                  <a:pt x="4724" y="4320"/>
                                </a:lnTo>
                                <a:cubicBezTo>
                                  <a:pt x="4737" y="4332"/>
                                  <a:pt x="4738" y="4353"/>
                                  <a:pt x="4725" y="4367"/>
                                </a:cubicBezTo>
                                <a:cubicBezTo>
                                  <a:pt x="4713" y="4380"/>
                                  <a:pt x="4692" y="4381"/>
                                  <a:pt x="4678" y="4369"/>
                                </a:cubicBezTo>
                                <a:lnTo>
                                  <a:pt x="15" y="62"/>
                                </a:lnTo>
                                <a:cubicBezTo>
                                  <a:pt x="1" y="49"/>
                                  <a:pt x="0" y="28"/>
                                  <a:pt x="13" y="15"/>
                                </a:cubicBezTo>
                                <a:cubicBezTo>
                                  <a:pt x="25" y="1"/>
                                  <a:pt x="47" y="0"/>
                                  <a:pt x="60" y="13"/>
                                </a:cubicBezTo>
                                <a:close/>
                                <a:moveTo>
                                  <a:pt x="4788" y="4152"/>
                                </a:moveTo>
                                <a:lnTo>
                                  <a:pt x="4946" y="4570"/>
                                </a:lnTo>
                                <a:lnTo>
                                  <a:pt x="4516" y="4446"/>
                                </a:lnTo>
                                <a:lnTo>
                                  <a:pt x="4788" y="4152"/>
                                </a:lnTo>
                                <a:close/>
                              </a:path>
                            </a:pathLst>
                          </a:custGeom>
                          <a:solidFill>
                            <a:srgbClr val="000000"/>
                          </a:solidFill>
                          <a:ln w="635">
                            <a:solidFill>
                              <a:srgbClr val="000000"/>
                            </a:solidFill>
                            <a:bevel/>
                            <a:headEnd/>
                            <a:tailEnd/>
                          </a:ln>
                        </wps:spPr>
                        <wps:bodyPr rot="0" vert="horz" wrap="square" lIns="91440" tIns="45720" rIns="91440" bIns="45720" anchor="t" anchorCtr="0" upright="1">
                          <a:noAutofit/>
                        </wps:bodyPr>
                      </wps:wsp>
                      <wps:wsp>
                        <wps:cNvPr id="99" name="Rectangle 101"/>
                        <wps:cNvSpPr>
                          <a:spLocks noChangeArrowheads="1"/>
                        </wps:cNvSpPr>
                        <wps:spPr bwMode="auto">
                          <a:xfrm>
                            <a:off x="5094605" y="7961630"/>
                            <a:ext cx="3810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CC1" w:rsidRDefault="00E57CC1" w:rsidP="00806774">
                              <w:r>
                                <w:rPr>
                                  <w:rFonts w:ascii="Arial" w:hAnsi="Arial" w:cs="Arial"/>
                                  <w:color w:val="000000"/>
                                  <w:sz w:val="18"/>
                                  <w:szCs w:val="18"/>
                                </w:rPr>
                                <w:t>-</w:t>
                              </w:r>
                            </w:p>
                          </w:txbxContent>
                        </wps:txbx>
                        <wps:bodyPr rot="0" vert="horz" wrap="none" lIns="0" tIns="0" rIns="0" bIns="0" anchor="t" anchorCtr="0" upright="1">
                          <a:spAutoFit/>
                        </wps:bodyPr>
                      </wps:wsp>
                    </wpc:wpc>
                  </a:graphicData>
                </a:graphic>
              </wp:inline>
            </w:drawing>
          </mc:Choice>
          <mc:Fallback>
            <w:pict>
              <v:group id="Canvas 100" o:spid="_x0000_s1119" editas="canvas" style="width:481.65pt;height:643.25pt;mso-position-horizontal-relative:char;mso-position-vertical-relative:line" coordsize="61169,81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">
                <v:shape id="_x0000_s1120" type="#_x0000_t75" style="position:absolute;width:61169;height:81692;visibility:visible;mso-wrap-style:square">
                  <v:fill o:detectmouseclick="t"/>
                  <v:path o:connecttype="none"/>
                </v:shape>
                <v:rect id="Rectangle 4" o:spid="_x0000_s1121" style="position:absolute;width:61169;height:81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e0ccEA&#10;AADaAAAADwAAAGRycy9kb3ducmV2LnhtbERPTWvCQBC9F/wPywje6q7VBpu6hiIIQttDVeh1yI5J&#10;aHY2Zjcm/fduoNDT8Hifs8kGW4sbtb5yrGExVyCIc2cqLjScT/vHNQgfkA3WjknDL3nItpOHDabG&#10;9fxFt2MoRAxhn6KGMoQmldLnJVn0c9cQR+7iWoshwraQpsU+httaPimVSIsVx4YSG9qVlP8cO6sB&#10;k5W5fl6WH6f3LsGXYlD752+l9Ww6vL2CCDSEf/Gf+2DifBhfGa/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ntHHBAAAA2gAAAA8AAAAAAAAAAAAAAAAAmAIAAGRycy9kb3du&#10;cmV2LnhtbFBLBQYAAAAABAAEAPUAAACGAwAAAAA=&#10;" stroked="f"/>
                <v:group id="Group 5" o:spid="_x0000_s1122" style="position:absolute;left:6826;top:6108;width:18631;height:8357" coordorigin="1074,961" coordsize="2934,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oval id="Oval 6" o:spid="_x0000_s1123" style="position:absolute;left:1074;top:961;width:2934;height:1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HYq8EA&#10;AADaAAAADwAAAGRycy9kb3ducmV2LnhtbESPT4vCMBTE7wt+h/AEb2uqiKzVKFUQvOqKf27P5tkU&#10;m5fSRO3upzcLwh6HmfkNM1u0thIPanzpWMGgn4Agzp0uuVCw/15/foHwAVlj5ZgU/JCHxbzzMcNU&#10;uydv6bELhYgQ9ikqMCHUqZQ+N2TR911NHL2rayyGKJtC6gafEW4rOUySsbRYclwwWNPKUH7b3a2C&#10;lpc3XF0mB2M5vxfHU3bG30ypXrfNpiACteE//G5vtIIR/F2JN0D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R2KvBAAAA2gAAAA8AAAAAAAAAAAAAAAAAmAIAAGRycy9kb3du&#10;cmV2LnhtbFBLBQYAAAAABAAEAPUAAACGAwAAAAA=&#10;" strokeweight="0"/>
                  <v:oval id="Oval 7" o:spid="_x0000_s1124" style="position:absolute;left:1074;top:961;width:2934;height:1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Ed/MMA&#10;AADaAAAADwAAAGRycy9kb3ducmV2LnhtbESPQWvCQBSE74X+h+UJXorZtGCpqavUQMWrsYUeH9nX&#10;ZDX7Nma3Sfz3riD0OMzMN8xyPdpG9NR541jBc5KCIC6dNlwp+Dp8zt5A+ICssXFMCi7kYb16fFhi&#10;pt3Ae+qLUIkIYZ+hgjqENpPSlzVZ9IlriaP36zqLIcqukrrDIcJtI1/S9FVaNBwXamwpr6k8FX9W&#10;wZi3T2YfzLnfuJ+h2H7r0zFfKDWdjB/vIAKN4T98b++0gjncrsQb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Ed/MMAAADaAAAADwAAAAAAAAAAAAAAAACYAgAAZHJzL2Rv&#10;d25yZXYueG1sUEsFBgAAAAAEAAQA9QAAAIgDAAAAAA==&#10;" filled="f" strokeweight=".65pt">
                    <v:stroke endcap="round"/>
                  </v:oval>
                </v:group>
                <v:group id="Group 8" o:spid="_x0000_s1125" style="position:absolute;left:33769;top:6108;width:18631;height:8363" coordorigin="5317,961" coordsize="2934,1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oval id="Oval 9" o:spid="_x0000_s1126" style="position:absolute;left:5317;top:961;width:2934;height:1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NG3MEA&#10;AADaAAAADwAAAGRycy9kb3ducmV2LnhtbESPT4vCMBTE7wt+h/AEb2uqB12rUaogeNUV/9yezbMp&#10;Ni+lidrdT28WhD0OM/MbZrZobSUe1PjSsYJBPwFBnDtdcqFg/73+/ALhA7LGyjEp+CEPi3nnY4ap&#10;dk/e0mMXChEh7FNUYEKoUyl9bsii77uaOHpX11gMUTaF1A0+I9xWcpgkI2mx5LhgsKaVofy2u1sF&#10;LS9vuLpMDsZyfi+Op+yMv5lSvW6bTUEEasN/+N3eaAVj+LsSb4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DRtzBAAAA2gAAAA8AAAAAAAAAAAAAAAAAmAIAAGRycy9kb3du&#10;cmV2LnhtbFBLBQYAAAAABAAEAPUAAACGAwAAAAA=&#10;" strokeweight="0"/>
                  <v:oval id="Oval 10" o:spid="_x0000_s1127" style="position:absolute;left:5317;top:961;width:2934;height:1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CyYr8A&#10;AADaAAAADwAAAGRycy9kb3ducmV2LnhtbERPz2vCMBS+D/wfwhN2GZq6w5jVKFpQdrVT8Phonm20&#10;ealNbLv/fjkIHj++38v1YGvRUeuNYwWzaQKCuHDacKng+LubfIPwAVlj7ZgU/JGH9Wr0tsRUu54P&#10;1OWhFDGEfYoKqhCaVEpfVGTRT11DHLmLay2GCNtS6hb7GG5r+ZkkX9Ki4dhQYUNZRcUtf1gFQ9Z8&#10;mEMw927rzn2+P+nbNZsr9T4eNgsQgYbwEj/dP1pB3BqvxBsg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sLJivwAAANoAAAAPAAAAAAAAAAAAAAAAAJgCAABkcnMvZG93bnJl&#10;di54bWxQSwUGAAAAAAQABAD1AAAAhAMAAAAA&#10;" filled="f" strokeweight=".65pt">
                    <v:stroke endcap="round"/>
                  </v:oval>
                </v:group>
                <v:group id="Group 11" o:spid="_x0000_s1128" style="position:absolute;left:6826;top:16383;width:18631;height:8356" coordorigin="1074,2579" coordsize="2934,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oval id="Oval 12" o:spid="_x0000_s1129" style="position:absolute;left:1074;top:2579;width:2934;height:1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q458MA&#10;AADbAAAADwAAAGRycy9kb3ducmV2LnhtbESPQW/CMAyF70j7D5En7QYpO0yjI6BSadKuA8S2m2lM&#10;U7VxqiZAt1+PD5O42XrP731erkffqQsNsQlsYD7LQBFXwTZcG9jv3qevoGJCttgFJgO/FGG9epgs&#10;Mbfhyp902aZaSQjHHA24lPpc61g58hhnoScW7RQGj0nWodZ2wKuE+04/Z9mL9tiwNDjsqXRUtduz&#10;NzDypsXyuDg4z9W5/voufvCvMObpcSzeQCUa0938f/1hBV/o5RcZQK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q458MAAADbAAAADwAAAAAAAAAAAAAAAACYAgAAZHJzL2Rv&#10;d25yZXYueG1sUEsFBgAAAAAEAAQA9QAAAIgDAAAAAA==&#10;" strokeweight="0"/>
                  <v:oval id="Oval 13" o:spid="_x0000_s1130" style="position:absolute;left:1074;top:2579;width:2934;height:1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oJTsEA&#10;AADbAAAADwAAAGRycy9kb3ducmV2LnhtbERPTWvCQBC9F/oflin0UupGD9JGN2IDSq+mFnocsmOy&#10;JjubZtck/fddQfA2j/c5681kWzFQ741jBfNZAoK4dNpwpeD4tXt9A+EDssbWMSn4Iw+b7PFhjal2&#10;Ix9oKEIlYgj7FBXUIXSplL6syaKfuY44cifXWwwR9pXUPY4x3LZykSRLadFwbKixo7ymsikuVsGU&#10;dy/mEMzv8OF+xmL/rZtz/q7U89O0XYEINIW7+Ob+1HH+HK6/x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6CU7BAAAA2wAAAA8AAAAAAAAAAAAAAAAAmAIAAGRycy9kb3du&#10;cmV2LnhtbFBLBQYAAAAABAAEAPUAAACGAwAAAAA=&#10;" filled="f" strokeweight=".65pt">
                    <v:stroke endcap="round"/>
                  </v:oval>
                </v:group>
                <v:group id="Group 14" o:spid="_x0000_s1131" style="position:absolute;left:6826;top:28581;width:18637;height:8356" coordorigin="1074,4500" coordsize="2935,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oval id="Oval 15" o:spid="_x0000_s1132" style="position:absolute;left:1074;top:4500;width:2935;height:1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mkMEA&#10;AADbAAAADwAAAGRycy9kb3ducmV2LnhtbERPS2vCQBC+C/0PyxS8mU0rFBuzSioUvBpLH7dpdswG&#10;s7Mhu5ror+8KBW/z8T0nX4+2FWfqfeNYwVOSgiCunG64VvCxf58tQPiArLF1TAou5GG9epjkmGk3&#10;8I7OZahFDGGfoQITQpdJ6StDFn3iOuLIHVxvMUTY11L3OMRw28rnNH2RFhuODQY72hiqjuXJKhj5&#10;7Yib39dPY7k61V/fxQ9eC6Wmj2OxBBFoDHfxv3ur4/w53H6JB8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oJpDBAAAA2wAAAA8AAAAAAAAAAAAAAAAAmAIAAGRycy9kb3du&#10;cmV2LnhtbFBLBQYAAAAABAAEAPUAAACGAwAAAAA=&#10;" strokeweight="0"/>
                  <v:oval id="Oval 16" o:spid="_x0000_s1133" style="position:absolute;left:1074;top:4500;width:2935;height:1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2q1sEA&#10;AADbAAAADwAAAGRycy9kb3ducmV2LnhtbERPTWvCQBC9F/oflhG8FLNpkVJTV6mBildjCz0O2Wmy&#10;mp2N2W0S/70rCL3N433Ocj3aRvTUeeNYwXOSgiAunTZcKfg6fM7eQPiArLFxTAou5GG9enxYYqbd&#10;wHvqi1CJGMI+QwV1CG0mpS9rsugT1xJH7td1FkOEXSV1h0MMt418SdNXadFwbKixpbym8lT8WQVj&#10;3j6ZfTDnfuN+hmL7rU/HfKHUdDJ+vIMINIZ/8d2903H+HG6/x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NqtbBAAAA2wAAAA8AAAAAAAAAAAAAAAAAmAIAAGRycy9kb3du&#10;cmV2LnhtbFBLBQYAAAAABAAEAPUAAACGAwAAAAA=&#10;" filled="f" strokeweight=".65pt">
                    <v:stroke endcap="round"/>
                  </v:oval>
                </v:group>
                <v:group id="Group 17" o:spid="_x0000_s1134" style="position:absolute;left:6826;top:44646;width:18637;height:8357" coordorigin="1074,7030" coordsize="2935,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oval id="Oval 18" o:spid="_x0000_s1135" style="position:absolute;left:1074;top:7030;width:2935;height:1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FCMEA&#10;AADbAAAADwAAAGRycy9kb3ducmV2LnhtbERPTWvCQBC9C/6HZYTezKY9hJq6ShooeDUttr2N2TEb&#10;zM6G7EbT/vpuQfA2j/c56+1kO3GhwbeOFTwmKQji2umWGwUf72/LZxA+IGvsHJOCH/Kw3cxna8y1&#10;u/KeLlVoRAxhn6MCE0KfS+lrQxZ94nriyJ3cYDFEODRSD3iN4baTT2maSYstxwaDPZWG6nM1WgUT&#10;v56xPK4OxnI9Np9fxTf+Fko9LKbiBUSgKdzFN/dOx/kZ/P8SD5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fhQjBAAAA2wAAAA8AAAAAAAAAAAAAAAAAmAIAAGRycy9kb3du&#10;cmV2LnhtbFBLBQYAAAAABAAEAPUAAACGAwAAAAA=&#10;" strokeweight="0"/>
                  <v:oval id="Oval 19" o:spid="_x0000_s1136" style="position:absolute;left:1074;top:7030;width:2935;height:1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80ocEA&#10;AADbAAAADwAAAGRycy9kb3ducmV2LnhtbERPTWvCQBC9F/oflhG8FLNpD7amrlIDFa/GFnocstNk&#10;NTsbs9sk/ntXEHqbx/uc5Xq0jeip88axguckBUFcOm24UvB1+Jy9gfABWWPjmBRcyMN69fiwxEy7&#10;gffUF6ESMYR9hgrqENpMSl/WZNEnriWO3K/rLIYIu0rqDocYbhv5kqZzadFwbKixpbym8lT8WQVj&#10;3j6ZfTDnfuN+hmL7rU/HfKHUdDJ+vIMINIZ/8d2903H+K9x+iQfI1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fNKHBAAAA2wAAAA8AAAAAAAAAAAAAAAAAmAIAAGRycy9kb3du&#10;cmV2LnhtbFBLBQYAAAAABAAEAPUAAACGAwAAAAA=&#10;" filled="f" strokeweight=".65pt">
                    <v:stroke endcap="round"/>
                  </v:oval>
                </v:group>
                <v:group id="Group 20" o:spid="_x0000_s1137" style="position:absolute;left:7467;top:54933;width:18631;height:12224" coordorigin="1175,8650" coordsize="2934,19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oval id="Oval 21" o:spid="_x0000_s1138" style="position:absolute;left:1175;top:8650;width:293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AResAA&#10;AADbAAAADwAAAGRycy9kb3ducmV2LnhtbERPS4vCMBC+C/6HMMLeNF0Pi3abSlcQvOrKPm5jMjbF&#10;ZlKaqN399RtB2Nt8fM8pVoNrxZX60HhW8DzLQBBrbxquFRzeN9MFiBCRDbaeScEPBViV41GBufE3&#10;3tF1H2uRQjjkqMDG2OVSBm3JYZj5jjhxJ987jAn2tTQ93lK4a+U8y16kw4ZTg8WO1pb0eX9xCgZ+&#10;O+P6uPywjvWl/vyqvvG3UuppMlSvICIN8V/8cG9Nmr+E+y/pAF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gAResAAAADbAAAADwAAAAAAAAAAAAAAAACYAgAAZHJzL2Rvd25y&#10;ZXYueG1sUEsFBgAAAAAEAAQA9QAAAIUDAAAAAA==&#10;" strokeweight="0"/>
                  <v:oval id="Oval 22" o:spid="_x0000_s1139" style="position:absolute;left:1175;top:8650;width:293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maMAA&#10;AADbAAAADwAAAGRycy9kb3ducmV2LnhtbERPz2vCMBS+D/Y/hCfsMjTVw3C1UVxhw6tVYcdH82yj&#10;zUttsrb+98tB8Pjx/c42o21ET503jhXMZwkI4tJpw5WC4+F7ugThA7LGxjEpuJOHzfr1JcNUu4H3&#10;1BehEjGEfYoK6hDaVEpf1mTRz1xLHLmz6yyGCLtK6g6HGG4buUiSD2nRcGyosaW8pvJa/FkFY96+&#10;m30wt/7L/Q7Fz0lfL/mnUm+TcbsCEWgMT/HDvdMKFnF9/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pmaMAAAADbAAAADwAAAAAAAAAAAAAAAACYAgAAZHJzL2Rvd25y&#10;ZXYueG1sUEsFBgAAAAAEAAQA9QAAAIUDAAAAAA==&#10;" filled="f" strokeweight=".65pt">
                    <v:stroke endcap="round"/>
                  </v:oval>
                </v:group>
                <v:group id="Group 23" o:spid="_x0000_s1140" style="position:absolute;left:6178;top:71024;width:18631;height:8344" coordorigin="972,11184" coordsize="2934,13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oval id="Oval 24" o:spid="_x0000_s1141" style="position:absolute;left:972;top:11184;width:293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hJtsIA&#10;AADbAAAADwAAAGRycy9kb3ducmV2LnhtbESPT4vCMBTE7wt+h/AEb2tqD8tajVIFweu64p/bs3k2&#10;xealNFHrfvqNIHgcZuY3zHTe2VrcqPWVYwWjYQKCuHC64lLB9nf1+Q3CB2SNtWNS8CAP81nvY4qZ&#10;dnf+odsmlCJC2GeowITQZFL6wpBFP3QNcfTOrrUYomxLqVu8R7itZZokX9JixXHBYENLQ8Vlc7UK&#10;Ol5ccHka74zl4lruD/kR/3KlBv0un4AI1IV3+NVeawVpCs8v8Qf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yEm2wgAAANsAAAAPAAAAAAAAAAAAAAAAAJgCAABkcnMvZG93&#10;bnJldi54bWxQSwUGAAAAAAQABAD1AAAAhwMAAAAA&#10;" strokeweight="0"/>
                  <v:oval id="Oval 25" o:spid="_x0000_s1142" style="position:absolute;left:972;top:11184;width:293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4H8MA&#10;AADbAAAADwAAAGRycy9kb3ducmV2LnhtbESPQWvCQBSE7wX/w/IEL6VuaqHY1FVsQOnVqNDjI/tM&#10;VrNvY3ZN0n/fFYQeh5n5hlmsBluLjlpvHCt4nSYgiAunDZcKDvvNyxyED8gaa8ek4Jc8rJajpwWm&#10;2vW8oy4PpYgQ9ikqqEJoUil9UZFFP3UNcfROrrUYomxLqVvsI9zWcpYk79Ki4bhQYUNZRcUlv1kF&#10;Q9Y8m10w1+7L/fT59qgv5+xDqcl4WH+CCDSE//Cj/a0VzN7g/iX+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j4H8MAAADbAAAADwAAAAAAAAAAAAAAAACYAgAAZHJzL2Rv&#10;d25yZXYueG1sUEsFBgAAAAAEAAQA9QAAAIgDAAAAAA==&#10;" filled="f" strokeweight=".65pt">
                    <v:stroke endcap="round"/>
                  </v:oval>
                </v:group>
                <v:group id="Group 26" o:spid="_x0000_s1143" style="position:absolute;left:34436;top:72288;width:18630;height:6426" coordorigin="5422,11383" coordsize="2934,1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oval id="Oval 27" o:spid="_x0000_s1144" style="position:absolute;left:5422;top:11383;width:2934;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HRwsMA&#10;AADbAAAADwAAAGRycy9kb3ducmV2LnhtbESPQWvCQBSE70L/w/IKvdWNgZY2uoYYEHqtFdventln&#10;Nph9G7Ibjf76bkHwOMzMN8wiH20rTtT7xrGC2TQBQVw53XCtYPu1fn4D4QOyxtYxKbiQh3z5MFlg&#10;pt2ZP+m0CbWIEPYZKjAhdJmUvjJk0U9dRxy9g+sthij7WuoezxFuW5kmyau02HBcMNhRaag6bgar&#10;YOTVEcv9+85Yrob6+6f4xWuh1NPjWMxBBBrDPXxrf2gF6Qv8f4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HRwsMAAADbAAAADwAAAAAAAAAAAAAAAACYAgAAZHJzL2Rv&#10;d25yZXYueG1sUEsFBgAAAAAEAAQA9QAAAIgDAAAAAA==&#10;" strokeweight="0"/>
                  <v:oval id="Oval 28" o:spid="_x0000_s1145" style="position:absolute;left:5422;top:11383;width:2934;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9bh8QA&#10;AADbAAAADwAAAGRycy9kb3ducmV2LnhtbESPQWvCQBSE74L/YXmCF6kbc5CaugYNVHo1bcHjI/ua&#10;bM2+jdltkv77bqHQ4zAz3zD7fLKtGKj3xrGCzToBQVw5bbhW8Pb6/PAIwgdkja1jUvBNHvLDfLbH&#10;TLuRLzSUoRYRwj5DBU0IXSalrxqy6NeuI47eh+sthij7Wuoexwi3rUyTZCstGo4LDXZUNFTdyi+r&#10;YCq6lbkEcx9O7jqW53d9+yx2Si0X0/EJRKAp/If/2i9aQbqF3y/xB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W4fEAAAA2wAAAA8AAAAAAAAAAAAAAAAAmAIAAGRycy9k&#10;b3ducmV2LnhtbFBLBQYAAAAABAAEAPUAAACJAwAAAAA=&#10;" filled="f" strokeweight=".65pt">
                    <v:stroke endcap="round"/>
                  </v:oval>
                </v:group>
                <v:shape id="Freeform 29" o:spid="_x0000_s1146" style="position:absolute;left:28619;top:1562;width:83;height:75908;visibility:visible;mso-wrap-style:square;v-text-anchor:top" coordsize="25,22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3hscIA&#10;AADbAAAADwAAAGRycy9kb3ducmV2LnhtbESPQWvCQBSE70L/w/IKvekmOVRJXUVChV7VCB4f2ddk&#10;Mfs27G407a/vFgSPw8x8w6y3k+3FjXwwjhXkiwwEceO04VZBfdrPVyBCRNbYOyYFPxRgu3mZrbHU&#10;7s4Huh1jKxKEQ4kKuhiHUsrQdGQxLNxAnLxv5y3GJH0rtcd7gtteFln2Li0aTgsdDlR11FyPo1Uw&#10;+oM5G7wU+aXuP+vqN8+rca/U2+u0+wARaYrP8KP9pRUUS/j/k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eGxwgAAANsAAAAPAAAAAAAAAAAAAAAAAJgCAABkcnMvZG93&#10;bnJldi54bWxQSwUGAAAAAAQABAD1AAAAhwMAAAAA&#10;" path="m25,12r,75c25,94,20,100,13,100,6,100,,94,,87l,12c,5,6,,13,v7,,12,5,12,12xm25,187r,75c25,269,20,275,13,275,6,275,,269,,262l,187v,-7,6,-12,13,-12c20,175,25,180,25,187xm25,362r,75c25,444,20,450,13,450,6,450,,444,,437l,362v,-7,6,-12,13,-12c20,350,25,355,25,362xm25,537r,75c25,619,20,625,13,625,6,625,,619,,612l,537v,-7,6,-12,13,-12c20,525,25,530,25,537xm25,712r,75c25,794,20,800,13,800,6,800,,794,,787l,712v,-7,6,-12,13,-12c20,700,25,705,25,712xm25,887r,75c25,969,20,975,13,975,6,975,,969,,962l,887v,-7,6,-12,13,-12c20,875,25,880,25,887xm25,1062r,75c25,1144,20,1150,13,1150,6,1150,,1144,,1137r,-75c,1055,6,1050,13,1050v7,,12,5,12,12xm25,1237r,75c25,1319,20,1325,13,1325,6,1325,,1319,,1312r,-75c,1230,6,1225,13,1225v7,,12,5,12,12xm25,1412r,75c25,1494,20,1500,13,1500,6,1500,,1494,,1487r,-75c,1405,6,1400,13,1400v7,,12,5,12,12xm25,1587r,75c25,1669,20,1675,13,1675,6,1675,,1669,,1662r,-75c,1580,6,1575,13,1575v7,,12,5,12,12xm25,1762r,75c25,1844,20,1850,13,1850,6,1850,,1844,,1837r,-75c,1755,6,1750,13,1750v7,,12,5,12,12xm25,1937r,75c25,2019,20,2025,13,2025,6,2025,,2019,,2012r,-75c,1930,6,1925,13,1925v7,,12,5,12,12xm25,2112r,75c25,2194,20,2200,13,2200,6,2200,,2194,,2187r,-75c,2105,6,2100,13,2100v7,,12,5,12,12xm25,2287r,75c25,2369,20,2375,13,2375,6,2375,,2369,,2362r,-75c,2280,6,2275,13,2275v7,,12,5,12,12xm25,2462r,75c25,2544,20,2550,13,2550,6,2550,,2544,,2537r,-75c,2455,6,2450,13,2450v7,,12,5,12,12xm25,2637r,75c25,2719,20,2725,13,2725,6,2725,,2719,,2712r,-75c,2630,6,2625,13,2625v7,,12,5,12,12xm25,2812r,75c25,2894,20,2900,13,2900,6,2900,,2894,,2887r,-75c,2805,6,2800,13,2800v7,,12,5,12,12xm25,2987r,75c25,3069,20,3075,13,3075,6,3075,,3069,,3062r,-75c,2980,6,2975,13,2975v7,,12,5,12,12xm25,3162r,75c25,3244,20,3250,13,3250,6,3250,,3244,,3237r,-75c,3155,6,3150,13,3150v7,,12,5,12,12xm25,3337r,75c25,3419,20,3425,13,3425,6,3425,,3419,,3412r,-75c,3330,6,3325,13,3325v7,,12,5,12,12xm25,3512r,75c25,3594,20,3600,13,3600,6,3600,,3594,,3587r,-75c,3505,6,3500,13,3500v7,,12,5,12,12xm25,3687r,75c25,3769,20,3775,13,3775,6,3775,,3769,,3762r,-75c,3680,6,3675,13,3675v7,,12,5,12,12xm25,3862r,75c25,3944,20,3950,13,3950,6,3950,,3944,,3937r,-75c,3855,6,3850,13,3850v7,,12,5,12,12xm25,4037r,75c25,4119,20,4125,13,4125,6,4125,,4119,,4112r,-75c,4030,6,4025,13,4025v7,,12,5,12,12xm25,4212r,75c25,4294,20,4300,13,4300,6,4300,,4294,,4287r,-75c,4205,6,4200,13,4200v7,,12,5,12,12xm25,4387r,75c25,4469,20,4475,13,4475,6,4475,,4469,,4462r,-75c,4380,6,4375,13,4375v7,,12,5,12,12xm25,4562r,75c25,4644,20,4650,13,4650,6,4650,,4644,,4637r,-75c,4555,6,4550,13,4550v7,,12,5,12,12xm25,4737r,75c25,4819,20,4825,13,4825,6,4825,,4819,,4812r,-75c,4730,6,4725,13,4725v7,,12,5,12,12xm25,4912r,75c25,4994,20,5000,13,5000,6,5000,,4994,,4987r,-75c,4905,6,4900,13,4900v7,,12,5,12,12xm25,5087r,75c25,5169,20,5175,13,5175,6,5175,,5169,,5162r,-75c,5080,6,5075,13,5075v7,,12,5,12,12xm25,5262r,75c25,5344,20,5350,13,5350,6,5350,,5344,,5337r,-75c,5255,6,5250,13,5250v7,,12,5,12,12xm25,5437r,75c25,5519,20,5525,13,5525,6,5525,,5519,,5512r,-75c,5430,6,5425,13,5425v7,,12,5,12,12xm25,5612r,75c25,5694,20,5700,13,5700,6,5700,,5694,,5687r,-75c,5605,6,5600,13,5600v7,,12,5,12,12xm25,5787r,75c25,5869,20,5875,13,5875,6,5875,,5869,,5862r,-75c,5780,6,5775,13,5775v7,,12,5,12,12xm25,5962r,75c25,6044,20,6050,13,6050,6,6050,,6044,,6037r,-75c,5955,6,5950,13,5950v7,,12,5,12,12xm25,6137r,75c25,6219,20,6225,13,6225,6,6225,,6219,,6212r,-75c,6130,6,6125,13,6125v7,,12,5,12,12xm25,6312r,75c25,6394,20,6400,13,6400,6,6400,,6394,,6387r,-75c,6305,6,6300,13,6300v7,,12,5,12,12xm25,6487r,75c25,6569,20,6575,13,6575,6,6575,,6569,,6562r,-75c,6480,6,6475,13,6475v7,,12,5,12,12xm25,6662r,75c25,6744,20,6750,13,6750,6,6750,,6744,,6737r,-75c,6655,6,6650,13,6650v7,,12,5,12,12xm25,6837r,75c25,6919,20,6925,13,6925,6,6925,,6919,,6912r,-75c,6830,6,6825,13,6825v7,,12,5,12,12xm25,7012r,75c25,7094,20,7100,13,7100,6,7100,,7094,,7087r,-75c,7005,6,7000,13,7000v7,,12,5,12,12xm25,7187r,75c25,7269,20,7275,13,7275,6,7275,,7269,,7262r,-75c,7180,6,7175,13,7175v7,,12,5,12,12xm25,7362r,75c25,7444,20,7450,13,7450,6,7450,,7444,,7437r,-75c,7355,6,7350,13,7350v7,,12,5,12,12xm25,7537r,75c25,7619,20,7625,13,7625,6,7625,,7619,,7612r,-75c,7530,6,7525,13,7525v7,,12,5,12,12xm25,7712r,75c25,7794,20,7800,13,7800,6,7800,,7794,,7787r,-75c,7705,6,7700,13,7700v7,,12,5,12,12xm25,7887r,75c25,7969,20,7975,13,7975,6,7975,,7969,,7962r,-75c,7880,6,7875,13,7875v7,,12,5,12,12xm25,8062r,75c25,8144,20,8150,13,8150,6,8150,,8144,,8137r,-75c,8055,6,8050,13,8050v7,,12,5,12,12xm25,8237r,75c25,8319,20,8325,13,8325,6,8325,,8319,,8312r,-75c,8230,6,8225,13,8225v7,,12,5,12,12xm25,8412r,75c25,8494,20,8500,13,8500,6,8500,,8494,,8487r,-75c,8405,6,8400,13,8400v7,,12,5,12,12xm25,8587r,75c25,8669,20,8675,13,8675,6,8675,,8669,,8662r,-75c,8580,6,8575,13,8575v7,,12,5,12,12xm25,8762r,75c25,8844,20,8850,13,8850,6,8850,,8844,,8837r,-75c,8755,6,8750,13,8750v7,,12,5,12,12xm25,8937r,75c25,9019,20,9025,13,9025,6,9025,,9019,,9012r,-75c,8930,6,8925,13,8925v7,,12,5,12,12xm25,9112r,75c25,9194,20,9200,13,9200,6,9200,,9194,,9187r,-75c,9105,6,9100,13,9100v7,,12,5,12,12xm25,9287r,75c25,9369,20,9375,13,9375,6,9375,,9369,,9362r,-75c,9280,6,9275,13,9275v7,,12,5,12,12xm25,9462r,75c25,9544,20,9550,13,9550,6,9550,,9544,,9537r,-75c,9455,6,9450,13,9450v7,,12,5,12,12xm25,9637r,75c25,9719,20,9725,13,9725,6,9725,,9719,,9712r,-75c,9630,6,9625,13,9625v7,,12,5,12,12xm25,9812r,75c25,9894,20,9900,13,9900,6,9900,,9894,,9887r,-75c,9805,6,9800,13,9800v7,,12,5,12,12xm25,9987r,75c25,10069,20,10075,13,10075v-7,,-13,-6,-13,-13l,9987v,-7,6,-12,13,-12c20,9975,25,9980,25,9987xm25,10162r,75c25,10244,20,10250,13,10250v-7,,-13,-6,-13,-13l,10162v,-7,6,-12,13,-12c20,10150,25,10155,25,10162xm25,10337r,75c25,10419,20,10425,13,10425v-7,,-13,-6,-13,-13l,10337v,-7,6,-12,13,-12c20,10325,25,10330,25,10337xm25,10512r,75c25,10594,20,10600,13,10600v-7,,-13,-6,-13,-13l,10512v,-7,6,-12,13,-12c20,10500,25,10505,25,10512xm25,10687r,75c25,10769,20,10775,13,10775v-7,,-13,-6,-13,-13l,10687v,-7,6,-12,13,-12c20,10675,25,10680,25,10687xm25,10862r,75c25,10944,20,10950,13,10950v-7,,-13,-6,-13,-13l,10862v,-7,6,-12,13,-12c20,10850,25,10855,25,10862xm25,11037r,75c25,11119,20,11125,13,11125v-7,,-13,-6,-13,-13l,11037v,-7,6,-12,13,-12c20,11025,25,11030,25,11037xm25,11212r,75c25,11294,20,11300,13,11300v-7,,-13,-6,-13,-13l,11212v,-7,6,-12,13,-12c20,11200,25,11205,25,11212xm25,11387r,75c25,11469,20,11475,13,11475v-7,,-13,-6,-13,-13l,11387v,-7,6,-12,13,-12c20,11375,25,11380,25,11387xm25,11562r,75c25,11644,20,11650,13,11650v-7,,-13,-6,-13,-13l,11562v,-7,6,-12,13,-12c20,11550,25,11555,25,11562xm25,11737r,75c25,11819,20,11825,13,11825v-7,,-13,-6,-13,-13l,11737v,-7,6,-12,13,-12c20,11725,25,11730,25,11737xm25,11912r,75c25,11994,20,12000,13,12000v-7,,-13,-6,-13,-13l,11912v,-7,6,-12,13,-12c20,11900,25,11905,25,11912xm25,12087r,75c25,12169,20,12175,13,12175v-7,,-13,-6,-13,-13l,12087v,-7,6,-12,13,-12c20,12075,25,12080,25,12087xm25,12262r,75c25,12344,20,12350,13,12350v-7,,-13,-6,-13,-13l,12262v,-7,6,-12,13,-12c20,12250,25,12255,25,12262xm25,12437r,75c25,12519,20,12525,13,12525v-7,,-13,-6,-13,-13l,12437v,-7,6,-12,13,-12c20,12425,25,12430,25,12437xm25,12612r,75c25,12694,20,12700,13,12700v-7,,-13,-6,-13,-13l,12612v,-7,6,-12,13,-12c20,12600,25,12605,25,12612xm25,12787r,75c25,12869,20,12875,13,12875v-7,,-13,-6,-13,-13l,12787v,-7,6,-12,13,-12c20,12775,25,12780,25,12787xm25,12962r,75c25,13044,20,13050,13,13050v-7,,-13,-6,-13,-13l,12962v,-7,6,-12,13,-12c20,12950,25,12955,25,12962xm25,13137r,75c25,13219,20,13225,13,13225v-7,,-13,-6,-13,-13l,13137v,-7,6,-12,13,-12c20,13125,25,13130,25,13137xm25,13312r,75c25,13394,20,13400,13,13400v-7,,-13,-6,-13,-13l,13312v,-7,6,-12,13,-12c20,13300,25,13305,25,13312xm25,13487r,75c25,13569,20,13575,13,13575v-7,,-13,-6,-13,-13l,13487v,-7,6,-12,13,-12c20,13475,25,13480,25,13487xm25,13662r,75c25,13744,20,13750,13,13750v-7,,-13,-6,-13,-13l,13662v,-7,6,-12,13,-12c20,13650,25,13655,25,13662xm25,13837r,75c25,13919,20,13925,13,13925v-7,,-13,-6,-13,-13l,13837v,-7,6,-12,13,-12c20,13825,25,13830,25,13837xm25,14012r,75c25,14094,20,14100,13,14100v-7,,-13,-6,-13,-13l,14012v,-7,6,-12,13,-12c20,14000,25,14005,25,14012xm25,14187r,75c25,14269,20,14275,13,14275v-7,,-13,-6,-13,-13l,14187v,-7,6,-12,13,-12c20,14175,25,14180,25,14187xm25,14362r,75c25,14444,20,14450,13,14450v-7,,-13,-6,-13,-13l,14362v,-7,6,-12,13,-12c20,14350,25,14355,25,14362xm25,14537r,75c25,14619,20,14625,13,14625v-7,,-13,-6,-13,-13l,14537v,-7,6,-12,13,-12c20,14525,25,14530,25,14537xm25,14712r,75c25,14794,20,14800,13,14800v-7,,-13,-6,-13,-13l,14712v,-7,6,-12,13,-12c20,14700,25,14705,25,14712xm25,14887r,75c25,14969,20,14975,13,14975v-7,,-13,-6,-13,-13l,14887v,-7,6,-12,13,-12c20,14875,25,14880,25,14887xm25,15062r,75c25,15144,20,15150,13,15150v-7,,-13,-6,-13,-13l,15062v,-7,6,-12,13,-12c20,15050,25,15055,25,15062xm25,15237r,75c25,15319,20,15325,13,15325v-7,,-13,-6,-13,-13l,15237v,-7,6,-12,13,-12c20,15225,25,15230,25,15237xm25,15412r,75c25,15494,20,15500,13,15500v-7,,-13,-6,-13,-13l,15412v,-7,6,-12,13,-12c20,15400,25,15405,25,15412xm25,15587r,75c25,15669,20,15675,13,15675v-7,,-13,-6,-13,-13l,15587v,-7,6,-12,13,-12c20,15575,25,15580,25,15587xm25,15762r,75c25,15844,20,15850,13,15850v-7,,-13,-6,-13,-13l,15762v,-7,6,-12,13,-12c20,15750,25,15755,25,15762xm25,15937r,75c25,16019,20,16025,13,16025v-7,,-13,-6,-13,-13l,15937v,-7,6,-12,13,-12c20,15925,25,15930,25,15937xm25,16112r,75c25,16194,20,16200,13,16200v-7,,-13,-6,-13,-13l,16112v,-7,6,-12,13,-12c20,16100,25,16105,25,16112xm25,16287r,75c25,16369,20,16375,13,16375v-7,,-13,-6,-13,-13l,16287v,-7,6,-12,13,-12c20,16275,25,16280,25,16287xm25,16462r,75c25,16544,20,16550,13,16550v-7,,-13,-6,-13,-13l,16462v,-7,6,-12,13,-12c20,16450,25,16455,25,16462xm25,16637r,75c25,16719,20,16725,13,16725v-7,,-13,-6,-13,-13l,16637v,-7,6,-12,13,-12c20,16625,25,16630,25,16637xm25,16812r,75c25,16894,20,16900,13,16900v-7,,-13,-6,-13,-13l,16812v,-7,6,-12,13,-12c20,16800,25,16805,25,16812xm25,16987r,75c25,17069,20,17075,13,17075v-7,,-13,-6,-13,-13l,16987v,-7,6,-12,13,-12c20,16975,25,16980,25,16987xm25,17162r,75c25,17244,20,17250,13,17250v-7,,-13,-6,-13,-13l,17162v,-7,6,-12,13,-12c20,17150,25,17155,25,17162xm25,17337r,75c25,17419,20,17425,13,17425v-7,,-13,-6,-13,-13l,17337v,-7,6,-12,13,-12c20,17325,25,17330,25,17337xm25,17512r,75c25,17594,20,17600,13,17600v-7,,-13,-6,-13,-13l,17512v,-7,6,-12,13,-12c20,17500,25,17505,25,17512xm25,17687r,75c25,17769,20,17775,13,17775v-7,,-13,-6,-13,-13l,17687v,-7,6,-12,13,-12c20,17675,25,17680,25,17687xm25,17862r,75c25,17944,20,17950,13,17950v-7,,-13,-6,-13,-13l,17862v,-7,6,-12,13,-12c20,17850,25,17855,25,17862xm25,18037r,75c25,18119,20,18125,13,18125v-7,,-13,-6,-13,-13l,18037v,-7,6,-12,13,-12c20,18025,25,18030,25,18037xm25,18212r,75c25,18294,20,18300,13,18300v-7,,-13,-6,-13,-13l,18212v,-7,6,-12,13,-12c20,18200,25,18205,25,18212xm25,18387r,75c25,18469,20,18475,13,18475v-7,,-13,-6,-13,-13l,18387v,-7,6,-12,13,-12c20,18375,25,18380,25,18387xm25,18562r,75c25,18644,20,18650,13,18650v-7,,-13,-6,-13,-13l,18562v,-7,6,-12,13,-12c20,18550,25,18555,25,18562xm25,18737r,75c25,18819,20,18825,13,18825v-7,,-13,-6,-13,-13l,18737v,-7,6,-12,13,-12c20,18725,25,18730,25,18737xm25,18912r,75c25,18994,20,19000,13,19000v-7,,-13,-6,-13,-13l,18912v,-7,6,-12,13,-12c20,18900,25,18905,25,18912xm25,19087r,75c25,19169,20,19175,13,19175v-7,,-13,-6,-13,-13l,19087v,-7,6,-12,13,-12c20,19075,25,19080,25,19087xm25,19262r,75c25,19344,20,19350,13,19350v-7,,-13,-6,-13,-13l,19262v,-7,6,-12,13,-12c20,19250,25,19255,25,19262xm25,19437r,75c25,19519,20,19525,13,19525v-7,,-13,-6,-13,-13l,19437v,-7,6,-12,13,-12c20,19425,25,19430,25,19437xm25,19612r,75c25,19694,20,19700,13,19700v-7,,-13,-6,-13,-13l,19612v,-7,6,-12,13,-12c20,19600,25,19605,25,19612xm25,19787r,75c25,19869,20,19875,13,19875v-7,,-13,-6,-13,-13l,19787v,-7,6,-12,13,-12c20,19775,25,19780,25,19787xm25,19962r,75c25,20044,20,20050,13,20050v-7,,-13,-6,-13,-13l,19962v,-7,6,-12,13,-12c20,19950,25,19955,25,19962xm25,20137r,75c25,20219,20,20225,13,20225v-7,,-13,-6,-13,-13l,20137v,-7,6,-12,13,-12c20,20125,25,20130,25,20137xm25,20312r,75c25,20394,20,20400,13,20400v-7,,-13,-6,-13,-13l,20312v,-7,6,-12,13,-12c20,20300,25,20305,25,20312xm25,20487r,75c25,20569,20,20575,13,20575v-7,,-13,-6,-13,-13l,20487v,-7,6,-12,13,-12c20,20475,25,20480,25,20487xm25,20662r,75c25,20744,20,20750,13,20750v-7,,-13,-6,-13,-13l,20662v,-7,6,-12,13,-12c20,20650,25,20655,25,20662xm25,20837r,75c25,20919,20,20925,13,20925v-7,,-13,-6,-13,-13l,20837v,-7,6,-12,13,-12c20,20825,25,20830,25,20837xm25,21012r,75c25,21094,20,21100,13,21100v-7,,-13,-6,-13,-13l,21012v,-7,6,-12,13,-12c20,21000,25,21005,25,21012xm25,21187r,75c25,21269,20,21275,13,21275v-7,,-13,-6,-13,-13l,21187v,-7,6,-12,13,-12c20,21175,25,21180,25,21187xm25,21362r,75c25,21444,20,21450,13,21450v-7,,-13,-6,-13,-13l,21362v,-7,6,-12,13,-12c20,21350,25,21355,25,21362xm25,21537r,75c25,21619,20,21625,13,21625v-7,,-13,-6,-13,-13l,21537v,-7,6,-12,13,-12c20,21525,25,21530,25,21537xm25,21712r,75c25,21794,20,21800,13,21800v-7,,-13,-6,-13,-13l,21712v,-7,6,-12,13,-12c20,21700,25,21705,25,21712xm25,21887r,75c25,21969,20,21975,13,21975v-7,,-13,-6,-13,-13l,21887v,-7,6,-12,13,-12c20,21875,25,21880,25,21887xm25,22062r,75c25,22144,20,22150,13,22150v-7,,-13,-6,-13,-13l,22062v,-7,6,-12,13,-12c20,22050,25,22055,25,22062xm25,22237r,75c25,22319,20,22325,13,22325v-7,,-13,-6,-13,-13l,22237v,-7,6,-12,13,-12c20,22225,25,22230,25,22237xe" fillcolor="black" strokeweight=".05pt">
                  <v:stroke joinstyle="bevel"/>
                  <v:path arrowok="t" o:connecttype="custom" o:connectlocs="8255,123085;8255,267590;4293,391015;0,505599;0,599103;4293,714027;8255,837112;8255,1015619;8255,1160124;4293,1283549;0,1398133;0,1491637;4293,1606561;8255,1729646;8255,1908153;8255,2052658;4293,2176083;0,2290668;0,2384171;4293,2499095;8255,2622180;8255,2800687;8255,2945193;4293,3068617;0,3183202;0,3276705;4293,3391630;8255,3514714;8255,3693221;8255,3837727;4293,3961151;0,4075736;0,4169239;4293,4284164;8255,4407248;8255,4585755;8255,4730261;4293,4853685;0,4968270;0,5061773;4293,5176698;8255,5299782;8255,5478289;8255,5622795;4293,5746220;0,5860804;0,5954307;4293,6069232;8255,6192317;8255,6370823;8255,6515329;4293,6638754;0,6753338;0,6846842;4293,6961766;8255,7084851;8255,7263357;8255,7407863;4293,7531288" o:connectangles="0,0,0,0,0,0,0,0,0,0,0,0,0,0,0,0,0,0,0,0,0,0,0,0,0,0,0,0,0,0,0,0,0,0,0,0,0,0,0,0,0,0,0,0,0,0,0,0,0,0,0,0,0,0,0,0,0,0,0"/>
                  <o:lock v:ext="edit" verticies="t"/>
                </v:shape>
                <v:rect id="Rectangle 30" o:spid="_x0000_s1147" style="position:absolute;left:13290;top:7245;width:3308;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E57CC1" w:rsidRDefault="00E57CC1" w:rsidP="00806774">
                        <w:r>
                          <w:rPr>
                            <w:rFonts w:ascii="Arial" w:hAnsi="Arial" w:cs="Arial"/>
                            <w:color w:val="000000"/>
                            <w:sz w:val="18"/>
                            <w:szCs w:val="18"/>
                          </w:rPr>
                          <w:t>Step 1</w:t>
                        </w:r>
                      </w:p>
                    </w:txbxContent>
                  </v:textbox>
                </v:rect>
                <v:rect id="Rectangle 31" o:spid="_x0000_s1148" style="position:absolute;left:8928;top:8604;width:11950;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E57CC1" w:rsidRDefault="00E57CC1" w:rsidP="00806774">
                        <w:r>
                          <w:rPr>
                            <w:rFonts w:ascii="Arial" w:hAnsi="Arial" w:cs="Arial" w:hint="eastAsia"/>
                            <w:color w:val="000000"/>
                            <w:sz w:val="18"/>
                            <w:szCs w:val="18"/>
                            <w:lang w:eastAsia="ja-JP"/>
                          </w:rPr>
                          <w:t>Announcement</w:t>
                        </w:r>
                        <w:r>
                          <w:rPr>
                            <w:rFonts w:ascii="Arial" w:hAnsi="Arial" w:cs="Arial"/>
                            <w:color w:val="000000"/>
                            <w:sz w:val="18"/>
                            <w:szCs w:val="18"/>
                          </w:rPr>
                          <w:t xml:space="preserve"> to invite </w:t>
                        </w:r>
                      </w:p>
                    </w:txbxContent>
                  </v:textbox>
                </v:rect>
                <v:rect id="Rectangle 32" o:spid="_x0000_s1149" style="position:absolute;left:8928;top:9963;width:14173;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E57CC1" w:rsidRDefault="00E57CC1" w:rsidP="00806774">
                        <w:r>
                          <w:rPr>
                            <w:rFonts w:ascii="Arial" w:hAnsi="Arial" w:cs="Arial"/>
                            <w:color w:val="000000"/>
                            <w:sz w:val="18"/>
                            <w:szCs w:val="18"/>
                          </w:rPr>
                          <w:t xml:space="preserve">proposals for radio interface </w:t>
                        </w:r>
                      </w:p>
                    </w:txbxContent>
                  </v:textbox>
                </v:rect>
                <v:rect id="Rectangle 33" o:spid="_x0000_s1150" style="position:absolute;left:8928;top:11328;width:8648;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technologies and</w:t>
                        </w:r>
                      </w:p>
                    </w:txbxContent>
                  </v:textbox>
                </v:rect>
                <v:rect id="Rectangle 34" o:spid="_x0000_s1151" style="position:absolute;left:18180;top:11328;width:5784;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evaluations</w:t>
                        </w:r>
                      </w:p>
                    </w:txbxContent>
                  </v:textbox>
                </v:rect>
                <v:rect id="Rectangle 35" o:spid="_x0000_s1152" style="position:absolute;left:35909;top:8121;width:2356;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 xml:space="preserve">Step </w:t>
                        </w:r>
                      </w:p>
                    </w:txbxContent>
                  </v:textbox>
                </v:rect>
                <v:rect id="Rectangle 36" o:spid="_x0000_s1153" style="position:absolute;left:38531;top:8159;width:788;height:224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E57CC1" w:rsidRDefault="00E57CC1" w:rsidP="00806774">
                        <w:r>
                          <w:rPr>
                            <w:rFonts w:ascii="MS PGothic" w:eastAsia="MS PGothic" w:cs="MS PGothic" w:hint="eastAsia"/>
                            <w:color w:val="000000"/>
                            <w:sz w:val="18"/>
                            <w:szCs w:val="18"/>
                          </w:rPr>
                          <w:t>２</w:t>
                        </w:r>
                      </w:p>
                    </w:txbxContent>
                  </v:textbox>
                </v:rect>
                <v:rect id="Rectangle 37" o:spid="_x0000_s1154" style="position:absolute;left:35909;top:9480;width:13284;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Development of candidate </w:t>
                        </w:r>
                      </w:p>
                    </w:txbxContent>
                  </v:textbox>
                </v:rect>
                <v:rect id="Rectangle 38" o:spid="_x0000_s1155" style="position:absolute;left:35909;top:10845;width:13982;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radio interface technologies</w:t>
                        </w:r>
                      </w:p>
                    </w:txbxContent>
                  </v:textbox>
                </v:rect>
                <v:rect id="Rectangle 39" o:spid="_x0000_s1156" style="position:absolute;left:8928;top:30626;width:3308;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Step 5</w:t>
                        </w:r>
                      </w:p>
                    </w:txbxContent>
                  </v:textbox>
                </v:rect>
                <v:rect id="Rectangle 40" o:spid="_x0000_s1157" style="position:absolute;left:8928;top:31984;width:13792;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E57CC1" w:rsidRDefault="00E57CC1" w:rsidP="00806774">
                        <w:r>
                          <w:rPr>
                            <w:rFonts w:ascii="Arial" w:hAnsi="Arial" w:cs="Arial"/>
                            <w:color w:val="000000"/>
                            <w:sz w:val="18"/>
                            <w:szCs w:val="18"/>
                          </w:rPr>
                          <w:t xml:space="preserve">Review and coordination of </w:t>
                        </w:r>
                      </w:p>
                    </w:txbxContent>
                  </v:textbox>
                </v:rect>
                <v:rect id="Rectangle 41" o:spid="_x0000_s1158" style="position:absolute;left:8928;top:33343;width:13919;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outside evaluation activities</w:t>
                        </w:r>
                      </w:p>
                    </w:txbxContent>
                  </v:textbox>
                </v:rect>
                <v:rect id="Rectangle 42" o:spid="_x0000_s1159" style="position:absolute;left:10210;top:45954;width:3309;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E57CC1" w:rsidRDefault="00E57CC1" w:rsidP="00806774">
                        <w:r>
                          <w:rPr>
                            <w:rFonts w:ascii="Arial" w:hAnsi="Arial" w:cs="Arial"/>
                            <w:color w:val="000000"/>
                            <w:sz w:val="18"/>
                            <w:szCs w:val="18"/>
                          </w:rPr>
                          <w:t>Step 6</w:t>
                        </w:r>
                      </w:p>
                    </w:txbxContent>
                  </v:textbox>
                </v:rect>
                <v:rect id="Rectangle 43" o:spid="_x0000_s1160" style="position:absolute;left:10210;top:47313;width:8897;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 xml:space="preserve">Review to assess </w:t>
                        </w:r>
                      </w:p>
                    </w:txbxContent>
                  </v:textbox>
                </v:rect>
                <v:rect id="Rectangle 44" o:spid="_x0000_s1161" style="position:absolute;left:10210;top:48672;width:13088;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compliance with minimum </w:t>
                        </w:r>
                      </w:p>
                    </w:txbxContent>
                  </v:textbox>
                </v:rect>
                <v:rect id="Rectangle 45" o:spid="_x0000_s1162" style="position:absolute;left:10210;top:50031;width:6674;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requirements</w:t>
                        </w:r>
                      </w:p>
                    </w:txbxContent>
                  </v:textbox>
                </v:rect>
                <v:rect id="Rectangle 46" o:spid="_x0000_s1163" style="position:absolute;left:9575;top:58007;width:3309;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Step 7</w:t>
                        </w:r>
                      </w:p>
                    </w:txbxContent>
                  </v:textbox>
                </v:rect>
                <v:rect id="Rectangle 47" o:spid="_x0000_s1164" style="position:absolute;left:9575;top:59372;width:13856;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Consideration of evaluation </w:t>
                        </w:r>
                      </w:p>
                    </w:txbxContent>
                  </v:textbox>
                </v:rect>
                <v:rect id="Rectangle 48" o:spid="_x0000_s1165" style="position:absolute;left:9575;top:60731;width:14047;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 xml:space="preserve">results, consensus building, </w:t>
                        </w:r>
                      </w:p>
                    </w:txbxContent>
                  </v:textbox>
                </v:rect>
                <v:rect id="Rectangle 49" o:spid="_x0000_s1166" style="position:absolute;left:9575;top:62090;width:6420;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and decision</w:t>
                        </w:r>
                      </w:p>
                    </w:txbxContent>
                  </v:textbox>
                </v:rect>
                <v:shape id="Freeform 50" o:spid="_x0000_s1167" style="position:absolute;left:25400;top:9626;width:8401;height:680;visibility:visible;mso-wrap-style:square;v-text-anchor:top" coordsize="4942,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idK8AA&#10;AADbAAAADwAAAGRycy9kb3ducmV2LnhtbERPy4rCMBTdC/5DuMJsRFNFRKpRfFCYxWx84fbaXNtq&#10;c1OaWOvfTxaCy8N5L1atKUVDtSssKxgNIxDEqdUFZwpOx2QwA+E8ssbSMil4k4PVsttZYKzti/fU&#10;HHwmQgi7GBXk3lexlC7NyaAb2oo4cDdbG/QB1pnUNb5CuCnlOIqm0mDBoSHHirY5pY/D0yjI/nbc&#10;bKLkfrme38mEjk+z2/aV+um16zkIT63/ij/uX61gEsaGL+EHyO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GidK8AAAADbAAAADwAAAAAAAAAAAAAAAACYAgAAZHJzL2Rvd25y&#10;ZXYueG1sUEsFBgAAAAAEAAQA9QAAAIUDAAAAAA==&#10;" path="m34,166r4575,c4627,166,4642,181,4642,200v,18,-15,33,-33,33l34,233c15,233,,218,,200,,181,15,166,34,166xm4542,r400,200l4542,400,4542,xe" fillcolor="black" strokeweight=".05pt">
                  <v:stroke joinstyle="bevel"/>
                  <v:path arrowok="t" o:connecttype="custom" o:connectlocs="5780,28197;783497,28197;789107,33973;783497,39578;5780,39578;0,33973;5780,28197;772108,0;840105,33973;772108,67945;772108,0" o:connectangles="0,0,0,0,0,0,0,0,0,0,0"/>
                  <o:lock v:ext="edit" verticies="t"/>
                </v:shape>
                <v:shape id="Freeform 51" o:spid="_x0000_s1168" style="position:absolute;left:25444;top:32746;width:6433;height:680;visibility:visible;mso-wrap-style:square;v-text-anchor:top" coordsize="1013,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4MocQA&#10;AADbAAAADwAAAGRycy9kb3ducmV2LnhtbESPQWvCQBSE70L/w/IK3uqmQWyN2YhILfVS0IrnR/aZ&#10;xGbfptk1bv99Vyh4HGbmGyZfBtOKgXrXWFbwPElAEJdWN1wpOHxtnl5BOI+ssbVMCn7JwbJ4GOWY&#10;aXvlHQ17X4kIYZehgtr7LpPSlTUZdBPbEUfvZHuDPsq+krrHa4SbVqZJMpMGG44LNXa0rqn83l+M&#10;gmp1TCW9tOfPWfqzfV8H+ebDoNT4MawWIDwFfw//tz+0gukcb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uDKHEAAAA2wAAAA8AAAAAAAAAAAAAAAAAmAIAAGRycy9k&#10;b3ducmV2LnhtbFBLBQYAAAAABAAEAPUAAACJAwAAAAA=&#10;" path="m90,44r833,l923,62,90,62r,-18xm107,107l,53,107,r,107xm906,r107,53l906,107,906,xe" fillcolor="black" strokeweight=".05pt">
                  <v:stroke joinstyle="bevel"/>
                  <v:path arrowok="t" o:connecttype="custom" o:connectlocs="57150,27940;586105,27940;586105,39370;57150,39370;57150,27940;67945,67945;0,33655;67945,0;67945,67945;575310,0;643255,33655;575310,67945;575310,0" o:connectangles="0,0,0,0,0,0,0,0,0,0,0,0,0"/>
                  <o:lock v:ext="edit" verticies="t"/>
                </v:shape>
                <v:shape id="Freeform 52" o:spid="_x0000_s1169" style="position:absolute;left:16389;top:36283;width:16758;height:8440;visibility:visible;mso-wrap-style:square;v-text-anchor:top" coordsize="9863,4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6KK78A&#10;AADbAAAADwAAAGRycy9kb3ducmV2LnhtbERPTWvCQBC9C/0PyxR6000FRVJXkYjQa2MPzW3YnWaj&#10;2dk0u9X033cOhR4f73u7n0KvbjSmLrKB50UBithG13Fr4P18mm9ApYzssI9MBn4owX73MNti6eKd&#10;3+hW51ZJCKcSDfich1LrZD0FTIs4EAv3GceAWeDYajfiXcJDr5dFsdYBO5YGjwNVnuy1/g4GVt4O&#10;TY/H62X1MdlNs6zSV1Ub8/Q4HV5AZZryv/jP/erEJ+vli/wAvfs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DoorvwAAANsAAAAPAAAAAAAAAAAAAAAAAJgCAABkcnMvZG93bnJl&#10;di54bWxQSwUGAAAAAAQABAD1AAAAhAMAAAAA&#10;" path="m23,4895r179,-89c218,4797,238,4804,246,4821v9,16,2,36,-14,44l53,4955v-17,8,-37,2,-45,-15c,4924,6,4904,23,4895xm440,4686r179,-89c635,4588,655,4595,664,4611v8,17,1,37,-15,45l470,4746v-17,8,-37,1,-45,-15c417,4714,424,4694,440,4686xm857,4477r179,-90c1052,4379,1073,4386,1081,4402v8,17,1,37,-15,45l887,4537v-16,8,-36,1,-45,-15c834,4505,841,4485,857,4477xm1274,4268r179,-90c1470,4170,1490,4177,1498,4193v8,17,2,37,-15,45l1304,4328v-16,8,-36,1,-44,-15c1251,4296,1258,4276,1274,4268xm1692,4059r178,-90c1887,3961,1907,3968,1915,3984v8,17,2,37,-15,45l1721,4118v-16,9,-36,2,-44,-14c1668,4087,1675,4067,1692,4059xm2109,3850r179,-90c2304,3752,2324,3758,2332,3775v9,16,2,36,-15,45l2139,3909v-17,9,-37,2,-45,-15c2086,3878,2092,3858,2109,3850xm2526,3641r179,-90c2721,3543,2741,3549,2750,3566v8,16,1,36,-15,45l2556,3700v-17,8,-37,2,-45,-15c2503,3669,2510,3649,2526,3641xm2943,3431r179,-89c3138,3334,3158,3340,3167,3357v8,16,1,36,-15,44l2973,3491v-16,8,-36,2,-45,-15c2920,3460,2927,3440,2943,3431xm3360,3222r179,-89c3556,3124,3576,3131,3584,3148v8,16,1,36,-15,44l3390,3282v-16,8,-36,2,-45,-15c3337,3251,3344,3231,3360,3222xm3778,3013r178,-89c3973,2915,3993,2922,4001,2938v8,17,2,37,-15,45l3807,3073v-16,8,-36,1,-44,-15c3754,3041,3761,3021,3778,3013xm4195,2804r179,-90c4390,2706,4410,2713,4418,2729v9,17,2,37,-15,45l4225,2864v-17,8,-37,1,-45,-15c4172,2832,4178,2812,4195,2804xm4612,2595r179,-90c4807,2497,4827,2504,4835,2520v9,17,2,37,-14,45l4642,2655v-17,8,-37,1,-45,-15c4589,2623,4595,2603,4612,2595xm5029,2386r179,-90c5224,2288,5244,2295,5253,2311v8,17,1,37,-15,45l5059,2445v-16,9,-37,2,-45,-14c5006,2414,5013,2394,5029,2386xm5446,2177r179,-90c5642,2079,5662,2085,5670,2102v8,16,1,36,-15,45l5476,2236v-16,9,-36,2,-45,-15c5423,2205,5430,2185,5446,2177xm5863,1968r179,-90c6059,1870,6079,1876,6087,1893v8,16,2,36,-15,45l5893,2027v-16,8,-36,2,-44,-15c5840,1996,5847,1976,5863,1968xm6281,1758r178,-89c6476,1661,6496,1667,6504,1684v8,16,2,36,-15,44l6311,1818v-17,8,-37,2,-45,-15c6258,1787,6264,1767,6281,1758xm6698,1549r179,-89c6893,1451,6913,1458,6921,1475v9,16,2,36,-14,44l6728,1609v-17,8,-37,2,-45,-15c6675,1578,6681,1558,6698,1549xm7115,1340r179,-89c7310,1242,7330,1249,7339,1265v8,17,1,37,-15,45l7145,1400v-17,8,-37,1,-45,-15c7092,1368,7099,1348,7115,1340xm7532,1131r179,-90c7727,1033,7748,1040,7756,1056v8,17,1,37,-15,45l7562,1191v-16,8,-36,1,-45,-15c7509,1159,7516,1139,7532,1131xm7949,922r179,-90c8145,824,8165,831,8173,847v8,17,2,37,-15,45l7979,982v-16,8,-36,1,-44,-15c7926,950,7933,930,7949,922xm8367,713r178,-90c8562,615,8582,622,8590,638v8,17,2,37,-15,45l8396,772v-16,9,-36,2,-44,-14c8343,741,8350,721,8367,713xm8784,504r179,-90c8979,406,8999,412,9007,429v9,16,2,36,-15,45l8814,563v-17,9,-37,2,-45,-15c8761,532,8767,512,8784,504xm9201,295r179,-90c9396,197,9416,203,9425,220v8,16,1,36,-15,45l9231,354v-17,8,-37,2,-45,-15c9178,323,9185,303,9201,295xm9416,1l9863,,9595,358,9416,1xe" fillcolor="black" strokeweight=".05pt">
                  <v:stroke joinstyle="bevel"/>
                  <v:path arrowok="t" o:connecttype="custom" o:connectlocs="41796,819769;1359,840004;105171,781680;79855,807016;145608,761275;181118,756174;145608,761275;254516,712983;214079,733388;317721,674894;292405,700230;358328,654659;393668,649558;358328,654659;467237,606367;426629,626602;530441,568278;505125,593614;570878,547873;606388,542772;570878,547873;679787,499581;639349,519986;743161,461492;717845,486998;783598,441257;819108,436156;783598,441257;892507,392965;851900,413370;955711,354876;930395,380212;996148,334641;1031658,329540;996148,334641;1105057,286350;1064620,306584;1168431,248260;1143115,273596;1208868,227855;1244378,222754;1208868,227855;1317777,179564;1277170,199969;1380981,141474;1355666,166981;1421588,121239;1456928,116138;1421588,121239;1530327,72948;1489890,93183;1593701,34858;1568386,60195;1599818,170;1599818,170" o:connectangles="0,0,0,0,0,0,0,0,0,0,0,0,0,0,0,0,0,0,0,0,0,0,0,0,0,0,0,0,0,0,0,0,0,0,0,0,0,0,0,0,0,0,0,0,0,0,0,0,0,0,0,0,0,0,0"/>
                  <o:lock v:ext="edit" verticies="t"/>
                </v:shape>
                <v:rect id="Rectangle 53" o:spid="_x0000_s1170" style="position:absolute;left:33801;top:46158;width:20542;height:6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pciMQA&#10;AADbAAAADwAAAGRycy9kb3ducmV2LnhtbESPQWvCQBSE74L/YXlCb2aTSm1IXUUDQXusLRVvr9nX&#10;JDT7NmS3Jv77bkHwOMzMN8xqM5pWXKh3jWUFSRSDIC6tbrhS8PFezFMQziNrbC2Tgis52KynkxVm&#10;2g78Rpejr0SAsMtQQe19l0npypoMush2xMH7tr1BH2RfSd3jEOCmlY9xvJQGGw4LNXaU11T+HH+N&#10;gq/kuli8pkO+2x9o/Hw+74sOT0o9zMbtCwhPo7+Hb+2DVvCUwP+X8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qXIjEAAAA2wAAAA8AAAAAAAAAAAAAAAAAmAIAAGRycy9k&#10;b3ducmV2LnhtbFBLBQYAAAAABAAEAPUAAACJAwAAAAA=&#10;" filled="f" strokeweight=".65pt">
                  <v:stroke endcap="round"/>
                </v:rect>
                <v:rect id="Rectangle 54" o:spid="_x0000_s1171" style="position:absolute;left:35261;top:47066;width:15507;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Descriptions of proposed radio </w:t>
                        </w:r>
                      </w:p>
                    </w:txbxContent>
                  </v:textbox>
                </v:rect>
                <v:rect id="Rectangle 55" o:spid="_x0000_s1172" style="position:absolute;left:35261;top:48431;width:13348;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interface technologies and </w:t>
                        </w:r>
                      </w:p>
                    </w:txbxContent>
                  </v:textbox>
                </v:rect>
                <v:rect id="Rectangle 56" o:spid="_x0000_s1173" style="position:absolute;left:35261;top:49790;width:9531;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evaluation </w:t>
                        </w:r>
                        <w:r w:rsidR="00A36D93">
                          <w:rPr>
                            <w:rFonts w:ascii="Arial" w:hAnsi="Arial" w:cs="Arial"/>
                            <w:color w:val="000000"/>
                            <w:sz w:val="18"/>
                            <w:szCs w:val="18"/>
                          </w:rPr>
                          <w:t>Report</w:t>
                        </w:r>
                        <w:r>
                          <w:rPr>
                            <w:rFonts w:ascii="Arial" w:hAnsi="Arial" w:cs="Arial"/>
                            <w:color w:val="000000"/>
                            <w:sz w:val="18"/>
                            <w:szCs w:val="18"/>
                          </w:rPr>
                          <w:t>s</w:t>
                        </w:r>
                      </w:p>
                    </w:txbxContent>
                  </v:textbox>
                </v:rect>
                <v:shape id="Freeform 57" o:spid="_x0000_s1174" style="position:absolute;left:42449;top:42024;width:680;height:3911;visibility:visible;mso-wrap-style:square;v-text-anchor:top" coordsize="400,2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Y+wsMA&#10;AADbAAAADwAAAGRycy9kb3ducmV2LnhtbESPT2vCQBTE7wW/w/KE3urG0lSJriIBaXusf/D62H0m&#10;0ezbkN0msZ++Kwg9DjPzG2a5HmwtOmp95VjBdJKAINbOVFwoOOy3L3MQPiAbrB2Tght5WK9GT0vM&#10;jOv5m7pdKESEsM9QQRlCk0npdUkW/cQ1xNE7u9ZiiLItpGmxj3Bby9ckeZcWK44LJTaUl6Svux+r&#10;4OPt62R/L+nNbemY63zWzXvdKfU8HjYLEIGG8B9+tD+NgjSF+5f4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Y+wsMAAADbAAAADwAAAAAAAAAAAAAAAACYAgAAZHJzL2Rv&#10;d25yZXYueG1sUEsFBgAAAAAEAAQA9QAAAIgDAAAAAA==&#10;" path="m233,33r,1934c233,1985,218,2000,200,2000v-19,,-34,-15,-34,-33l166,33c166,15,181,,200,v18,,33,15,33,33xm400,1900l200,2300,,1900r400,xe" fillcolor="black" strokeweight=".05pt">
                  <v:stroke joinstyle="bevel"/>
                  <v:path arrowok="t" o:connecttype="custom" o:connectlocs="39578,5612;39578,334527;33973,340139;28197,334527;28197,5612;33973,0;39578,5612;67945,323132;33973,391160;0,323132;67945,323132" o:connectangles="0,0,0,0,0,0,0,0,0,0,0"/>
                  <o:lock v:ext="edit" verticies="t"/>
                </v:shape>
                <v:shape id="Freeform 58" o:spid="_x0000_s1175" style="position:absolute;left:25444;top:48793;width:8414;height:679;visibility:visible;mso-wrap-style:square;v-text-anchor:top" coordsize="4950,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dhX8MA&#10;AADbAAAADwAAAGRycy9kb3ducmV2LnhtbESPUWvCMBSF3wX/Q7jCXkTTCZPSGUvJJuxNpv6AS3PX&#10;FJub0sTa7dcvwmCPh3POdzi7cnKdGGkIrWcFz+sMBHHtTcuNgsv5sMpBhIhssPNMCr4pQLmfz3ZY&#10;GH/nTxpPsREJwqFABTbGvpAy1JYchrXviZP35QeHMcmhkWbAe4K7Tm6ybCsdtpwWLPakLdXX080p&#10;eNdZ95O/Vdrm4+ag+ajZL1ulnhZT9Qoi0hT/w3/tD6PgZQuPL+kH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dhX8MAAADbAAAADwAAAAAAAAAAAAAAAACYAgAAZHJzL2Rv&#10;d25yZXYueG1sUEsFBgAAAAAEAAQA9QAAAIgDAAAAAA==&#10;" path="m4917,234r-4583,c315,234,300,219,300,200v,-18,15,-33,34,-33l4917,167v19,,33,15,33,33c4950,219,4936,234,4917,234xm400,400l,200,400,r,400xe" fillcolor="black" strokeweight=".05pt">
                  <v:stroke joinstyle="bevel"/>
                  <v:path arrowok="t" o:connecttype="custom" o:connectlocs="835766,39748;56772,39748;50992,33973;56772,28367;835766,28367;841375,33973;835766,39748;67990,67945;0,33973;67990,0;67990,67945" o:connectangles="0,0,0,0,0,0,0,0,0,0,0"/>
                  <o:lock v:ext="edit" verticies="t"/>
                </v:shape>
                <v:shape id="Freeform 59" o:spid="_x0000_s1176" style="position:absolute;left:16116;top:52946;width:679;height:1981;visibility:visible;mso-wrap-style:square;v-text-anchor:top" coordsize="400,1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uJ5ccA&#10;AADbAAAADwAAAGRycy9kb3ducmV2LnhtbESPzWsCMRTE7wX/h/AKXkpN/KqyGqUqhR704Ae0x+fm&#10;dXdx87LdRN361zdCocdhZn7DTOeNLcWFal841tDtKBDEqTMFZxoO+7fnMQgfkA2WjknDD3mYz1oP&#10;U0yMu/KWLruQiQhhn6CGPIQqkdKnOVn0HVcRR+/L1RZDlHUmTY3XCLel7Cn1Ii0WHBdyrGiZU3ra&#10;na2G9e27P/arjXr6dOflYPGh9kd/0rr92LxOQARqwn/4r/1uNAxHcP8Sf4C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rieXHAAAA2wAAAA8AAAAAAAAAAAAAAAAAmAIAAGRy&#10;cy9kb3ducmV2LnhtbFBLBQYAAAAABAAEAPUAAACMAwAAAAA=&#10;" path="m233,33r,800c233,852,218,867,200,867v-19,,-34,-15,-34,-34l166,33c166,15,181,,200,v18,,33,15,33,33xm400,767l200,1167,,767r400,xe" fillcolor="black" strokeweight=".05pt">
                  <v:stroke joinstyle="bevel"/>
                  <v:path arrowok="t" o:connecttype="custom" o:connectlocs="39578,5602;39578,141417;33973,147189;28197,141417;28197,5602;33973,0;39578,5602;67945,130213;33973,198120;0,130213;67945,130213" o:connectangles="0,0,0,0,0,0,0,0,0,0,0"/>
                  <o:lock v:ext="edit" verticies="t"/>
                </v:shape>
                <v:rect id="Rectangle 60" o:spid="_x0000_s1177" style="position:absolute;left:7651;top:73025;width:3309;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E57CC1" w:rsidRDefault="00E57CC1" w:rsidP="00806774">
                        <w:r>
                          <w:rPr>
                            <w:rFonts w:ascii="Arial" w:hAnsi="Arial" w:cs="Arial"/>
                            <w:color w:val="000000"/>
                            <w:sz w:val="18"/>
                            <w:szCs w:val="18"/>
                          </w:rPr>
                          <w:t>Step 8</w:t>
                        </w:r>
                      </w:p>
                    </w:txbxContent>
                  </v:textbox>
                </v:rect>
                <v:rect id="Rectangle 61" o:spid="_x0000_s1178" style="position:absolute;left:7651;top:74383;width:13983;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Development of </w:t>
                        </w:r>
                        <w:r>
                          <w:rPr>
                            <w:rFonts w:ascii="Arial" w:hAnsi="Arial" w:cs="Arial" w:hint="eastAsia"/>
                            <w:color w:val="000000"/>
                            <w:sz w:val="18"/>
                            <w:szCs w:val="18"/>
                            <w:lang w:eastAsia="ja-JP"/>
                          </w:rPr>
                          <w:t>Revision of</w:t>
                        </w:r>
                      </w:p>
                    </w:txbxContent>
                  </v:textbox>
                </v:rect>
                <v:rect id="Rectangle 62" o:spid="_x0000_s1179" style="position:absolute;left:7651;top:75742;width:6484;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E57CC1" w:rsidRDefault="00E57CC1" w:rsidP="00806774">
                        <w:r>
                          <w:rPr>
                            <w:rFonts w:ascii="Arial" w:hAnsi="Arial" w:cs="Arial"/>
                            <w:color w:val="000000"/>
                            <w:sz w:val="18"/>
                            <w:szCs w:val="18"/>
                          </w:rPr>
                          <w:t>Rec</w:t>
                        </w:r>
                        <w:r>
                          <w:rPr>
                            <w:rFonts w:ascii="Arial" w:hAnsi="Arial" w:cs="Arial" w:hint="eastAsia"/>
                            <w:color w:val="000000"/>
                            <w:sz w:val="18"/>
                            <w:szCs w:val="18"/>
                            <w:lang w:eastAsia="ja-JP"/>
                          </w:rPr>
                          <w:t>. M.1457</w:t>
                        </w:r>
                      </w:p>
                    </w:txbxContent>
                  </v:textbox>
                </v:rect>
                <v:rect id="Rectangle 63" o:spid="_x0000_s1180" style="position:absolute;left:34925;top:64293;width:14871;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Radio interface specifications </w:t>
                        </w:r>
                      </w:p>
                    </w:txbxContent>
                  </v:textbox>
                </v:rect>
                <v:rect id="Rectangle 64" o:spid="_x0000_s1181" style="position:absolute;left:34817;top:65824;width:17538;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E57CC1" w:rsidRDefault="00E57CC1" w:rsidP="00806774">
                        <w:r>
                          <w:rPr>
                            <w:rFonts w:ascii="Arial" w:hAnsi="Arial" w:cs="Arial" w:hint="eastAsia"/>
                            <w:color w:val="000000"/>
                            <w:sz w:val="18"/>
                            <w:szCs w:val="18"/>
                            <w:lang w:eastAsia="ja-JP"/>
                          </w:rPr>
                          <w:t>(</w:t>
                        </w:r>
                        <w:r>
                          <w:rPr>
                            <w:rFonts w:ascii="Arial" w:hAnsi="Arial" w:cs="Arial"/>
                            <w:color w:val="000000"/>
                            <w:sz w:val="18"/>
                            <w:szCs w:val="18"/>
                          </w:rPr>
                          <w:t>R</w:t>
                        </w:r>
                        <w:r>
                          <w:rPr>
                            <w:rFonts w:ascii="Arial" w:hAnsi="Arial" w:cs="Arial" w:hint="eastAsia"/>
                            <w:color w:val="000000"/>
                            <w:sz w:val="18"/>
                            <w:szCs w:val="18"/>
                            <w:lang w:eastAsia="ja-JP"/>
                          </w:rPr>
                          <w:t>ec. M.1457)</w:t>
                        </w:r>
                        <w:r>
                          <w:rPr>
                            <w:rFonts w:ascii="Arial" w:hAnsi="Arial" w:cs="Arial"/>
                            <w:color w:val="000000"/>
                            <w:sz w:val="18"/>
                            <w:szCs w:val="18"/>
                          </w:rPr>
                          <w:t>, sufficiently detailed</w:t>
                        </w:r>
                      </w:p>
                    </w:txbxContent>
                  </v:textbox>
                </v:rect>
                <v:rect id="Rectangle 65" o:spid="_x0000_s1182" style="position:absolute;left:35280;top:67456;width:16713;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E57CC1" w:rsidRDefault="00E57CC1" w:rsidP="00806774">
                        <w:r>
                          <w:rPr>
                            <w:rFonts w:ascii="Arial" w:hAnsi="Arial" w:cs="Arial" w:hint="eastAsia"/>
                            <w:color w:val="000000"/>
                            <w:sz w:val="18"/>
                            <w:szCs w:val="18"/>
                            <w:lang w:eastAsia="ja-JP"/>
                          </w:rPr>
                          <w:t xml:space="preserve">to </w:t>
                        </w:r>
                        <w:r>
                          <w:rPr>
                            <w:rFonts w:ascii="Arial" w:hAnsi="Arial" w:cs="Arial"/>
                            <w:color w:val="000000"/>
                            <w:sz w:val="18"/>
                            <w:szCs w:val="18"/>
                          </w:rPr>
                          <w:t>enable worldwide compatibility</w:t>
                        </w:r>
                      </w:p>
                    </w:txbxContent>
                  </v:textbox>
                </v:rect>
                <v:rect id="Rectangle 66" o:spid="_x0000_s1183" style="position:absolute;left:34448;top:64833;width:18618;height:5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E1rcMA&#10;AADbAAAADwAAAGRycy9kb3ducmV2LnhtbESPT4vCMBTE74LfIbwFbzb1D65Uo6gg6lFddtnb2+bZ&#10;lm1eShNt/fZGEDwOM/MbZr5sTSluVLvCsoJBFIMgTq0uOFPwdd72pyCcR9ZYWiYFd3KwXHQ7c0y0&#10;bfhIt5PPRICwS1BB7n2VSOnSnAy6yFbEwbvY2qAPss6krrEJcFPKYRxPpMGCw0KOFW1ySv9PV6Pg&#10;b3AfjQ7TZrPe7an9/vzdbSv8Uar30a5mIDy1/h1+tfdawWQ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E1rcMAAADbAAAADwAAAAAAAAAAAAAAAACYAgAAZHJzL2Rv&#10;d25yZXYueG1sUEsFBgAAAAAEAAQA9QAAAIgDAAAAAA==&#10;" filled="f" strokeweight=".65pt">
                  <v:stroke endcap="round"/>
                </v:rect>
                <v:rect id="Rectangle 67" o:spid="_x0000_s1184" style="position:absolute;left:38474;top:73431;width:3309;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Step 9</w:t>
                        </w:r>
                      </w:p>
                    </w:txbxContent>
                  </v:textbox>
                </v:rect>
                <v:rect id="Rectangle 68" o:spid="_x0000_s1185" style="position:absolute;left:38474;top:74790;width:9087;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 xml:space="preserve">Implementation of </w:t>
                        </w:r>
                      </w:p>
                    </w:txbxContent>
                  </v:textbox>
                </v:rect>
                <v:rect id="Rectangle 69" o:spid="_x0000_s1186" style="position:absolute;left:38474;top:76155;width:8960;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Recommendation</w:t>
                        </w:r>
                      </w:p>
                    </w:txbxContent>
                  </v:textbox>
                </v:rect>
                <v:shape id="Freeform 70" o:spid="_x0000_s1187" style="position:absolute;left:24752;top:75164;width:9684;height:680;visibility:visible;mso-wrap-style:square;v-text-anchor:top" coordsize="285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YIPcAA&#10;AADbAAAADwAAAGRycy9kb3ducmV2LnhtbERPTWvCQBC9C/0PyxS86aYFtaRuQpEKAS9VS8/T7DQJ&#10;zc6Gna1Gf333IHh8vO91ObpenShI59nA0zwDRVx723Fj4PO4nb2AkohssfdMBi4kUBYPkzXm1p95&#10;T6dDbFQKYcnRQBvjkGstdUsOZe4H4sT9+OAwJhgabQOeU7jr9XOWLbXDjlNDiwNtWqp/D3/OwIfs&#10;voN+X3xdM7fa9GIr66UyZvo4vr2CijTGu/jmrqyBZRqbvqQfoI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lYIPcAAAADbAAAADwAAAAAAAAAAAAAAAACYAgAAZHJzL2Rvd25y&#10;ZXYueG1sUEsFBgAAAAAEAAQA9QAAAIUDAAAAAA==&#10;" path="m16,83r2667,c2692,83,2700,90,2700,100v,9,-8,16,-17,16l16,116c7,116,,109,,100,,90,7,83,16,83xm2650,r200,100l2650,200,2650,xe" fillcolor="black" strokeweight=".05pt">
                  <v:stroke joinstyle="bevel"/>
                  <v:path arrowok="t" o:connecttype="custom" o:connectlocs="5436,28197;911632,28197;917408,33973;911632,39408;5436,39408;0,33973;5436,28197;900419,0;968375,33973;900419,67945;900419,0" o:connectangles="0,0,0,0,0,0,0,0,0,0,0"/>
                  <o:lock v:ext="edit" verticies="t"/>
                </v:shape>
                <v:shape id="Freeform 71" o:spid="_x0000_s1188" style="position:absolute;left:23463;top:65170;width:10973;height:1593;visibility:visible;mso-wrap-style:square;v-text-anchor:top" coordsize="3230,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EFqcQA&#10;AADbAAAADwAAAGRycy9kb3ducmV2LnhtbESPT2vCQBTE70K/w/IK3nRjD6Kpq5SCtPXmP9reHtnX&#10;JCT7Ns2uyeqndwXB4zAzv2EWq2Bq0VHrSssKJuMEBHFmdcm5gsN+PZqBcB5ZY22ZFJzJwWr5NFhg&#10;qm3PW+p2PhcRwi5FBYX3TSqlywoy6Ma2IY7en20N+ijbXOoW+wg3tXxJkqk0WHJcKLCh94Kyancy&#10;Ck5d+OmrgE1X/W6Olw83+f7/Wis1fA5vryA8Bf8I39ufWsF0Drcv8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BBanEAAAA2wAAAA8AAAAAAAAAAAAAAAAAmAIAAGRycy9k&#10;b3ducmV2LnhtbFBLBQYAAAAABAAEAPUAAACJAwAAAAA=&#10;" path="m19,1l3066,357v9,1,16,9,15,18c3080,385,3071,391,3062,390l15,34c6,33,,25,1,16,2,7,10,,19,1xm3043,270r187,123l3020,469r23,-199xe" fillcolor="black" strokeweight=".05pt">
                  <v:stroke joinstyle="bevel"/>
                  <v:path arrowok="t" o:connecttype="custom" o:connectlocs="6455,340;1041567,121323;1046662,127440;1040208,132538;5096,11555;340,5437;6455,340;1033753,91757;1097280,133557;1025940,159385;1033753,91757" o:connectangles="0,0,0,0,0,0,0,0,0,0,0"/>
                  <o:lock v:ext="edit" verticies="t"/>
                </v:shape>
                <v:shape id="Freeform 72" o:spid="_x0000_s1189" style="position:absolute;left:22231;top:68370;width:12268;height:4032;visibility:visible;mso-wrap-style:square;v-text-anchor:top" coordsize="3610,1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m7yMEA&#10;AADbAAAADwAAAGRycy9kb3ducmV2LnhtbERPTYvCMBC9C/6HMIKXZU1VdpVuU1FBEJQFdQ89Ds1s&#10;W2wmpYla/fXmIHh8vO9k0ZlaXKl1lWUF41EEgji3uuJCwd9p8zkH4TyyxtoyKbiTg0Xa7yUYa3vj&#10;A12PvhAhhF2MCkrvm1hKl5dk0I1sQxy4f9sa9AG2hdQt3kK4qeUkir6lwYpDQ4kNrUvKz8eLUSC3&#10;Be1Xu7mmSfb4mH4dsl+/ypQaDrrlDwhPnX+LX+6tVjAL68OX8ANk+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Ju8jBAAAA2wAAAA8AAAAAAAAAAAAAAAAAmAIAAGRycy9kb3du&#10;cmV2LnhtbFBLBQYAAAAABAAEAPUAAACGAwAAAAA=&#10;" path="m3597,34l164,1118v-9,2,-18,-3,-21,-11c140,1098,145,1089,154,1086l3587,3v9,-3,18,2,21,10c3610,22,3606,32,3597,34xm221,1187l,1152,161,996r60,191xe" fillcolor="black" strokeweight=".05pt">
                  <v:stroke joinstyle="bevel"/>
                  <v:path arrowok="t" o:connecttype="custom" o:connectlocs="1222402,11550;55734,379786;48597,376049;52335,368915;1219004,1019;1226140,4416;1222402,11550;75104,403225;0,391335;54714,338342;75104,403225" o:connectangles="0,0,0,0,0,0,0,0,0,0,0"/>
                  <o:lock v:ext="edit" verticies="t"/>
                </v:shape>
                <v:group id="Group 73" o:spid="_x0000_s1190" style="position:absolute;left:35725;top:31781;width:21196;height:12865" coordorigin="5625,5004" coordsize="3338,2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oval id="Oval 74" o:spid="_x0000_s1191" style="position:absolute;left:5625;top:5004;width:3338;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tmq8MA&#10;AADbAAAADwAAAGRycy9kb3ducmV2LnhtbESPT2vCQBTE70K/w/IKvdWNOfRPdA0xIPRaK7a9PbPP&#10;bDD7NmQ3Gv303YLgcZiZ3zCLfLStOFHvG8cKZtMEBHHldMO1gu3X+vkNhA/IGlvHpOBCHvLlw2SB&#10;mXZn/qTTJtQiQthnqMCE0GVS+sqQRT91HXH0Dq63GKLsa6l7PEe4bWWaJC/SYsNxwWBHpaHquBms&#10;gpFXRyz37ztjuRrq75/iF6+FUk+PYzEHEWgM9/Ct/aEVvKbw/yX+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tmq8MAAADbAAAADwAAAAAAAAAAAAAAAACYAgAAZHJzL2Rv&#10;d25yZXYueG1sUEsFBgAAAAAEAAQA9QAAAIgDAAAAAA==&#10;" strokeweight="0"/>
                  <v:oval id="Oval 75" o:spid="_x0000_s1192" style="position:absolute;left:5625;top:5004;width:3338;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XAsQA&#10;AADbAAAADwAAAGRycy9kb3ducmV2LnhtbESPQWvCQBSE74L/YXlCL1I3baHW6Co10OLV1EKPj+wz&#10;Wc2+jdltEv+9KxR6HGbmG2a1GWwtOmq9cazgaZaAIC6cNlwqOHx9PL6B8AFZY+2YFFzJw2Y9Hq0w&#10;1a7nPXV5KEWEsE9RQRVCk0rpi4os+plriKN3dK3FEGVbSt1iH+G2ls9J8iotGo4LFTaUVVSc81+r&#10;YMiaqdkHc+m27qfPP7/1+ZQtlHqYDO9LEIGG8B/+a++0gvkL3L/E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71wLEAAAA2wAAAA8AAAAAAAAAAAAAAAAAmAIAAGRycy9k&#10;b3ducmV2LnhtbFBLBQYAAAAABAAEAPUAAACJAwAAAAA=&#10;" filled="f" strokeweight=".65pt">
                    <v:stroke endcap="round"/>
                  </v:oval>
                </v:group>
                <v:group id="Group 76" o:spid="_x0000_s1193" style="position:absolute;left:33801;top:29216;width:21196;height:12865" coordorigin="5322,4600" coordsize="3338,2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oval id="Oval 77" o:spid="_x0000_s1194" style="position:absolute;left:5322;top:4600;width:3338;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L+38QA&#10;AADbAAAADwAAAGRycy9kb3ducmV2LnhtbESPS2vDMBCE74H+B7GF3hq5gTzqRgmOIdBrHqTtbWtt&#10;LRNrZSw5cfLro0Ahx2FmvmHmy97W4kStrxwreBsmIIgLpysuFex369cZCB+QNdaOScGFPCwXT4M5&#10;ptqdeUOnbShFhLBPUYEJoUml9IUhi37oGuLo/bnWYoiyLaVu8RzhtpajJJlIixXHBYMN5YaK47az&#10;CnpeHTH/fT8Yy0VXfn1nP3jNlHp57rMPEIH68Aj/tz+1gukY7l/i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S/t/EAAAA2wAAAA8AAAAAAAAAAAAAAAAAmAIAAGRycy9k&#10;b3ducmV2LnhtbFBLBQYAAAAABAAEAPUAAACJAwAAAAA=&#10;" strokeweight="0"/>
                  <v:oval id="Oval 78" o:spid="_x0000_s1195" style="position:absolute;left:5322;top:4600;width:3338;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0msMA&#10;AADbAAAADwAAAGRycy9kb3ducmV2LnhtbESPQWvCQBSE74X+h+UVvIhu9KA1ukoNKL2atuDxkX1N&#10;tmbfptk1if++Kwg9DjPzDbPZDbYWHbXeOFYwmyYgiAunDZcKPj8Ok1cQPiBrrB2Tght52G2fnzaY&#10;atfzibo8lCJC2KeooAqhSaX0RUUW/dQ1xNH7dq3FEGVbSt1iH+G2lvMkWUiLhuNChQ1lFRWX/GoV&#10;DFkzNqdgfru9O/f58UtffrKVUqOX4W0NItAQ/sOP9rtWsFzA/Uv8AX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0msMAAADbAAAADwAAAAAAAAAAAAAAAACYAgAAZHJzL2Rv&#10;d25yZXYueG1sUEsFBgAAAAAEAAQA9QAAAIgDAAAAAA==&#10;" filled="f" strokeweight=".65pt">
                    <v:stroke endcap="round"/>
                  </v:oval>
                </v:group>
                <v:group id="Group 79" o:spid="_x0000_s1196" style="position:absolute;left:31877;top:26650;width:21189;height:12866" coordorigin="5019,4196" coordsize="3337,2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oval id="Oval 80" o:spid="_x0000_s1197" style="position:absolute;left:5019;top:4196;width:3337;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NRQb4A&#10;AADbAAAADwAAAGRycy9kb3ducmV2LnhtbERPy4rCMBTdD/gP4QruxlQXOlajVEFwqw4+dtfm2hSb&#10;m9JErX69WQzM8nDes0VrK/GgxpeOFQz6CQji3OmSCwW/+/X3DwgfkDVWjknBizws5p2vGabaPXlL&#10;j10oRAxhn6ICE0KdSulzQxZ939XEkbu6xmKIsCmkbvAZw20lh0kykhZLjg0Ga1oZym+7u1XQ8vKG&#10;q8vkYCzn9+J4ys74zpTqddtsCiJQG/7Ff+6NVjCOY+OX+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CTUUG+AAAA2wAAAA8AAAAAAAAAAAAAAAAAmAIAAGRycy9kb3ducmV2&#10;LnhtbFBLBQYAAAAABAAEAPUAAACDAwAAAAA=&#10;" strokeweight="0"/>
                  <v:oval id="Oval 81" o:spid="_x0000_s1198" style="position:absolute;left:5019;top:4196;width:3337;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g6MMA&#10;AADbAAAADwAAAGRycy9kb3ducmV2LnhtbESPQWvCQBSE70L/w/IKXqRu7EFr6io1UPFq2kKPj+xr&#10;sjX7NmbXJP57VxA8DjPzDbPaDLYWHbXeOFYwmyYgiAunDZcKvr8+X95A+ICssXZMCi7kYbN+Gq0w&#10;1a7nA3V5KEWEsE9RQRVCk0rpi4os+qlriKP351qLIcq2lLrFPsJtLV+TZC4tGo4LFTaUVVQc87NV&#10;MGTNxByCOXVb99vnux99/M+WSo2fh493EIGG8Ajf23utYLGE25f4A+T6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Pg6MMAAADbAAAADwAAAAAAAAAAAAAAAACYAgAAZHJzL2Rv&#10;d25yZXYueG1sUEsFBgAAAAAEAAQA9QAAAIgDAAAAAA==&#10;" filled="f" strokeweight=".65pt">
                    <v:stroke endcap="round"/>
                  </v:oval>
                </v:group>
                <v:rect id="Rectangle 82" o:spid="_x0000_s1199" style="position:absolute;left:35433;top:28441;width:3308;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E57CC1" w:rsidRDefault="00E57CC1" w:rsidP="00806774">
                        <w:r>
                          <w:rPr>
                            <w:rFonts w:ascii="Arial" w:hAnsi="Arial" w:cs="Arial"/>
                            <w:color w:val="000000"/>
                            <w:sz w:val="18"/>
                            <w:szCs w:val="18"/>
                          </w:rPr>
                          <w:t>Step 4</w:t>
                        </w:r>
                      </w:p>
                    </w:txbxContent>
                  </v:textbox>
                </v:rect>
                <v:rect id="Rectangle 83" o:spid="_x0000_s1200" style="position:absolute;left:35433;top:29800;width:14744;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Evaluation of candidate radio </w:t>
                        </w:r>
                      </w:p>
                    </w:txbxContent>
                  </v:textbox>
                </v:rect>
                <v:rect id="Rectangle 84" o:spid="_x0000_s1201" style="position:absolute;left:35433;top:31159;width:12649;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interface technologies by </w:t>
                        </w:r>
                      </w:p>
                    </w:txbxContent>
                  </v:textbox>
                </v:rect>
                <v:rect id="Rectangle 85" o:spid="_x0000_s1202" style="position:absolute;left:35433;top:32524;width:15957;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independent evaluation groups, </w:t>
                        </w:r>
                      </w:p>
                    </w:txbxContent>
                  </v:textbox>
                </v:rect>
                <v:rect id="Rectangle 86" o:spid="_x0000_s1203" style="position:absolute;left:35433;top:33883;width:14363;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grouping of the technologies </w:t>
                        </w:r>
                      </w:p>
                    </w:txbxContent>
                  </v:textbox>
                </v:rect>
                <v:rect id="Rectangle 87" o:spid="_x0000_s1204" style="position:absolute;left:35433;top:35242;width:13919;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through consensus building</w:t>
                        </w:r>
                      </w:p>
                    </w:txbxContent>
                  </v:textbox>
                </v:rect>
                <v:rect id="Rectangle 88" o:spid="_x0000_s1205" style="position:absolute;left:30772;top:39827;width:29559;height:2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26"/>
                            <w:szCs w:val="26"/>
                          </w:rPr>
                          <w:t>Coordination between evaluation groups</w:t>
                        </w:r>
                      </w:p>
                    </w:txbxContent>
                  </v:textbox>
                </v:rect>
                <v:rect id="Rectangle 89" o:spid="_x0000_s1206" style="position:absolute;left:12788;top:2152;width:3277;height:30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32"/>
                            <w:szCs w:val="32"/>
                          </w:rPr>
                          <w:t>ITU</w:t>
                        </w:r>
                      </w:p>
                    </w:txbxContent>
                  </v:textbox>
                </v:rect>
                <v:rect id="Rectangle 90" o:spid="_x0000_s1207" style="position:absolute;left:16071;top:2152;width:680;height:30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E57CC1" w:rsidRDefault="00E57CC1" w:rsidP="00806774">
                        <w:r>
                          <w:rPr>
                            <w:rFonts w:ascii="Arial" w:hAnsi="Arial" w:cs="Arial"/>
                            <w:color w:val="000000"/>
                            <w:sz w:val="32"/>
                            <w:szCs w:val="32"/>
                          </w:rPr>
                          <w:t>-</w:t>
                        </w:r>
                      </w:p>
                    </w:txbxContent>
                  </v:textbox>
                </v:rect>
                <v:rect id="Rectangle 91" o:spid="_x0000_s1208" style="position:absolute;left:16751;top:2152;width:1473;height:30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32"/>
                            <w:szCs w:val="32"/>
                          </w:rPr>
                          <w:t>R</w:t>
                        </w:r>
                      </w:p>
                    </w:txbxContent>
                  </v:textbox>
                </v:rect>
                <v:rect id="Rectangle 92" o:spid="_x0000_s1209" style="position:absolute;left:36080;top:2152;width:10846;height:30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E57CC1" w:rsidRDefault="00E57CC1" w:rsidP="00806774">
                        <w:r>
                          <w:rPr>
                            <w:rFonts w:ascii="Arial" w:hAnsi="Arial" w:cs="Arial"/>
                            <w:color w:val="000000"/>
                            <w:sz w:val="32"/>
                            <w:szCs w:val="32"/>
                          </w:rPr>
                          <w:t>Outside ITU</w:t>
                        </w:r>
                      </w:p>
                    </w:txbxContent>
                  </v:textbox>
                </v:rect>
                <v:rect id="Rectangle 93" o:spid="_x0000_s1210" style="position:absolute;left:46951;top:2152;width:680;height:30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32"/>
                            <w:szCs w:val="32"/>
                          </w:rPr>
                          <w:t>-</w:t>
                        </w:r>
                      </w:p>
                    </w:txbxContent>
                  </v:textbox>
                </v:rect>
                <v:rect id="Rectangle 94" o:spid="_x0000_s1211" style="position:absolute;left:47631;top:2152;width:1473;height:30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32"/>
                            <w:szCs w:val="32"/>
                          </w:rPr>
                          <w:t>R</w:t>
                        </w:r>
                      </w:p>
                    </w:txbxContent>
                  </v:textbox>
                </v:rect>
                <v:rect id="Rectangle 95" o:spid="_x0000_s1212" style="position:absolute;left:9575;top:17691;width:3309;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Step 3</w:t>
                        </w:r>
                      </w:p>
                    </w:txbxContent>
                  </v:textbox>
                </v:rect>
                <v:rect id="Rectangle 96" o:spid="_x0000_s1213" style="position:absolute;left:9575;top:19050;width:14555;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Submission/Reception of the </w:t>
                        </w:r>
                      </w:p>
                    </w:txbxContent>
                  </v:textbox>
                </v:rect>
                <v:rect id="Rectangle 97" o:spid="_x0000_s1214" style="position:absolute;left:9575;top:20408;width:14491;height:2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E57CC1" w:rsidRDefault="00E57CC1" w:rsidP="00806774">
                        <w:r>
                          <w:rPr>
                            <w:rFonts w:ascii="Arial" w:hAnsi="Arial" w:cs="Arial"/>
                            <w:color w:val="000000"/>
                            <w:sz w:val="18"/>
                            <w:szCs w:val="18"/>
                          </w:rPr>
                          <w:t xml:space="preserve">RIT and SRIT proposals and </w:t>
                        </w:r>
                      </w:p>
                    </w:txbxContent>
                  </v:textbox>
                </v:rect>
                <v:rect id="Rectangle 98" o:spid="_x0000_s1215" style="position:absolute;left:9575;top:21774;width:14237;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acknowledgement of receipt</w:t>
                        </w:r>
                      </w:p>
                    </w:txbxContent>
                  </v:textbox>
                </v:rect>
                <v:shape id="Freeform 99" o:spid="_x0000_s1216" style="position:absolute;left:24155;top:11823;width:10344;height:6484;visibility:visible;mso-wrap-style:square;v-text-anchor:top" coordsize="6088,3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AScUA&#10;AADbAAAADwAAAGRycy9kb3ducmV2LnhtbESPT2sCMRTE70K/Q3iCt5rVg21Xo1hBaQ9W6h+8PjfP&#10;zbabl2WTavz2TaHgcZiZ3zCTWbS1uFDrK8cKBv0MBHHhdMWlgv1u+fgMwgdkjbVjUnAjD7PpQ2eC&#10;uXZX/qTLNpQiQdjnqMCE0ORS+sKQRd93DXHyzq61GJJsS6lbvCa4reUwy0bSYsVpwWBDC0PF9/bH&#10;KlgdzKp5jV+nj/nRrM/DTdwP3qNSvW6cj0EEiuEe/m+/aQUvT/D3Jf0AO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8gBJxQAAANsAAAAPAAAAAAAAAAAAAAAAAJgCAABkcnMv&#10;ZG93bnJldi54bWxQSwUGAAAAAAQABAD1AAAAigMAAAAA&#10;" path="m6068,66l301,3665v-16,10,-37,5,-46,-11c245,3639,250,3618,265,3608l6032,10v16,-10,37,-5,46,10c6088,36,6083,57,6068,66xm445,3771l,3813,234,3432r211,339xe" fillcolor="black" strokeweight=".05pt">
                  <v:stroke joinstyle="bevel"/>
                  <v:path arrowok="t" o:connecttype="custom" o:connectlocs="1031017,11222;51143,623170;43327,621300;45026,613478;1024900,1700;1032716,3401;1031017,11222;75610,641194;0,648335;39759,583553;75610,641194" o:connectangles="0,0,0,0,0,0,0,0,0,0,0"/>
                  <o:lock v:ext="edit" verticies="t"/>
                </v:shape>
                <v:shape id="Freeform 100" o:spid="_x0000_s1217" style="position:absolute;left:24745;top:22110;width:8402;height:7773;visibility:visible;mso-wrap-style:square;v-text-anchor:top" coordsize="4946,4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LcEA&#10;AADbAAAADwAAAGRycy9kb3ducmV2LnhtbERPPW/CMBDdK/EfrENia5x0gDbFoAipCoguhC7dTvGR&#10;RMTnyDYh/Hs8VOr49L7X28n0YiTnO8sKsiQFQVxb3XGj4Of89foOwgdkjb1lUvAgD9vN7GWNubZ3&#10;PtFYhUbEEPY5KmhDGHIpfd2SQZ/YgThyF+sMhghdI7XDeww3vXxL06U02HFsaHGgXUv1tboZBdeD&#10;LU9lRtMwNsfid1WOj+pbKrWYT8UniEBT+Bf/ufdawUccG7/EHy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mfy3BAAAA2wAAAA8AAAAAAAAAAAAAAAAAmAIAAGRycy9kb3du&#10;cmV2LnhtbFBLBQYAAAAABAAEAPUAAACGAwAAAAA=&#10;" path="m60,13l4724,4320v13,12,14,33,1,47c4713,4380,4692,4381,4678,4369l15,62c1,49,,28,13,15,25,1,47,,60,13xm4788,4152r158,418l4516,4446r272,-294xe" fillcolor="black" strokeweight=".05pt">
                  <v:stroke joinstyle="bevel"/>
                  <v:path arrowok="t" o:connecttype="custom" o:connectlocs="10191,2211;802397,734721;802567,742715;794584,743055;2548,10545;2208,2551;10191,2211;813268,706149;840105,777240;767067,756151;813268,706149" o:connectangles="0,0,0,0,0,0,0,0,0,0,0"/>
                  <o:lock v:ext="edit" verticies="t"/>
                </v:shape>
                <v:rect id="Rectangle 101" o:spid="_x0000_s1218" style="position:absolute;left:50946;top:79616;width:381;height:20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E57CC1" w:rsidRDefault="00E57CC1" w:rsidP="00806774">
                        <w:r>
                          <w:rPr>
                            <w:rFonts w:ascii="Arial" w:hAnsi="Arial" w:cs="Arial"/>
                            <w:color w:val="000000"/>
                            <w:sz w:val="18"/>
                            <w:szCs w:val="18"/>
                          </w:rPr>
                          <w:t>-</w:t>
                        </w:r>
                      </w:p>
                    </w:txbxContent>
                  </v:textbox>
                </v:rect>
                <w10:anchorlock/>
              </v:group>
            </w:pict>
          </mc:Fallback>
        </mc:AlternateContent>
      </w:r>
    </w:p>
    <w:p w:rsidR="00806774" w:rsidRPr="009D6A18" w:rsidRDefault="00806774" w:rsidP="00806774">
      <w:pPr>
        <w:pStyle w:val="heading0"/>
        <w:ind w:left="0" w:firstLine="0"/>
        <w:rPr>
          <w:szCs w:val="24"/>
          <w:lang w:eastAsia="ja-JP"/>
        </w:rPr>
      </w:pPr>
      <w:r w:rsidRPr="009D6A18">
        <w:rPr>
          <w:szCs w:val="24"/>
        </w:rPr>
        <w:t>Step 1 –</w:t>
      </w:r>
      <w:r w:rsidRPr="009D6A18">
        <w:rPr>
          <w:rFonts w:hint="eastAsia"/>
          <w:szCs w:val="24"/>
          <w:lang w:eastAsia="ja-JP"/>
        </w:rPr>
        <w:t xml:space="preserve"> </w:t>
      </w:r>
      <w:r w:rsidRPr="009D6A18">
        <w:rPr>
          <w:szCs w:val="24"/>
          <w:lang w:eastAsia="ja-JP"/>
        </w:rPr>
        <w:t>Announcement to invite proposals for radio interface technologies and evaluations, or revision to existing radio interface technologies</w:t>
      </w:r>
    </w:p>
    <w:p w:rsidR="00806774" w:rsidRPr="009D6A18" w:rsidRDefault="00806774" w:rsidP="00806774">
      <w:pPr>
        <w:rPr>
          <w:szCs w:val="24"/>
          <w:lang w:eastAsia="ja-JP"/>
        </w:rPr>
      </w:pPr>
      <w:r w:rsidRPr="009D6A18">
        <w:rPr>
          <w:szCs w:val="24"/>
        </w:rPr>
        <w:t xml:space="preserve">The ITU-R through an appropriate means, invites the submission of </w:t>
      </w:r>
      <w:r w:rsidRPr="009D6A18">
        <w:rPr>
          <w:szCs w:val="24"/>
          <w:lang w:eastAsia="ja-JP"/>
        </w:rPr>
        <w:t>new candidate RITs or SRITs and Revisions to existing RITs or SRITs</w:t>
      </w:r>
      <w:r w:rsidRPr="009D6A18">
        <w:rPr>
          <w:szCs w:val="24"/>
        </w:rPr>
        <w:t xml:space="preserve"> addressing the terrestrial component of IMT-2000.</w:t>
      </w:r>
      <w:r w:rsidRPr="009D6A18" w:rsidDel="003F55E3">
        <w:rPr>
          <w:szCs w:val="24"/>
        </w:rPr>
        <w:t xml:space="preserve"> </w:t>
      </w:r>
    </w:p>
    <w:p w:rsidR="00806774" w:rsidRPr="009D6A18" w:rsidRDefault="00806774" w:rsidP="00806774">
      <w:pPr>
        <w:rPr>
          <w:szCs w:val="24"/>
          <w:lang w:eastAsia="ja-JP"/>
        </w:rPr>
      </w:pPr>
      <w:r w:rsidRPr="009D6A18">
        <w:rPr>
          <w:szCs w:val="24"/>
        </w:rPr>
        <w:t>The ITU-R through an appropriate means</w:t>
      </w:r>
      <w:r w:rsidRPr="009D6A18">
        <w:rPr>
          <w:rFonts w:hint="eastAsia"/>
          <w:szCs w:val="24"/>
          <w:lang w:eastAsia="ja-JP"/>
        </w:rPr>
        <w:t xml:space="preserve"> </w:t>
      </w:r>
      <w:r w:rsidRPr="009D6A18">
        <w:rPr>
          <w:rFonts w:hint="eastAsia"/>
          <w:szCs w:val="24"/>
          <w:lang w:eastAsia="ko-KR"/>
        </w:rPr>
        <w:t>also invites subse</w:t>
      </w:r>
      <w:r w:rsidR="00B55DC9">
        <w:rPr>
          <w:rFonts w:hint="eastAsia"/>
          <w:szCs w:val="24"/>
          <w:lang w:eastAsia="ko-KR"/>
        </w:rPr>
        <w:t xml:space="preserve">quent submission of evaluation </w:t>
      </w:r>
      <w:r w:rsidR="00B55DC9">
        <w:rPr>
          <w:szCs w:val="24"/>
          <w:lang w:eastAsia="ko-KR"/>
        </w:rPr>
        <w:t>R</w:t>
      </w:r>
      <w:r w:rsidRPr="009D6A18">
        <w:rPr>
          <w:rFonts w:hint="eastAsia"/>
          <w:szCs w:val="24"/>
          <w:lang w:eastAsia="ko-KR"/>
        </w:rPr>
        <w:t xml:space="preserve">eports on these candidate RITs </w:t>
      </w:r>
      <w:r w:rsidRPr="009D6A18">
        <w:rPr>
          <w:rFonts w:hint="eastAsia"/>
          <w:szCs w:val="24"/>
          <w:lang w:eastAsia="ja-JP"/>
        </w:rPr>
        <w:t xml:space="preserve">or SRITs </w:t>
      </w:r>
      <w:r w:rsidRPr="009D6A18">
        <w:rPr>
          <w:rFonts w:hint="eastAsia"/>
          <w:szCs w:val="24"/>
          <w:lang w:eastAsia="ko-KR"/>
        </w:rPr>
        <w:t xml:space="preserve">by registered evaluation groups in addition to </w:t>
      </w:r>
      <w:r w:rsidRPr="009D6A18">
        <w:rPr>
          <w:rFonts w:hint="eastAsia"/>
          <w:szCs w:val="24"/>
          <w:lang w:eastAsia="ja-JP"/>
        </w:rPr>
        <w:t>the</w:t>
      </w:r>
      <w:r w:rsidR="00B55DC9">
        <w:rPr>
          <w:szCs w:val="24"/>
        </w:rPr>
        <w:t xml:space="preserve"> initial evaluation R</w:t>
      </w:r>
      <w:r w:rsidRPr="009D6A18">
        <w:rPr>
          <w:szCs w:val="24"/>
        </w:rPr>
        <w:t xml:space="preserve">eport endorsed by the proponent in the case of submission of new candidate RITs </w:t>
      </w:r>
      <w:r w:rsidR="00F77605">
        <w:rPr>
          <w:szCs w:val="24"/>
        </w:rPr>
        <w:br/>
      </w:r>
      <w:r w:rsidRPr="009D6A18">
        <w:rPr>
          <w:szCs w:val="24"/>
        </w:rPr>
        <w:t>or SRITs</w:t>
      </w:r>
      <w:r w:rsidRPr="009D6A18">
        <w:rPr>
          <w:rFonts w:hint="eastAsia"/>
          <w:szCs w:val="24"/>
          <w:lang w:eastAsia="ja-JP"/>
        </w:rPr>
        <w:t>.</w:t>
      </w:r>
    </w:p>
    <w:p w:rsidR="00806774" w:rsidRPr="009D6A18" w:rsidRDefault="00806774" w:rsidP="00806774">
      <w:pPr>
        <w:pStyle w:val="heading0"/>
        <w:rPr>
          <w:szCs w:val="24"/>
        </w:rPr>
      </w:pPr>
      <w:r w:rsidRPr="009D6A18">
        <w:rPr>
          <w:szCs w:val="24"/>
        </w:rPr>
        <w:t>Step 2 – Development of candidate RIT</w:t>
      </w:r>
      <w:r w:rsidRPr="009D6A18">
        <w:rPr>
          <w:rFonts w:hint="eastAsia"/>
          <w:szCs w:val="24"/>
          <w:lang w:eastAsia="ja-JP"/>
        </w:rPr>
        <w:t>s</w:t>
      </w:r>
      <w:r w:rsidRPr="009D6A18">
        <w:rPr>
          <w:szCs w:val="24"/>
        </w:rPr>
        <w:t xml:space="preserve"> or SRITs</w:t>
      </w:r>
    </w:p>
    <w:p w:rsidR="00806774" w:rsidRPr="009D6A18" w:rsidRDefault="00806774" w:rsidP="00AB3509">
      <w:pPr>
        <w:rPr>
          <w:szCs w:val="24"/>
          <w:lang w:eastAsia="ja-JP"/>
        </w:rPr>
      </w:pPr>
      <w:r w:rsidRPr="009D6A18">
        <w:rPr>
          <w:szCs w:val="24"/>
        </w:rPr>
        <w:t xml:space="preserve">In this step, which </w:t>
      </w:r>
      <w:r w:rsidRPr="009D6A18">
        <w:rPr>
          <w:rFonts w:hint="eastAsia"/>
          <w:szCs w:val="24"/>
          <w:lang w:eastAsia="ja-JP"/>
        </w:rPr>
        <w:t>is typically</w:t>
      </w:r>
      <w:r w:rsidRPr="009D6A18">
        <w:rPr>
          <w:szCs w:val="24"/>
        </w:rPr>
        <w:t xml:space="preserve"> external to </w:t>
      </w:r>
      <w:r w:rsidRPr="009D6A18">
        <w:rPr>
          <w:rFonts w:hint="eastAsia"/>
          <w:szCs w:val="24"/>
          <w:lang w:eastAsia="ja-JP"/>
        </w:rPr>
        <w:t>ITU-R</w:t>
      </w:r>
      <w:r w:rsidRPr="009D6A18">
        <w:rPr>
          <w:szCs w:val="24"/>
        </w:rPr>
        <w:t>, candidate terrestrial component RITs or SRITs are developed to satisfy the minimum technical requirements and evaluation criteria of IMT-2000</w:t>
      </w:r>
      <w:r w:rsidRPr="009D6A18">
        <w:rPr>
          <w:rFonts w:hint="eastAsia"/>
          <w:szCs w:val="24"/>
          <w:lang w:eastAsia="ja-JP"/>
        </w:rPr>
        <w:t xml:space="preserve"> currently in force</w:t>
      </w:r>
      <w:r w:rsidRPr="009D6A18">
        <w:rPr>
          <w:szCs w:val="24"/>
          <w:lang w:eastAsia="ja-JP"/>
        </w:rPr>
        <w:t xml:space="preserve"> as defined in </w:t>
      </w:r>
      <w:r w:rsidR="00AB3509">
        <w:rPr>
          <w:szCs w:val="24"/>
          <w:lang w:eastAsia="ja-JP"/>
        </w:rPr>
        <w:t>D</w:t>
      </w:r>
      <w:r w:rsidRPr="009D6A18">
        <w:rPr>
          <w:szCs w:val="24"/>
          <w:lang w:eastAsia="ja-JP"/>
        </w:rPr>
        <w:t>ocument IMT-2000/4, in particular Circular Lette</w:t>
      </w:r>
      <w:r w:rsidR="00AB3509">
        <w:rPr>
          <w:szCs w:val="24"/>
          <w:lang w:eastAsia="ja-JP"/>
        </w:rPr>
        <w:t xml:space="preserve">r 8/LCCE/47 </w:t>
      </w:r>
      <w:r w:rsidR="00F77605">
        <w:rPr>
          <w:szCs w:val="24"/>
          <w:lang w:eastAsia="ja-JP"/>
        </w:rPr>
        <w:br/>
      </w:r>
      <w:r w:rsidR="00AB3509">
        <w:rPr>
          <w:szCs w:val="24"/>
          <w:lang w:eastAsia="ja-JP"/>
        </w:rPr>
        <w:t>and its Attachments</w:t>
      </w:r>
      <w:r w:rsidRPr="009D6A18">
        <w:rPr>
          <w:szCs w:val="24"/>
          <w:lang w:eastAsia="ja-JP"/>
        </w:rPr>
        <w:t>.</w:t>
      </w:r>
      <w:r w:rsidRPr="009D6A18">
        <w:rPr>
          <w:rFonts w:hint="eastAsia"/>
          <w:szCs w:val="24"/>
          <w:lang w:eastAsia="ja-JP"/>
        </w:rPr>
        <w:t xml:space="preserve"> </w:t>
      </w:r>
    </w:p>
    <w:p w:rsidR="00806774" w:rsidRPr="009D6A18" w:rsidRDefault="00806774" w:rsidP="008B61DB">
      <w:pPr>
        <w:rPr>
          <w:b/>
          <w:lang w:eastAsia="ja-JP"/>
        </w:rPr>
      </w:pPr>
      <w:r w:rsidRPr="009D6A18">
        <w:t xml:space="preserve">An RIT needs to fulfil </w:t>
      </w:r>
      <w:r w:rsidRPr="009D6A18">
        <w:rPr>
          <w:lang w:eastAsia="ja-JP"/>
        </w:rPr>
        <w:t xml:space="preserve">the minimum requirements for </w:t>
      </w:r>
      <w:r w:rsidRPr="009D6A18">
        <w:t>at least one test environment</w:t>
      </w:r>
      <w:r w:rsidRPr="009D6A18">
        <w:rPr>
          <w:rFonts w:hint="eastAsia"/>
          <w:lang w:eastAsia="ja-JP"/>
        </w:rPr>
        <w:t xml:space="preserve"> as per Doc. </w:t>
      </w:r>
      <w:r w:rsidRPr="009D6A18">
        <w:rPr>
          <w:lang w:eastAsia="ja-JP"/>
        </w:rPr>
        <w:t>IMT-2000/4</w:t>
      </w:r>
      <w:r w:rsidRPr="009D6A18">
        <w:rPr>
          <w:rFonts w:hint="eastAsia"/>
          <w:lang w:eastAsia="ja-JP"/>
        </w:rPr>
        <w:t xml:space="preserve"> specifically Circular Letter 8/LCCE/47.</w:t>
      </w:r>
    </w:p>
    <w:p w:rsidR="00806774" w:rsidRPr="009D6A18" w:rsidRDefault="00806774" w:rsidP="00AB3509">
      <w:pPr>
        <w:pStyle w:val="heading0"/>
        <w:ind w:left="0" w:firstLine="0"/>
        <w:rPr>
          <w:szCs w:val="24"/>
          <w:lang w:eastAsia="ja-JP"/>
        </w:rPr>
      </w:pPr>
      <w:r w:rsidRPr="009D6A18">
        <w:rPr>
          <w:szCs w:val="24"/>
        </w:rPr>
        <w:t xml:space="preserve">Step 3 – </w:t>
      </w:r>
      <w:r w:rsidRPr="009D6A18">
        <w:rPr>
          <w:rFonts w:hint="eastAsia"/>
          <w:szCs w:val="24"/>
          <w:lang w:eastAsia="ja-JP"/>
        </w:rPr>
        <w:t>Submission/</w:t>
      </w:r>
      <w:r w:rsidRPr="009D6A18">
        <w:rPr>
          <w:szCs w:val="24"/>
          <w:lang w:val="en-US"/>
        </w:rPr>
        <w:t xml:space="preserve">reception of the RIT and SRIT </w:t>
      </w:r>
      <w:r w:rsidRPr="009D6A18">
        <w:rPr>
          <w:rFonts w:hint="eastAsia"/>
          <w:szCs w:val="24"/>
          <w:lang w:val="en-US" w:eastAsia="ja-JP"/>
        </w:rPr>
        <w:t>proposals</w:t>
      </w:r>
      <w:r w:rsidRPr="009D6A18">
        <w:rPr>
          <w:szCs w:val="24"/>
          <w:lang w:val="en-US"/>
        </w:rPr>
        <w:t xml:space="preserve"> and acknowledgement of receipt</w:t>
      </w:r>
    </w:p>
    <w:p w:rsidR="00806774" w:rsidRPr="009D6A18" w:rsidRDefault="00806774" w:rsidP="00806774">
      <w:pPr>
        <w:rPr>
          <w:szCs w:val="24"/>
        </w:rPr>
      </w:pPr>
      <w:r w:rsidRPr="009D6A18">
        <w:rPr>
          <w:szCs w:val="24"/>
        </w:rPr>
        <w:t>The proponents of RITs or SRITs may be Member States, Sector Members, and Associates of ITU</w:t>
      </w:r>
      <w:r w:rsidRPr="009D6A18">
        <w:rPr>
          <w:szCs w:val="24"/>
        </w:rPr>
        <w:noBreakHyphen/>
        <w:t>R Study Group </w:t>
      </w:r>
      <w:r w:rsidRPr="009D6A18">
        <w:rPr>
          <w:rFonts w:hint="eastAsia"/>
          <w:szCs w:val="24"/>
          <w:lang w:eastAsia="ja-JP"/>
        </w:rPr>
        <w:t>5</w:t>
      </w:r>
      <w:r w:rsidRPr="009D6A18">
        <w:rPr>
          <w:szCs w:val="24"/>
        </w:rPr>
        <w:t>, or other organizations in accordance with Resolution ITU-R 9-4.</w:t>
      </w:r>
    </w:p>
    <w:p w:rsidR="00806774" w:rsidRPr="009D6A18" w:rsidRDefault="00806774" w:rsidP="00AB3509">
      <w:pPr>
        <w:rPr>
          <w:szCs w:val="24"/>
          <w:lang w:eastAsia="ja-JP"/>
        </w:rPr>
      </w:pPr>
      <w:r w:rsidRPr="009D6A18">
        <w:rPr>
          <w:szCs w:val="24"/>
        </w:rPr>
        <w:t xml:space="preserve">The submission of </w:t>
      </w:r>
      <w:r w:rsidRPr="009D6A18">
        <w:rPr>
          <w:szCs w:val="24"/>
          <w:lang w:eastAsia="ja-JP"/>
        </w:rPr>
        <w:t>a new</w:t>
      </w:r>
      <w:r w:rsidRPr="009D6A18">
        <w:rPr>
          <w:szCs w:val="24"/>
        </w:rPr>
        <w:t xml:space="preserve"> candidate RIT or SRIT </w:t>
      </w:r>
      <w:r w:rsidRPr="009D6A18">
        <w:rPr>
          <w:rFonts w:hint="eastAsia"/>
          <w:szCs w:val="24"/>
          <w:lang w:eastAsia="ja-JP"/>
        </w:rPr>
        <w:t xml:space="preserve">must include completed templates </w:t>
      </w:r>
      <w:r w:rsidRPr="009D6A18">
        <w:rPr>
          <w:szCs w:val="24"/>
          <w:lang w:eastAsia="ja-JP"/>
        </w:rPr>
        <w:t xml:space="preserve">(these templates </w:t>
      </w:r>
      <w:r w:rsidRPr="009D6A18">
        <w:rPr>
          <w:rFonts w:hint="eastAsia"/>
          <w:szCs w:val="24"/>
          <w:lang w:eastAsia="ja-JP"/>
        </w:rPr>
        <w:t>are</w:t>
      </w:r>
      <w:r w:rsidRPr="009D6A18">
        <w:rPr>
          <w:szCs w:val="24"/>
          <w:lang w:eastAsia="ja-JP"/>
        </w:rPr>
        <w:t xml:space="preserve"> </w:t>
      </w:r>
      <w:r w:rsidRPr="009D6A18">
        <w:rPr>
          <w:rFonts w:hint="eastAsia"/>
          <w:szCs w:val="24"/>
          <w:lang w:eastAsia="ja-JP"/>
        </w:rPr>
        <w:t xml:space="preserve">provided </w:t>
      </w:r>
      <w:r w:rsidRPr="009D6A18">
        <w:rPr>
          <w:szCs w:val="24"/>
          <w:lang w:eastAsia="ja-JP"/>
        </w:rPr>
        <w:t>in</w:t>
      </w:r>
      <w:r w:rsidRPr="009D6A18">
        <w:rPr>
          <w:rFonts w:hint="eastAsia"/>
          <w:szCs w:val="24"/>
          <w:lang w:eastAsia="ja-JP"/>
        </w:rPr>
        <w:t xml:space="preserve"> </w:t>
      </w:r>
      <w:r w:rsidR="00AB3509">
        <w:rPr>
          <w:szCs w:val="24"/>
        </w:rPr>
        <w:t>D</w:t>
      </w:r>
      <w:r w:rsidRPr="009D6A18">
        <w:rPr>
          <w:szCs w:val="24"/>
        </w:rPr>
        <w:t xml:space="preserve">ocument IMT-2000/4 specifically </w:t>
      </w:r>
      <w:r w:rsidRPr="009D6A18">
        <w:rPr>
          <w:rFonts w:hint="eastAsia"/>
          <w:szCs w:val="24"/>
        </w:rPr>
        <w:t>Circular Letter</w:t>
      </w:r>
      <w:r w:rsidRPr="009D6A18">
        <w:rPr>
          <w:szCs w:val="24"/>
        </w:rPr>
        <w:t> 8/LCCE/47 and its Attachments)</w:t>
      </w:r>
      <w:r w:rsidRPr="009D6A18">
        <w:rPr>
          <w:szCs w:val="24"/>
          <w:lang w:eastAsia="ja-JP"/>
        </w:rPr>
        <w:t xml:space="preserve">, </w:t>
      </w:r>
      <w:r w:rsidRPr="009D6A18">
        <w:rPr>
          <w:szCs w:val="24"/>
        </w:rPr>
        <w:t xml:space="preserve">together with any additional inputs which the proponent may consider relevant to the evaluation. </w:t>
      </w:r>
    </w:p>
    <w:p w:rsidR="00806774" w:rsidRPr="009D6A18" w:rsidRDefault="00806774" w:rsidP="00806774">
      <w:pPr>
        <w:rPr>
          <w:szCs w:val="24"/>
          <w:lang w:eastAsia="ja-JP"/>
        </w:rPr>
      </w:pPr>
      <w:r w:rsidRPr="009D6A18">
        <w:rPr>
          <w:rFonts w:hint="eastAsia"/>
          <w:szCs w:val="24"/>
          <w:lang w:eastAsia="ja-JP"/>
        </w:rPr>
        <w:t xml:space="preserve">The </w:t>
      </w:r>
      <w:r w:rsidRPr="009D6A18">
        <w:rPr>
          <w:szCs w:val="24"/>
          <w:lang w:eastAsia="ja-JP"/>
        </w:rPr>
        <w:t>entity that</w:t>
      </w:r>
      <w:r w:rsidRPr="009D6A18">
        <w:rPr>
          <w:rFonts w:hint="eastAsia"/>
          <w:szCs w:val="24"/>
          <w:lang w:eastAsia="ja-JP"/>
        </w:rPr>
        <w:t xml:space="preserve"> proposes </w:t>
      </w:r>
      <w:r w:rsidRPr="009D6A18">
        <w:rPr>
          <w:szCs w:val="24"/>
          <w:lang w:eastAsia="ja-JP"/>
        </w:rPr>
        <w:t xml:space="preserve">a </w:t>
      </w:r>
      <w:r w:rsidRPr="009D6A18">
        <w:rPr>
          <w:rFonts w:hint="eastAsia"/>
          <w:szCs w:val="24"/>
          <w:lang w:eastAsia="ja-JP"/>
        </w:rPr>
        <w:t xml:space="preserve">candidate </w:t>
      </w:r>
      <w:r w:rsidRPr="009D6A18">
        <w:rPr>
          <w:szCs w:val="24"/>
          <w:lang w:eastAsia="ja-JP"/>
        </w:rPr>
        <w:t>RIT</w:t>
      </w:r>
      <w:r w:rsidRPr="009D6A18">
        <w:rPr>
          <w:rFonts w:hint="eastAsia"/>
          <w:szCs w:val="24"/>
          <w:lang w:eastAsia="ja-JP"/>
        </w:rPr>
        <w:t xml:space="preserve"> </w:t>
      </w:r>
      <w:r w:rsidRPr="009D6A18">
        <w:rPr>
          <w:szCs w:val="24"/>
          <w:lang w:eastAsia="ja-JP"/>
        </w:rPr>
        <w:t xml:space="preserve">or SRIT </w:t>
      </w:r>
      <w:r w:rsidRPr="009D6A18">
        <w:rPr>
          <w:rFonts w:hint="eastAsia"/>
          <w:szCs w:val="24"/>
          <w:lang w:eastAsia="ja-JP"/>
        </w:rPr>
        <w:t>to the ITU-R</w:t>
      </w:r>
      <w:r w:rsidRPr="009D6A18">
        <w:rPr>
          <w:szCs w:val="24"/>
          <w:lang w:eastAsia="ja-JP"/>
        </w:rPr>
        <w:t xml:space="preserve"> (the proponent) </w:t>
      </w:r>
      <w:r w:rsidRPr="009D6A18">
        <w:rPr>
          <w:rFonts w:hint="eastAsia"/>
          <w:szCs w:val="24"/>
          <w:lang w:eastAsia="ja-JP"/>
        </w:rPr>
        <w:t xml:space="preserve">shall include with it </w:t>
      </w:r>
      <w:r w:rsidRPr="009D6A18">
        <w:rPr>
          <w:szCs w:val="24"/>
          <w:lang w:eastAsia="ja-JP"/>
        </w:rPr>
        <w:t xml:space="preserve">either an initial </w:t>
      </w:r>
      <w:r w:rsidRPr="009D6A18">
        <w:rPr>
          <w:rFonts w:hint="eastAsia"/>
          <w:szCs w:val="24"/>
          <w:lang w:eastAsia="ja-JP"/>
        </w:rPr>
        <w:t xml:space="preserve">self-evaluation </w:t>
      </w:r>
      <w:r w:rsidRPr="009D6A18">
        <w:rPr>
          <w:szCs w:val="24"/>
          <w:lang w:eastAsia="ja-JP"/>
        </w:rPr>
        <w:t>or the proponents’ endorsement of an initial evaluation submitted by another entity</w:t>
      </w:r>
      <w:r w:rsidRPr="009D6A18">
        <w:rPr>
          <w:rFonts w:hint="eastAsia"/>
          <w:szCs w:val="24"/>
          <w:lang w:eastAsia="ja-JP"/>
        </w:rPr>
        <w:t>.</w:t>
      </w:r>
      <w:r w:rsidRPr="009D6A18">
        <w:rPr>
          <w:szCs w:val="24"/>
          <w:lang w:eastAsia="ja-JP"/>
        </w:rPr>
        <w:t xml:space="preserve"> The submission will not be considered complete without an initial self-evaluation or the proponents’ endorsement of an initial evaluation submitted by another entity.</w:t>
      </w:r>
    </w:p>
    <w:p w:rsidR="00806774" w:rsidRPr="009D6A18" w:rsidRDefault="00806774" w:rsidP="00806774">
      <w:pPr>
        <w:rPr>
          <w:szCs w:val="24"/>
        </w:rPr>
      </w:pPr>
      <w:r w:rsidRPr="009D6A18">
        <w:rPr>
          <w:szCs w:val="24"/>
        </w:rPr>
        <w:t>Proponents and IPR holders should indicate their compliance with the ITU policy on intellectual property rights (see Annex 1 of Resolution ITU-R 1-6), as specified in the Common Patent Policy for ITU</w:t>
      </w:r>
      <w:r w:rsidRPr="009D6A18">
        <w:rPr>
          <w:szCs w:val="24"/>
        </w:rPr>
        <w:noBreakHyphen/>
        <w:t xml:space="preserve">T/ITU-R/ISO/IEC available at </w:t>
      </w:r>
      <w:hyperlink r:id="rId9" w:history="1">
        <w:r w:rsidRPr="009D6A18">
          <w:rPr>
            <w:rStyle w:val="Hyperlink"/>
            <w:szCs w:val="24"/>
          </w:rPr>
          <w:t>http://www.itu.int/ITU-T/dbase/patent/patent-policy.html</w:t>
        </w:r>
      </w:hyperlink>
      <w:r w:rsidRPr="009D6A18">
        <w:rPr>
          <w:szCs w:val="24"/>
        </w:rPr>
        <w:t>.</w:t>
      </w:r>
    </w:p>
    <w:p w:rsidR="00806774" w:rsidRPr="009D6A18" w:rsidRDefault="00806774" w:rsidP="00806774">
      <w:pPr>
        <w:rPr>
          <w:szCs w:val="24"/>
          <w:lang w:eastAsia="ja-JP"/>
        </w:rPr>
      </w:pPr>
      <w:r w:rsidRPr="009D6A18">
        <w:rPr>
          <w:szCs w:val="24"/>
        </w:rPr>
        <w:t xml:space="preserve">The </w:t>
      </w:r>
      <w:proofErr w:type="spellStart"/>
      <w:r w:rsidRPr="009D6A18">
        <w:rPr>
          <w:szCs w:val="24"/>
        </w:rPr>
        <w:t>Radiocommunication</w:t>
      </w:r>
      <w:proofErr w:type="spellEnd"/>
      <w:r w:rsidRPr="009D6A18">
        <w:rPr>
          <w:szCs w:val="24"/>
        </w:rPr>
        <w:t xml:space="preserve"> Bureau (BR)</w:t>
      </w:r>
      <w:r w:rsidRPr="009D6A18">
        <w:rPr>
          <w:rFonts w:hint="eastAsia"/>
          <w:szCs w:val="24"/>
          <w:lang w:eastAsia="ja-JP"/>
        </w:rPr>
        <w:t xml:space="preserve"> receives the submission of technical information on </w:t>
      </w:r>
      <w:r w:rsidR="00F77605">
        <w:rPr>
          <w:szCs w:val="24"/>
          <w:lang w:eastAsia="ja-JP"/>
        </w:rPr>
        <w:br/>
      </w:r>
      <w:r w:rsidRPr="009D6A18">
        <w:rPr>
          <w:rFonts w:hint="eastAsia"/>
          <w:szCs w:val="24"/>
          <w:lang w:eastAsia="ja-JP"/>
        </w:rPr>
        <w:t xml:space="preserve">the candidate RITs </w:t>
      </w:r>
      <w:r w:rsidRPr="009D6A18">
        <w:rPr>
          <w:szCs w:val="24"/>
          <w:lang w:eastAsia="ja-JP"/>
        </w:rPr>
        <w:t xml:space="preserve">and SRITs </w:t>
      </w:r>
      <w:r w:rsidRPr="009D6A18">
        <w:rPr>
          <w:rFonts w:hint="eastAsia"/>
          <w:szCs w:val="24"/>
          <w:lang w:eastAsia="ja-JP"/>
        </w:rPr>
        <w:t>and acknowledges its receipt</w:t>
      </w:r>
      <w:r w:rsidRPr="00A618A9">
        <w:rPr>
          <w:rStyle w:val="FootnoteReference"/>
          <w:sz w:val="16"/>
          <w:szCs w:val="16"/>
          <w:lang w:eastAsia="ja-JP"/>
        </w:rPr>
        <w:footnoteReference w:id="4"/>
      </w:r>
      <w:r w:rsidRPr="009D6A18">
        <w:rPr>
          <w:szCs w:val="24"/>
        </w:rPr>
        <w:t>.</w:t>
      </w:r>
    </w:p>
    <w:p w:rsidR="00806774" w:rsidRPr="009D6A18" w:rsidRDefault="00806774" w:rsidP="00806774">
      <w:pPr>
        <w:rPr>
          <w:szCs w:val="24"/>
          <w:lang w:eastAsia="ja-JP"/>
        </w:rPr>
      </w:pPr>
      <w:r w:rsidRPr="009D6A18">
        <w:rPr>
          <w:szCs w:val="24"/>
          <w:lang w:eastAsia="ja-JP"/>
        </w:rPr>
        <w:t xml:space="preserve">Submissions should be addressed </w:t>
      </w:r>
      <w:r w:rsidRPr="009D6A18">
        <w:rPr>
          <w:szCs w:val="24"/>
        </w:rPr>
        <w:t xml:space="preserve">to the </w:t>
      </w:r>
      <w:r w:rsidRPr="009D6A18">
        <w:rPr>
          <w:szCs w:val="24"/>
          <w:lang w:eastAsia="ja-JP"/>
        </w:rPr>
        <w:t>Counsello</w:t>
      </w:r>
      <w:r w:rsidR="00AB3509">
        <w:rPr>
          <w:szCs w:val="24"/>
          <w:lang w:eastAsia="ja-JP"/>
        </w:rPr>
        <w:t xml:space="preserve">r for ITU-R Study Group 5, </w:t>
      </w:r>
      <w:proofErr w:type="spellStart"/>
      <w:r w:rsidR="00AB3509">
        <w:rPr>
          <w:szCs w:val="24"/>
          <w:lang w:eastAsia="ja-JP"/>
        </w:rPr>
        <w:t>Mr.</w:t>
      </w:r>
      <w:proofErr w:type="spellEnd"/>
      <w:r w:rsidR="00AB3509">
        <w:rPr>
          <w:szCs w:val="24"/>
          <w:lang w:eastAsia="ja-JP"/>
        </w:rPr>
        <w:t xml:space="preserve"> </w:t>
      </w:r>
      <w:r w:rsidRPr="009D6A18">
        <w:rPr>
          <w:szCs w:val="24"/>
          <w:lang w:eastAsia="ja-JP"/>
        </w:rPr>
        <w:t>Sergio Buonomo (</w:t>
      </w:r>
      <w:r w:rsidRPr="009D6A18">
        <w:rPr>
          <w:szCs w:val="24"/>
        </w:rPr>
        <w:t>sergio.buonomo@</w:t>
      </w:r>
      <w:r w:rsidRPr="009D6A18">
        <w:rPr>
          <w:szCs w:val="24"/>
          <w:lang w:eastAsia="ja-JP"/>
        </w:rPr>
        <w:t>itu.int). These submissions will be prepared a</w:t>
      </w:r>
      <w:r w:rsidR="00AB3509">
        <w:rPr>
          <w:szCs w:val="24"/>
          <w:lang w:eastAsia="ja-JP"/>
        </w:rPr>
        <w:t>s inputs to ITU-R Working Party </w:t>
      </w:r>
      <w:r w:rsidRPr="009D6A18">
        <w:rPr>
          <w:szCs w:val="24"/>
          <w:lang w:eastAsia="ja-JP"/>
        </w:rPr>
        <w:t>5D (WP 5D) and will also be made available on the ITU web page for the IMT-2000.</w:t>
      </w:r>
    </w:p>
    <w:p w:rsidR="00AB3509" w:rsidRDefault="00AB3509">
      <w:pPr>
        <w:tabs>
          <w:tab w:val="clear" w:pos="1134"/>
          <w:tab w:val="clear" w:pos="1871"/>
          <w:tab w:val="clear" w:pos="2268"/>
        </w:tabs>
        <w:overflowPunct/>
        <w:autoSpaceDE/>
        <w:autoSpaceDN/>
        <w:adjustRightInd/>
        <w:spacing w:before="0"/>
        <w:textAlignment w:val="auto"/>
        <w:rPr>
          <w:rFonts w:ascii="CG Times" w:eastAsia="MS Mincho" w:hAnsi="CG Times"/>
          <w:b/>
          <w:szCs w:val="24"/>
          <w:lang w:eastAsia="fr-FR"/>
        </w:rPr>
      </w:pPr>
      <w:r>
        <w:rPr>
          <w:szCs w:val="24"/>
        </w:rPr>
        <w:br w:type="page"/>
      </w:r>
    </w:p>
    <w:p w:rsidR="00806774" w:rsidRPr="009D6A18" w:rsidRDefault="00806774" w:rsidP="00806774">
      <w:pPr>
        <w:pStyle w:val="heading0"/>
        <w:rPr>
          <w:szCs w:val="24"/>
        </w:rPr>
      </w:pPr>
      <w:r w:rsidRPr="009D6A18">
        <w:rPr>
          <w:szCs w:val="24"/>
        </w:rPr>
        <w:t>Step 4 – Evaluation of candidate RITs or SRITs by evaluation groups</w:t>
      </w:r>
    </w:p>
    <w:p w:rsidR="00806774" w:rsidRPr="009D6A18" w:rsidRDefault="00806774" w:rsidP="00AB3509">
      <w:pPr>
        <w:rPr>
          <w:szCs w:val="24"/>
        </w:rPr>
      </w:pPr>
      <w:r w:rsidRPr="009D6A18">
        <w:rPr>
          <w:szCs w:val="24"/>
        </w:rPr>
        <w:t>Candidate R</w:t>
      </w:r>
      <w:r w:rsidRPr="009D6A18">
        <w:rPr>
          <w:rFonts w:hint="eastAsia"/>
          <w:szCs w:val="24"/>
          <w:lang w:eastAsia="ja-JP"/>
        </w:rPr>
        <w:t>I</w:t>
      </w:r>
      <w:r w:rsidRPr="009D6A18">
        <w:rPr>
          <w:szCs w:val="24"/>
        </w:rPr>
        <w:t xml:space="preserve">Ts </w:t>
      </w:r>
      <w:r w:rsidRPr="009D6A18">
        <w:rPr>
          <w:rFonts w:hint="eastAsia"/>
          <w:szCs w:val="24"/>
          <w:lang w:eastAsia="ja-JP"/>
        </w:rPr>
        <w:t>or SRIT</w:t>
      </w:r>
      <w:r w:rsidRPr="009D6A18">
        <w:rPr>
          <w:szCs w:val="24"/>
          <w:lang w:eastAsia="ja-JP"/>
        </w:rPr>
        <w:t>s</w:t>
      </w:r>
      <w:r w:rsidRPr="009D6A18">
        <w:rPr>
          <w:rFonts w:hint="eastAsia"/>
          <w:szCs w:val="24"/>
          <w:lang w:eastAsia="ja-JP"/>
        </w:rPr>
        <w:t xml:space="preserve"> </w:t>
      </w:r>
      <w:r w:rsidRPr="009D6A18">
        <w:rPr>
          <w:szCs w:val="24"/>
        </w:rPr>
        <w:t>will be evaluated</w:t>
      </w:r>
      <w:r w:rsidRPr="009D6A18">
        <w:rPr>
          <w:rFonts w:hint="eastAsia"/>
          <w:szCs w:val="24"/>
          <w:lang w:eastAsia="ja-JP"/>
        </w:rPr>
        <w:t>. T</w:t>
      </w:r>
      <w:r w:rsidRPr="009D6A18">
        <w:rPr>
          <w:szCs w:val="24"/>
        </w:rPr>
        <w:t>he ITU-R membership, standards organisations, and other organizations</w:t>
      </w:r>
      <w:r w:rsidRPr="009D6A18">
        <w:rPr>
          <w:rFonts w:hint="eastAsia"/>
          <w:szCs w:val="24"/>
          <w:lang w:eastAsia="ja-JP"/>
        </w:rPr>
        <w:t xml:space="preserve"> are invited to proceed with the evaluation. </w:t>
      </w:r>
      <w:r w:rsidRPr="009D6A18">
        <w:rPr>
          <w:szCs w:val="24"/>
          <w:lang w:eastAsia="ja-JP"/>
        </w:rPr>
        <w:t>Organizations wishing to become independent</w:t>
      </w:r>
      <w:r w:rsidRPr="009D6A18">
        <w:rPr>
          <w:rFonts w:hint="eastAsia"/>
          <w:szCs w:val="24"/>
          <w:lang w:eastAsia="ja-JP"/>
        </w:rPr>
        <w:t xml:space="preserve"> evaluation groups </w:t>
      </w:r>
      <w:r w:rsidRPr="009D6A18">
        <w:rPr>
          <w:rFonts w:hint="eastAsia"/>
          <w:szCs w:val="24"/>
          <w:lang w:eastAsia="ko-KR"/>
        </w:rPr>
        <w:t xml:space="preserve">are </w:t>
      </w:r>
      <w:r w:rsidRPr="009D6A18">
        <w:rPr>
          <w:rFonts w:hint="eastAsia"/>
          <w:szCs w:val="24"/>
          <w:lang w:eastAsia="ja-JP"/>
        </w:rPr>
        <w:t>requested</w:t>
      </w:r>
      <w:r w:rsidRPr="009D6A18">
        <w:rPr>
          <w:rFonts w:hint="eastAsia"/>
          <w:szCs w:val="24"/>
          <w:lang w:eastAsia="ko-KR"/>
        </w:rPr>
        <w:t xml:space="preserve"> to register</w:t>
      </w:r>
      <w:r w:rsidRPr="009D6A18" w:rsidDel="006769A1">
        <w:rPr>
          <w:rFonts w:hint="eastAsia"/>
          <w:szCs w:val="24"/>
          <w:lang w:eastAsia="ko-KR"/>
        </w:rPr>
        <w:t xml:space="preserve"> </w:t>
      </w:r>
      <w:r w:rsidRPr="009D6A18">
        <w:rPr>
          <w:rFonts w:hint="eastAsia"/>
          <w:szCs w:val="24"/>
          <w:lang w:eastAsia="ja-JP"/>
        </w:rPr>
        <w:t>with</w:t>
      </w:r>
      <w:r w:rsidRPr="009D6A18">
        <w:rPr>
          <w:rFonts w:hint="eastAsia"/>
          <w:szCs w:val="24"/>
          <w:lang w:eastAsia="ko-KR"/>
        </w:rPr>
        <w:t xml:space="preserve"> ITU-R</w:t>
      </w:r>
      <w:r w:rsidR="00AB3509">
        <w:rPr>
          <w:rStyle w:val="FootnoteReference"/>
          <w:szCs w:val="24"/>
          <w:lang w:eastAsia="ko-KR"/>
        </w:rPr>
        <w:footnoteReference w:id="5"/>
      </w:r>
      <w:r w:rsidR="00AB3509">
        <w:rPr>
          <w:szCs w:val="24"/>
          <w:lang w:eastAsia="ko-KR"/>
        </w:rPr>
        <w:t xml:space="preserve"> </w:t>
      </w:r>
      <w:r w:rsidRPr="009D6A18">
        <w:rPr>
          <w:szCs w:val="24"/>
          <w:lang w:eastAsia="ko-KR"/>
        </w:rPr>
        <w:t>as outlined in the appropriate announcement</w:t>
      </w:r>
      <w:r w:rsidRPr="009D6A18">
        <w:rPr>
          <w:rFonts w:hint="eastAsia"/>
          <w:szCs w:val="24"/>
          <w:lang w:eastAsia="ko-KR"/>
        </w:rPr>
        <w:t>.</w:t>
      </w:r>
      <w:r w:rsidRPr="009D6A18">
        <w:rPr>
          <w:szCs w:val="24"/>
        </w:rPr>
        <w:t xml:space="preserve"> </w:t>
      </w:r>
      <w:r w:rsidRPr="009D6A18">
        <w:rPr>
          <w:rFonts w:hint="eastAsia"/>
          <w:szCs w:val="24"/>
          <w:lang w:eastAsia="ja-JP"/>
        </w:rPr>
        <w:t>The</w:t>
      </w:r>
      <w:r w:rsidRPr="009D6A18">
        <w:rPr>
          <w:szCs w:val="24"/>
        </w:rPr>
        <w:t xml:space="preserve"> evaluation groups </w:t>
      </w:r>
      <w:r w:rsidRPr="009D6A18">
        <w:rPr>
          <w:rFonts w:hint="eastAsia"/>
          <w:szCs w:val="24"/>
          <w:lang w:eastAsia="ja-JP"/>
        </w:rPr>
        <w:t>are</w:t>
      </w:r>
      <w:r w:rsidRPr="009D6A18">
        <w:rPr>
          <w:szCs w:val="24"/>
        </w:rPr>
        <w:t xml:space="preserve"> </w:t>
      </w:r>
      <w:r w:rsidRPr="009D6A18">
        <w:rPr>
          <w:rFonts w:hint="eastAsia"/>
          <w:szCs w:val="24"/>
          <w:lang w:eastAsia="ja-JP"/>
        </w:rPr>
        <w:t xml:space="preserve">kindly requested </w:t>
      </w:r>
      <w:r w:rsidRPr="009D6A18">
        <w:rPr>
          <w:szCs w:val="24"/>
        </w:rPr>
        <w:t xml:space="preserve">to submit </w:t>
      </w:r>
      <w:r w:rsidR="00B55DC9">
        <w:rPr>
          <w:szCs w:val="24"/>
        </w:rPr>
        <w:t>evaluation R</w:t>
      </w:r>
      <w:r w:rsidRPr="009D6A18">
        <w:rPr>
          <w:szCs w:val="24"/>
        </w:rPr>
        <w:t>eports</w:t>
      </w:r>
      <w:r w:rsidR="00AB3509">
        <w:rPr>
          <w:szCs w:val="24"/>
        </w:rPr>
        <w:t xml:space="preserve"> to </w:t>
      </w:r>
      <w:r w:rsidR="00F77605">
        <w:rPr>
          <w:szCs w:val="24"/>
        </w:rPr>
        <w:br/>
      </w:r>
      <w:r w:rsidR="00AB3509">
        <w:rPr>
          <w:szCs w:val="24"/>
        </w:rPr>
        <w:t>the ITU</w:t>
      </w:r>
      <w:r w:rsidR="00AB3509">
        <w:rPr>
          <w:szCs w:val="24"/>
        </w:rPr>
        <w:noBreakHyphen/>
      </w:r>
      <w:r w:rsidRPr="009D6A18">
        <w:rPr>
          <w:szCs w:val="24"/>
        </w:rPr>
        <w:t>R</w:t>
      </w:r>
      <w:r w:rsidR="00B55DC9">
        <w:rPr>
          <w:rFonts w:hint="eastAsia"/>
          <w:szCs w:val="24"/>
          <w:lang w:eastAsia="ja-JP"/>
        </w:rPr>
        <w:t xml:space="preserve">. The evaluation </w:t>
      </w:r>
      <w:r w:rsidR="00B55DC9">
        <w:rPr>
          <w:szCs w:val="24"/>
          <w:lang w:eastAsia="ja-JP"/>
        </w:rPr>
        <w:t>R</w:t>
      </w:r>
      <w:r w:rsidRPr="009D6A18">
        <w:rPr>
          <w:rFonts w:hint="eastAsia"/>
          <w:szCs w:val="24"/>
          <w:lang w:eastAsia="ja-JP"/>
        </w:rPr>
        <w:t xml:space="preserve">eports will be </w:t>
      </w:r>
      <w:r w:rsidRPr="009D6A18">
        <w:rPr>
          <w:szCs w:val="24"/>
        </w:rPr>
        <w:t>consider</w:t>
      </w:r>
      <w:r w:rsidRPr="009D6A18">
        <w:rPr>
          <w:rFonts w:hint="eastAsia"/>
          <w:szCs w:val="24"/>
          <w:lang w:eastAsia="ja-JP"/>
        </w:rPr>
        <w:t>ed</w:t>
      </w:r>
      <w:r w:rsidRPr="009D6A18">
        <w:rPr>
          <w:szCs w:val="24"/>
        </w:rPr>
        <w:t xml:space="preserve"> in the development of the ITU-R Recommendation describing the radio interface specifications.</w:t>
      </w:r>
    </w:p>
    <w:p w:rsidR="00806774" w:rsidRPr="009D6A18" w:rsidRDefault="00806774" w:rsidP="00806774">
      <w:pPr>
        <w:rPr>
          <w:szCs w:val="24"/>
          <w:lang w:eastAsia="ja-JP"/>
        </w:rPr>
      </w:pPr>
      <w:r w:rsidRPr="009D6A18">
        <w:rPr>
          <w:szCs w:val="24"/>
        </w:rPr>
        <w:t>The evaluation</w:t>
      </w:r>
      <w:r w:rsidRPr="009D6A18">
        <w:rPr>
          <w:rFonts w:hint="eastAsia"/>
          <w:szCs w:val="24"/>
          <w:lang w:eastAsia="ko-KR"/>
        </w:rPr>
        <w:t xml:space="preserve"> guidelines </w:t>
      </w:r>
      <w:r w:rsidRPr="009D6A18">
        <w:rPr>
          <w:szCs w:val="24"/>
          <w:lang w:eastAsia="ko-KR"/>
        </w:rPr>
        <w:t>are provided in relevant Recommendations on IMT-2000 currently in force (specifically, Rec</w:t>
      </w:r>
      <w:r>
        <w:rPr>
          <w:rFonts w:hint="eastAsia"/>
          <w:szCs w:val="24"/>
          <w:lang w:eastAsia="ja-JP"/>
        </w:rPr>
        <w:t>ommendation</w:t>
      </w:r>
      <w:r w:rsidRPr="009D6A18">
        <w:rPr>
          <w:szCs w:val="24"/>
          <w:lang w:eastAsia="ko-KR"/>
        </w:rPr>
        <w:t xml:space="preserve"> ITU-R M.1225</w:t>
      </w:r>
      <w:r w:rsidRPr="00A618A9">
        <w:rPr>
          <w:rStyle w:val="FootnoteReference"/>
          <w:sz w:val="16"/>
          <w:szCs w:val="16"/>
          <w:lang w:eastAsia="ko-KR"/>
        </w:rPr>
        <w:footnoteReference w:id="6"/>
      </w:r>
      <w:r w:rsidRPr="009D6A18">
        <w:rPr>
          <w:szCs w:val="24"/>
          <w:lang w:eastAsia="ko-KR"/>
        </w:rPr>
        <w:t>)</w:t>
      </w:r>
      <w:r w:rsidRPr="009D6A18">
        <w:rPr>
          <w:szCs w:val="24"/>
        </w:rPr>
        <w:t>.</w:t>
      </w:r>
    </w:p>
    <w:p w:rsidR="00806774" w:rsidRPr="009D6A18" w:rsidRDefault="00806774" w:rsidP="00806774">
      <w:pPr>
        <w:rPr>
          <w:szCs w:val="24"/>
          <w:lang w:eastAsia="ja-JP"/>
        </w:rPr>
      </w:pPr>
      <w:r w:rsidRPr="009D6A18">
        <w:rPr>
          <w:szCs w:val="24"/>
        </w:rPr>
        <w:t xml:space="preserve">If necessary, additional evaluation methodologies may be developed by each independent evaluation group to complement the evaluation guidelines in the relevant recommendations. Any such additional methodology should be shared between evaluation groups and sent to </w:t>
      </w:r>
      <w:r w:rsidRPr="009D6A18">
        <w:rPr>
          <w:szCs w:val="24"/>
          <w:lang w:eastAsia="ja-JP"/>
        </w:rPr>
        <w:t>the BR</w:t>
      </w:r>
      <w:r w:rsidRPr="009D6A18">
        <w:rPr>
          <w:szCs w:val="24"/>
        </w:rPr>
        <w:t xml:space="preserve"> for information to facilitate consideration of the evaluation results by ITU-R.</w:t>
      </w:r>
    </w:p>
    <w:p w:rsidR="00806774" w:rsidRPr="009D6A18" w:rsidRDefault="00806774" w:rsidP="00806774">
      <w:pPr>
        <w:rPr>
          <w:szCs w:val="24"/>
        </w:rPr>
      </w:pPr>
      <w:r w:rsidRPr="009D6A18">
        <w:rPr>
          <w:szCs w:val="24"/>
        </w:rPr>
        <w:t xml:space="preserve">Coordination between evaluation groups is strongly encouraged to facilitate comparison and consistency of results, to assist </w:t>
      </w:r>
      <w:r w:rsidRPr="009D6A18">
        <w:rPr>
          <w:rFonts w:hint="eastAsia"/>
          <w:szCs w:val="24"/>
          <w:lang w:eastAsia="ja-JP"/>
        </w:rPr>
        <w:t>ITU-R</w:t>
      </w:r>
      <w:r w:rsidRPr="009D6A18">
        <w:rPr>
          <w:szCs w:val="24"/>
        </w:rPr>
        <w:t xml:space="preserve"> in developing an understanding of differences in evaluation results achieved by the independent evaluation groups and to form some preliminary consensus on the evaluation results. Consensus building is encouraged, such as grouping and/or syntheses by proponents in order to better meet the requirements of IMT-2000.</w:t>
      </w:r>
    </w:p>
    <w:p w:rsidR="00806774" w:rsidRPr="009D6A18" w:rsidRDefault="00A36D93" w:rsidP="00806774">
      <w:pPr>
        <w:rPr>
          <w:szCs w:val="24"/>
          <w:lang w:eastAsia="ja-JP"/>
        </w:rPr>
      </w:pPr>
      <w:r>
        <w:rPr>
          <w:szCs w:val="24"/>
        </w:rPr>
        <w:t>Each evaluation group will R</w:t>
      </w:r>
      <w:r w:rsidR="00806774" w:rsidRPr="009D6A18">
        <w:rPr>
          <w:szCs w:val="24"/>
        </w:rPr>
        <w:t xml:space="preserve">eport its conclusions to the </w:t>
      </w:r>
      <w:r w:rsidR="00806774" w:rsidRPr="009D6A18">
        <w:rPr>
          <w:rFonts w:hint="eastAsia"/>
          <w:szCs w:val="24"/>
          <w:lang w:eastAsia="ja-JP"/>
        </w:rPr>
        <w:t>ITU-R</w:t>
      </w:r>
      <w:r w:rsidR="00806774" w:rsidRPr="009D6A18">
        <w:rPr>
          <w:szCs w:val="24"/>
        </w:rPr>
        <w:t xml:space="preserve">. </w:t>
      </w:r>
      <w:r w:rsidR="00BE7162">
        <w:rPr>
          <w:szCs w:val="24"/>
          <w:lang w:eastAsia="ja-JP"/>
        </w:rPr>
        <w:t>Evaluation R</w:t>
      </w:r>
      <w:r w:rsidR="00806774" w:rsidRPr="009D6A18">
        <w:rPr>
          <w:szCs w:val="24"/>
          <w:lang w:eastAsia="ja-JP"/>
        </w:rPr>
        <w:t xml:space="preserve">eports should be addressed </w:t>
      </w:r>
      <w:r w:rsidR="00806774" w:rsidRPr="009D6A18">
        <w:rPr>
          <w:szCs w:val="24"/>
        </w:rPr>
        <w:t xml:space="preserve">to the </w:t>
      </w:r>
      <w:r w:rsidR="00806774" w:rsidRPr="009D6A18">
        <w:rPr>
          <w:szCs w:val="24"/>
          <w:lang w:eastAsia="ja-JP"/>
        </w:rPr>
        <w:t xml:space="preserve">Counsellor for ITU-R Study Group 5, </w:t>
      </w:r>
      <w:proofErr w:type="spellStart"/>
      <w:r w:rsidR="00806774" w:rsidRPr="009D6A18">
        <w:rPr>
          <w:szCs w:val="24"/>
          <w:lang w:eastAsia="ja-JP"/>
        </w:rPr>
        <w:t>Mr.</w:t>
      </w:r>
      <w:proofErr w:type="spellEnd"/>
      <w:r w:rsidR="00806774" w:rsidRPr="009D6A18">
        <w:rPr>
          <w:rFonts w:hint="eastAsia"/>
          <w:szCs w:val="24"/>
          <w:lang w:eastAsia="ja-JP"/>
        </w:rPr>
        <w:t xml:space="preserve"> Sergio</w:t>
      </w:r>
      <w:r w:rsidR="00806774" w:rsidRPr="009D6A18">
        <w:rPr>
          <w:szCs w:val="24"/>
          <w:lang w:eastAsia="ja-JP"/>
        </w:rPr>
        <w:t xml:space="preserve"> Buonomo (Sergio.b</w:t>
      </w:r>
      <w:r>
        <w:rPr>
          <w:szCs w:val="24"/>
          <w:lang w:eastAsia="ja-JP"/>
        </w:rPr>
        <w:t>uonomo@itu.int)</w:t>
      </w:r>
      <w:r w:rsidR="009C40C7">
        <w:rPr>
          <w:szCs w:val="24"/>
          <w:lang w:eastAsia="ja-JP"/>
        </w:rPr>
        <w:t>.</w:t>
      </w:r>
      <w:r>
        <w:rPr>
          <w:szCs w:val="24"/>
          <w:lang w:eastAsia="ja-JP"/>
        </w:rPr>
        <w:t xml:space="preserve"> The evaluation R</w:t>
      </w:r>
      <w:r w:rsidR="00806774" w:rsidRPr="009D6A18">
        <w:rPr>
          <w:szCs w:val="24"/>
          <w:lang w:eastAsia="ja-JP"/>
        </w:rPr>
        <w:t>eports will be prepared as inputs to WP 5D and will also be made available on the ITU web page for the IMT-2000 evaluation process</w:t>
      </w:r>
      <w:r w:rsidR="00806774" w:rsidRPr="009D6A18">
        <w:rPr>
          <w:rFonts w:hint="eastAsia"/>
          <w:szCs w:val="24"/>
          <w:lang w:eastAsia="ja-JP"/>
        </w:rPr>
        <w:t xml:space="preserve"> </w:t>
      </w:r>
      <w:r w:rsidR="00806774" w:rsidRPr="009D6A18">
        <w:rPr>
          <w:szCs w:val="24"/>
          <w:lang w:eastAsia="ja-JP"/>
        </w:rPr>
        <w:t>(</w:t>
      </w:r>
      <w:hyperlink r:id="rId10" w:tgtFrame="_blank" w:tooltip="http://www.itu.int/ITU-R/go/rsg5-imt-advanced/" w:history="1">
        <w:r w:rsidR="00806774" w:rsidRPr="009D6A18">
          <w:rPr>
            <w:rFonts w:eastAsia="SimSun"/>
            <w:color w:val="0000FF"/>
            <w:szCs w:val="24"/>
            <w:u w:val="single"/>
            <w:lang w:val="en-US" w:eastAsia="zh-CN"/>
          </w:rPr>
          <w:t>http://www.itu.int/ITU-R/go/rsg5-IMT-2000/</w:t>
        </w:r>
      </w:hyperlink>
      <w:r w:rsidR="00806774" w:rsidRPr="009D6A18">
        <w:rPr>
          <w:iCs/>
          <w:color w:val="0000FF"/>
          <w:szCs w:val="24"/>
        </w:rPr>
        <w:t>)</w:t>
      </w:r>
      <w:r w:rsidR="00806774" w:rsidRPr="009D6A18">
        <w:rPr>
          <w:szCs w:val="24"/>
          <w:lang w:eastAsia="ja-JP"/>
        </w:rPr>
        <w:t>.</w:t>
      </w:r>
    </w:p>
    <w:p w:rsidR="00806774" w:rsidRPr="009D6A18" w:rsidRDefault="00806774" w:rsidP="00806774">
      <w:pPr>
        <w:rPr>
          <w:szCs w:val="24"/>
          <w:lang w:eastAsia="ja-JP"/>
        </w:rPr>
      </w:pPr>
      <w:r w:rsidRPr="009D6A18">
        <w:rPr>
          <w:szCs w:val="24"/>
          <w:highlight w:val="cyan"/>
          <w:lang w:eastAsia="ja-JP"/>
        </w:rPr>
        <w:t>[</w:t>
      </w:r>
      <w:r w:rsidRPr="007B4F33">
        <w:rPr>
          <w:i/>
          <w:iCs/>
          <w:szCs w:val="24"/>
          <w:highlight w:val="cyan"/>
          <w:lang w:eastAsia="ja-JP"/>
        </w:rPr>
        <w:t>EDITORS NOTE</w:t>
      </w:r>
      <w:r w:rsidRPr="009D6A18">
        <w:rPr>
          <w:szCs w:val="24"/>
          <w:highlight w:val="cyan"/>
          <w:lang w:eastAsia="ja-JP"/>
        </w:rPr>
        <w:t>- BR IS</w:t>
      </w:r>
      <w:bookmarkStart w:id="9" w:name="_GoBack"/>
      <w:bookmarkEnd w:id="9"/>
      <w:r w:rsidRPr="009D6A18">
        <w:rPr>
          <w:szCs w:val="24"/>
          <w:highlight w:val="cyan"/>
          <w:lang w:eastAsia="ja-JP"/>
        </w:rPr>
        <w:t xml:space="preserve"> ASKED TO CREATE RELEVANT IMT-2000 PAGE AND ADD APPROPRAITE HYPERLINK HERE]</w:t>
      </w:r>
    </w:p>
    <w:p w:rsidR="00806774" w:rsidRPr="009D6A18" w:rsidRDefault="00806774" w:rsidP="00806774">
      <w:pPr>
        <w:rPr>
          <w:szCs w:val="24"/>
          <w:lang w:eastAsia="ja-JP"/>
        </w:rPr>
      </w:pPr>
      <w:r w:rsidRPr="009D6A18">
        <w:rPr>
          <w:szCs w:val="24"/>
        </w:rPr>
        <w:t xml:space="preserve">The technical requirements and evaluation criteria for IMT-2000 </w:t>
      </w:r>
      <w:r w:rsidRPr="009D6A18">
        <w:rPr>
          <w:szCs w:val="24"/>
          <w:lang w:eastAsia="ja-JP"/>
        </w:rPr>
        <w:t>are</w:t>
      </w:r>
      <w:r w:rsidRPr="009D6A18">
        <w:rPr>
          <w:szCs w:val="24"/>
        </w:rPr>
        <w:t xml:space="preserve"> subject to review</w:t>
      </w:r>
      <w:r w:rsidRPr="009D6A18">
        <w:rPr>
          <w:szCs w:val="24"/>
          <w:lang w:eastAsia="ja-JP"/>
        </w:rPr>
        <w:t>s</w:t>
      </w:r>
      <w:r w:rsidRPr="009D6A18">
        <w:rPr>
          <w:szCs w:val="24"/>
        </w:rPr>
        <w:t xml:space="preserve"> which may </w:t>
      </w:r>
      <w:r w:rsidRPr="009D6A18">
        <w:rPr>
          <w:szCs w:val="24"/>
          <w:lang w:eastAsia="ja-JP"/>
        </w:rPr>
        <w:t xml:space="preserve">introduce changes to the </w:t>
      </w:r>
      <w:r w:rsidRPr="009D6A18">
        <w:rPr>
          <w:szCs w:val="24"/>
        </w:rPr>
        <w:t xml:space="preserve">technical requirements and evaluation criteria for IMT-2000. </w:t>
      </w:r>
    </w:p>
    <w:p w:rsidR="00806774" w:rsidRPr="009D6A18" w:rsidRDefault="00806774" w:rsidP="00806774">
      <w:pPr>
        <w:pStyle w:val="heading0"/>
        <w:rPr>
          <w:szCs w:val="24"/>
        </w:rPr>
      </w:pPr>
      <w:r w:rsidRPr="009D6A18">
        <w:rPr>
          <w:szCs w:val="24"/>
        </w:rPr>
        <w:t xml:space="preserve">Step 5 – Review </w:t>
      </w:r>
      <w:r w:rsidRPr="009D6A18">
        <w:rPr>
          <w:rFonts w:hint="eastAsia"/>
          <w:szCs w:val="24"/>
          <w:lang w:eastAsia="ja-JP"/>
        </w:rPr>
        <w:t xml:space="preserve">and coordination </w:t>
      </w:r>
      <w:r w:rsidRPr="009D6A18">
        <w:rPr>
          <w:szCs w:val="24"/>
        </w:rPr>
        <w:t>of outside evaluation activities</w:t>
      </w:r>
    </w:p>
    <w:p w:rsidR="00806774" w:rsidRPr="009D6A18" w:rsidRDefault="00806774" w:rsidP="00806774">
      <w:pPr>
        <w:rPr>
          <w:szCs w:val="24"/>
          <w:lang w:eastAsia="ja-JP"/>
        </w:rPr>
      </w:pPr>
      <w:r w:rsidRPr="009D6A18">
        <w:rPr>
          <w:szCs w:val="24"/>
          <w:lang w:eastAsia="ja-JP"/>
        </w:rPr>
        <w:t>WP 5D</w:t>
      </w:r>
      <w:r w:rsidRPr="009D6A18">
        <w:rPr>
          <w:szCs w:val="24"/>
        </w:rPr>
        <w:t xml:space="preserve"> will act as the focal point for coordination between the various evaluation groups. In this step, </w:t>
      </w:r>
      <w:r w:rsidRPr="009D6A18">
        <w:rPr>
          <w:szCs w:val="24"/>
          <w:lang w:eastAsia="ja-JP"/>
        </w:rPr>
        <w:t>WP 5D</w:t>
      </w:r>
      <w:r w:rsidRPr="009D6A18">
        <w:rPr>
          <w:szCs w:val="24"/>
        </w:rPr>
        <w:t xml:space="preserve"> monitors the progress of the evaluation activities, and provides appropriate responses to problems or requests for guidance</w:t>
      </w:r>
      <w:r w:rsidRPr="009D6A18">
        <w:rPr>
          <w:rFonts w:hint="eastAsia"/>
          <w:szCs w:val="24"/>
          <w:lang w:eastAsia="ja-JP"/>
        </w:rPr>
        <w:t xml:space="preserve"> to facilitate </w:t>
      </w:r>
      <w:r w:rsidRPr="009D6A18">
        <w:rPr>
          <w:szCs w:val="24"/>
          <w:lang w:eastAsia="ja-JP"/>
        </w:rPr>
        <w:t>consensus</w:t>
      </w:r>
      <w:r w:rsidRPr="009D6A18">
        <w:rPr>
          <w:rFonts w:hint="eastAsia"/>
          <w:szCs w:val="24"/>
          <w:lang w:eastAsia="ja-JP"/>
        </w:rPr>
        <w:t xml:space="preserve"> building</w:t>
      </w:r>
      <w:r w:rsidRPr="009D6A18">
        <w:rPr>
          <w:szCs w:val="24"/>
        </w:rPr>
        <w:t>.</w:t>
      </w:r>
    </w:p>
    <w:p w:rsidR="00806774" w:rsidRPr="009D6A18" w:rsidRDefault="00806774" w:rsidP="00806774">
      <w:pPr>
        <w:pStyle w:val="heading0"/>
        <w:rPr>
          <w:szCs w:val="24"/>
          <w:lang w:eastAsia="ja-JP"/>
        </w:rPr>
      </w:pPr>
      <w:r w:rsidRPr="009D6A18">
        <w:rPr>
          <w:szCs w:val="24"/>
        </w:rPr>
        <w:t>Step 6 – Review to assess compliance with minimum</w:t>
      </w:r>
      <w:r w:rsidRPr="009D6A18">
        <w:rPr>
          <w:rFonts w:hint="eastAsia"/>
          <w:szCs w:val="24"/>
          <w:lang w:eastAsia="ja-JP"/>
        </w:rPr>
        <w:t xml:space="preserve"> requirements</w:t>
      </w:r>
    </w:p>
    <w:p w:rsidR="00806774" w:rsidRPr="009D6A18" w:rsidRDefault="00806774" w:rsidP="00806774">
      <w:pPr>
        <w:rPr>
          <w:szCs w:val="24"/>
          <w:lang w:eastAsia="ja-JP"/>
        </w:rPr>
      </w:pPr>
      <w:r w:rsidRPr="009D6A18">
        <w:rPr>
          <w:szCs w:val="24"/>
        </w:rPr>
        <w:t xml:space="preserve">In this step </w:t>
      </w:r>
      <w:r w:rsidRPr="009D6A18">
        <w:rPr>
          <w:szCs w:val="24"/>
          <w:lang w:eastAsia="ja-JP"/>
        </w:rPr>
        <w:t xml:space="preserve">WP 5D </w:t>
      </w:r>
      <w:r w:rsidRPr="009D6A18">
        <w:rPr>
          <w:szCs w:val="24"/>
        </w:rPr>
        <w:t xml:space="preserve">makes an assessment </w:t>
      </w:r>
      <w:r w:rsidRPr="009D6A18">
        <w:rPr>
          <w:rFonts w:hint="eastAsia"/>
          <w:szCs w:val="24"/>
          <w:lang w:eastAsia="ja-JP"/>
        </w:rPr>
        <w:t xml:space="preserve">of the proposal </w:t>
      </w:r>
      <w:r w:rsidRPr="009D6A18">
        <w:rPr>
          <w:szCs w:val="24"/>
        </w:rPr>
        <w:t xml:space="preserve">as to </w:t>
      </w:r>
      <w:r w:rsidRPr="009D6A18">
        <w:rPr>
          <w:rFonts w:hint="eastAsia"/>
          <w:szCs w:val="24"/>
          <w:lang w:eastAsia="ja-JP"/>
        </w:rPr>
        <w:t>whether</w:t>
      </w:r>
      <w:r w:rsidRPr="009D6A18">
        <w:rPr>
          <w:szCs w:val="24"/>
        </w:rPr>
        <w:t xml:space="preserve"> </w:t>
      </w:r>
      <w:r w:rsidRPr="009D6A18">
        <w:rPr>
          <w:rFonts w:hint="eastAsia"/>
          <w:szCs w:val="24"/>
          <w:lang w:eastAsia="ja-JP"/>
        </w:rPr>
        <w:t xml:space="preserve">it </w:t>
      </w:r>
      <w:r w:rsidRPr="009D6A18">
        <w:rPr>
          <w:szCs w:val="24"/>
        </w:rPr>
        <w:t>meets</w:t>
      </w:r>
      <w:r w:rsidRPr="009D6A18">
        <w:rPr>
          <w:rFonts w:hint="eastAsia"/>
          <w:szCs w:val="24"/>
          <w:lang w:eastAsia="ja-JP"/>
        </w:rPr>
        <w:t xml:space="preserve"> </w:t>
      </w:r>
      <w:r w:rsidRPr="009D6A18">
        <w:rPr>
          <w:szCs w:val="24"/>
        </w:rPr>
        <w:t>the minimum technical requirements and evaluation criteria of</w:t>
      </w:r>
      <w:r w:rsidRPr="009D6A18">
        <w:rPr>
          <w:rFonts w:hint="eastAsia"/>
          <w:szCs w:val="24"/>
          <w:lang w:eastAsia="ja-JP"/>
        </w:rPr>
        <w:t xml:space="preserve"> the IMT-2000 </w:t>
      </w:r>
      <w:r w:rsidRPr="009D6A18">
        <w:rPr>
          <w:szCs w:val="24"/>
        </w:rPr>
        <w:t>currently in force</w:t>
      </w:r>
      <w:r w:rsidRPr="009D6A18">
        <w:rPr>
          <w:rFonts w:hint="eastAsia"/>
          <w:szCs w:val="24"/>
          <w:lang w:eastAsia="ja-JP"/>
        </w:rPr>
        <w:t xml:space="preserve"> </w:t>
      </w:r>
      <w:r w:rsidRPr="009D6A18">
        <w:rPr>
          <w:szCs w:val="24"/>
          <w:lang w:eastAsia="ja-JP"/>
        </w:rPr>
        <w:t xml:space="preserve">as defined in document IMT-2000/4, in particular Circular Letter 8/LCCE/47 </w:t>
      </w:r>
      <w:r w:rsidRPr="009D6A18">
        <w:rPr>
          <w:rFonts w:hint="eastAsia"/>
          <w:szCs w:val="24"/>
          <w:lang w:eastAsia="ja-JP"/>
        </w:rPr>
        <w:t>and its Attachments</w:t>
      </w:r>
      <w:r w:rsidRPr="009D6A18">
        <w:rPr>
          <w:szCs w:val="24"/>
        </w:rPr>
        <w:t>.</w:t>
      </w:r>
    </w:p>
    <w:p w:rsidR="00806774" w:rsidRPr="009D6A18" w:rsidRDefault="00806774" w:rsidP="00AB3509">
      <w:pPr>
        <w:rPr>
          <w:highlight w:val="yellow"/>
          <w:lang w:eastAsia="ja-JP"/>
        </w:rPr>
      </w:pPr>
      <w:r w:rsidRPr="009D6A18">
        <w:rPr>
          <w:rFonts w:hint="eastAsia"/>
          <w:lang w:eastAsia="ja-JP"/>
        </w:rPr>
        <w:t>Such a qualified RIT/SRIT will go forward for further consideration in Step 7.</w:t>
      </w:r>
    </w:p>
    <w:p w:rsidR="00806774" w:rsidRPr="009D6A18" w:rsidRDefault="00806774" w:rsidP="00AB3509">
      <w:pPr>
        <w:rPr>
          <w:lang w:eastAsia="ja-JP"/>
        </w:rPr>
      </w:pPr>
      <w:r w:rsidRPr="009D6A18">
        <w:rPr>
          <w:rFonts w:hint="eastAsia"/>
          <w:lang w:eastAsia="ja-JP"/>
        </w:rPr>
        <w:t xml:space="preserve">According to the decision of the proponents, </w:t>
      </w:r>
      <w:r w:rsidRPr="009D6A18">
        <w:t xml:space="preserve">earlier steps may be revisited to complement, revise, clarify and include possible consensus-building for candidate RITs or SRITs </w:t>
      </w:r>
      <w:r w:rsidRPr="009D6A18">
        <w:rPr>
          <w:rFonts w:hint="eastAsia"/>
          <w:lang w:eastAsia="ja-JP"/>
        </w:rPr>
        <w:t xml:space="preserve">including those </w:t>
      </w:r>
      <w:r w:rsidRPr="009D6A18">
        <w:t>that initially do not fulfil the minimum requirements of IMT-2000.</w:t>
      </w:r>
    </w:p>
    <w:p w:rsidR="00806774" w:rsidRPr="009D6A18" w:rsidRDefault="00806774" w:rsidP="00AB3509">
      <w:pPr>
        <w:rPr>
          <w:lang w:eastAsia="ja-JP"/>
        </w:rPr>
      </w:pPr>
      <w:r w:rsidRPr="009D6A18">
        <w:t>WP 5D will prepare a document on the activities of this step</w:t>
      </w:r>
      <w:r w:rsidRPr="009D6A18">
        <w:rPr>
          <w:rFonts w:hint="eastAsia"/>
          <w:lang w:eastAsia="ja-JP"/>
        </w:rPr>
        <w:t xml:space="preserve"> </w:t>
      </w:r>
      <w:r w:rsidRPr="009D6A18">
        <w:rPr>
          <w:lang w:eastAsia="ja-JP"/>
        </w:rPr>
        <w:t>and a</w:t>
      </w:r>
      <w:r w:rsidRPr="009D6A18">
        <w:t xml:space="preserve">ssemble the reviewed proposals and </w:t>
      </w:r>
      <w:r w:rsidRPr="009D6A18">
        <w:rPr>
          <w:rFonts w:hint="eastAsia"/>
          <w:lang w:eastAsia="ja-JP"/>
        </w:rPr>
        <w:t xml:space="preserve">relevant </w:t>
      </w:r>
      <w:r w:rsidRPr="009D6A18">
        <w:t>documentation.</w:t>
      </w:r>
      <w:r w:rsidRPr="009D6A18">
        <w:rPr>
          <w:rFonts w:hint="eastAsia"/>
          <w:lang w:eastAsia="ja-JP"/>
        </w:rPr>
        <w:t xml:space="preserve"> WP 5D will keep the proponents informed of the status of </w:t>
      </w:r>
      <w:r w:rsidR="00F77605">
        <w:rPr>
          <w:lang w:eastAsia="ja-JP"/>
        </w:rPr>
        <w:br/>
      </w:r>
      <w:r w:rsidRPr="009D6A18">
        <w:rPr>
          <w:rFonts w:hint="eastAsia"/>
          <w:lang w:eastAsia="ja-JP"/>
        </w:rPr>
        <w:t>the assessment</w:t>
      </w:r>
      <w:r w:rsidRPr="009D6A18">
        <w:t>.</w:t>
      </w:r>
    </w:p>
    <w:p w:rsidR="00806774" w:rsidRPr="009D6A18" w:rsidRDefault="00806774" w:rsidP="00AB3509">
      <w:pPr>
        <w:rPr>
          <w:lang w:eastAsia="ja-JP"/>
        </w:rPr>
      </w:pPr>
      <w:r w:rsidRPr="009D6A18">
        <w:rPr>
          <w:rFonts w:hint="eastAsia"/>
          <w:lang w:eastAsia="ja-JP"/>
        </w:rPr>
        <w:t>Such documentation and feedback resulting from this step can facilitate consensus building that might take place external to the ITU-R in support of Step 7.</w:t>
      </w:r>
    </w:p>
    <w:p w:rsidR="00806774" w:rsidRPr="009D6A18" w:rsidRDefault="00806774" w:rsidP="00806774">
      <w:pPr>
        <w:pStyle w:val="heading0"/>
        <w:rPr>
          <w:szCs w:val="24"/>
        </w:rPr>
      </w:pPr>
      <w:r w:rsidRPr="009D6A18">
        <w:rPr>
          <w:szCs w:val="24"/>
        </w:rPr>
        <w:t>Step 7 – Consideration of evaluation results, consensus building and decision</w:t>
      </w:r>
    </w:p>
    <w:p w:rsidR="00806774" w:rsidRPr="009D6A18" w:rsidRDefault="00806774" w:rsidP="00806774">
      <w:pPr>
        <w:rPr>
          <w:szCs w:val="24"/>
        </w:rPr>
      </w:pPr>
      <w:r w:rsidRPr="009D6A18">
        <w:rPr>
          <w:szCs w:val="24"/>
        </w:rPr>
        <w:t xml:space="preserve">In this step </w:t>
      </w:r>
      <w:r w:rsidRPr="009D6A18">
        <w:rPr>
          <w:szCs w:val="24"/>
          <w:lang w:eastAsia="ja-JP"/>
        </w:rPr>
        <w:t>WP 5D will</w:t>
      </w:r>
      <w:r w:rsidRPr="009D6A18">
        <w:rPr>
          <w:rFonts w:hint="eastAsia"/>
          <w:szCs w:val="24"/>
          <w:lang w:eastAsia="ja-JP"/>
        </w:rPr>
        <w:t xml:space="preserve"> </w:t>
      </w:r>
      <w:r w:rsidRPr="009D6A18">
        <w:rPr>
          <w:szCs w:val="24"/>
        </w:rPr>
        <w:t xml:space="preserve">consider the evaluation results </w:t>
      </w:r>
      <w:r w:rsidRPr="009D6A18">
        <w:rPr>
          <w:rFonts w:hint="eastAsia"/>
          <w:szCs w:val="24"/>
          <w:lang w:eastAsia="ja-JP"/>
        </w:rPr>
        <w:t>of</w:t>
      </w:r>
      <w:r w:rsidRPr="009D6A18">
        <w:rPr>
          <w:szCs w:val="24"/>
        </w:rPr>
        <w:t xml:space="preserve"> those RITs or SRITs </w:t>
      </w:r>
      <w:r w:rsidRPr="009D6A18">
        <w:rPr>
          <w:rFonts w:hint="eastAsia"/>
          <w:szCs w:val="24"/>
          <w:lang w:eastAsia="ja-JP"/>
        </w:rPr>
        <w:t>that</w:t>
      </w:r>
      <w:r w:rsidRPr="009D6A18">
        <w:rPr>
          <w:szCs w:val="24"/>
        </w:rPr>
        <w:t xml:space="preserve"> have satisfied the review process in Step 6.</w:t>
      </w:r>
    </w:p>
    <w:p w:rsidR="00806774" w:rsidRPr="009D6A18" w:rsidRDefault="00806774" w:rsidP="00806774">
      <w:pPr>
        <w:rPr>
          <w:szCs w:val="24"/>
        </w:rPr>
      </w:pPr>
      <w:r w:rsidRPr="009D6A18">
        <w:rPr>
          <w:rFonts w:hint="eastAsia"/>
          <w:szCs w:val="24"/>
          <w:lang w:eastAsia="ja-JP"/>
        </w:rPr>
        <w:t>C</w:t>
      </w:r>
      <w:r w:rsidRPr="009D6A18">
        <w:rPr>
          <w:szCs w:val="24"/>
          <w:lang w:eastAsia="ko-KR"/>
        </w:rPr>
        <w:t xml:space="preserve">onsensus building </w:t>
      </w:r>
      <w:r w:rsidRPr="009D6A18">
        <w:rPr>
          <w:rFonts w:hint="eastAsia"/>
          <w:szCs w:val="24"/>
          <w:lang w:eastAsia="ja-JP"/>
        </w:rPr>
        <w:t xml:space="preserve">is performed </w:t>
      </w:r>
      <w:r w:rsidRPr="009D6A18">
        <w:rPr>
          <w:szCs w:val="24"/>
          <w:lang w:eastAsia="ja-JP"/>
        </w:rPr>
        <w:t xml:space="preserve">with the objective of achieving global harmonization and having the potential for wide industry support for the radio interfaces that are developed for IMT-2000. This may include grouping of RITs or modifications to RITs to create SRITs that better meet </w:t>
      </w:r>
      <w:r w:rsidR="00B55DC9">
        <w:rPr>
          <w:szCs w:val="24"/>
          <w:lang w:eastAsia="ja-JP"/>
        </w:rPr>
        <w:br/>
      </w:r>
      <w:r w:rsidRPr="009D6A18">
        <w:rPr>
          <w:szCs w:val="24"/>
          <w:lang w:eastAsia="ja-JP"/>
        </w:rPr>
        <w:t>the objectives of IMT-2000.</w:t>
      </w:r>
    </w:p>
    <w:p w:rsidR="00806774" w:rsidRPr="009D6A18" w:rsidRDefault="00806774" w:rsidP="00806774">
      <w:pPr>
        <w:rPr>
          <w:szCs w:val="24"/>
          <w:lang w:eastAsia="ja-JP"/>
        </w:rPr>
      </w:pPr>
      <w:r w:rsidRPr="009D6A18">
        <w:rPr>
          <w:rFonts w:hint="eastAsia"/>
          <w:szCs w:val="24"/>
          <w:lang w:eastAsia="ja-JP"/>
        </w:rPr>
        <w:t>A</w:t>
      </w:r>
      <w:r w:rsidRPr="009D6A18">
        <w:rPr>
          <w:szCs w:val="24"/>
          <w:lang w:eastAsia="ja-JP"/>
        </w:rPr>
        <w:t>n</w:t>
      </w:r>
      <w:r w:rsidRPr="009D6A18">
        <w:rPr>
          <w:rFonts w:hint="eastAsia"/>
          <w:szCs w:val="24"/>
          <w:lang w:eastAsia="ja-JP"/>
        </w:rPr>
        <w:t xml:space="preserve"> RIT or SRIT will be accepted for inclusion in the standardization phase described in Step 8 if, </w:t>
      </w:r>
      <w:r w:rsidR="00B55DC9">
        <w:rPr>
          <w:szCs w:val="24"/>
          <w:lang w:eastAsia="ja-JP"/>
        </w:rPr>
        <w:br/>
      </w:r>
      <w:r w:rsidRPr="009D6A18">
        <w:rPr>
          <w:rFonts w:hint="eastAsia"/>
          <w:szCs w:val="24"/>
          <w:lang w:eastAsia="ja-JP"/>
        </w:rPr>
        <w:t xml:space="preserve">as the result of deliberation by ITU-R, it is determined that the RIT or SRIT meets the </w:t>
      </w:r>
      <w:r w:rsidRPr="009D6A18">
        <w:rPr>
          <w:szCs w:val="24"/>
          <w:lang w:eastAsia="ja-JP"/>
        </w:rPr>
        <w:t>requirements of</w:t>
      </w:r>
      <w:r w:rsidRPr="009D6A18">
        <w:rPr>
          <w:rFonts w:hint="eastAsia"/>
          <w:szCs w:val="24"/>
          <w:lang w:eastAsia="ja-JP"/>
        </w:rPr>
        <w:t xml:space="preserve"> </w:t>
      </w:r>
      <w:r w:rsidRPr="009D6A18">
        <w:rPr>
          <w:szCs w:val="24"/>
          <w:lang w:eastAsia="ja-JP"/>
        </w:rPr>
        <w:t>IMT-2000 as expressed in document IMT-2000/4</w:t>
      </w:r>
      <w:r w:rsidRPr="009D6A18">
        <w:rPr>
          <w:rFonts w:hint="eastAsia"/>
          <w:szCs w:val="24"/>
          <w:lang w:eastAsia="ja-JP"/>
        </w:rPr>
        <w:t>, specifically Circular Letter 8/LCCE/47</w:t>
      </w:r>
      <w:r w:rsidRPr="009D6A18">
        <w:rPr>
          <w:szCs w:val="24"/>
          <w:lang w:eastAsia="ja-JP"/>
        </w:rPr>
        <w:t>.</w:t>
      </w:r>
    </w:p>
    <w:p w:rsidR="00806774" w:rsidRPr="009D6A18" w:rsidRDefault="00806774" w:rsidP="00806774">
      <w:pPr>
        <w:pStyle w:val="heading0"/>
        <w:rPr>
          <w:szCs w:val="24"/>
          <w:lang w:eastAsia="ja-JP"/>
        </w:rPr>
      </w:pPr>
      <w:r w:rsidRPr="009D6A18">
        <w:rPr>
          <w:szCs w:val="24"/>
        </w:rPr>
        <w:t>Step 8 – Development of radio interface Recommendation</w:t>
      </w:r>
      <w:r w:rsidRPr="009D6A18">
        <w:rPr>
          <w:rFonts w:hint="eastAsia"/>
          <w:szCs w:val="24"/>
          <w:lang w:eastAsia="ja-JP"/>
        </w:rPr>
        <w:t>(</w:t>
      </w:r>
      <w:r w:rsidRPr="009D6A18">
        <w:rPr>
          <w:szCs w:val="24"/>
        </w:rPr>
        <w:t>s</w:t>
      </w:r>
      <w:r w:rsidRPr="009D6A18">
        <w:rPr>
          <w:rFonts w:hint="eastAsia"/>
          <w:szCs w:val="24"/>
          <w:lang w:eastAsia="ja-JP"/>
        </w:rPr>
        <w:t>)</w:t>
      </w:r>
    </w:p>
    <w:p w:rsidR="00806774" w:rsidRPr="009D6A18" w:rsidRDefault="00806774" w:rsidP="00806774">
      <w:pPr>
        <w:rPr>
          <w:szCs w:val="24"/>
        </w:rPr>
      </w:pPr>
      <w:r w:rsidRPr="009D6A18">
        <w:rPr>
          <w:szCs w:val="24"/>
        </w:rPr>
        <w:t xml:space="preserve">In this step a </w:t>
      </w:r>
      <w:r w:rsidRPr="009D6A18">
        <w:rPr>
          <w:rFonts w:hint="eastAsia"/>
          <w:szCs w:val="24"/>
          <w:lang w:eastAsia="ja-JP"/>
        </w:rPr>
        <w:t>(</w:t>
      </w:r>
      <w:r w:rsidRPr="009D6A18">
        <w:rPr>
          <w:szCs w:val="24"/>
        </w:rPr>
        <w:t>set of</w:t>
      </w:r>
      <w:r w:rsidRPr="009D6A18">
        <w:rPr>
          <w:rFonts w:hint="eastAsia"/>
          <w:szCs w:val="24"/>
          <w:lang w:eastAsia="ja-JP"/>
        </w:rPr>
        <w:t>)</w:t>
      </w:r>
      <w:r w:rsidRPr="009D6A18">
        <w:rPr>
          <w:szCs w:val="24"/>
        </w:rPr>
        <w:t xml:space="preserve"> IMT-2000 terrestrial component radio interface Recommendation</w:t>
      </w:r>
      <w:r w:rsidRPr="009D6A18">
        <w:rPr>
          <w:rFonts w:hint="eastAsia"/>
          <w:szCs w:val="24"/>
          <w:lang w:eastAsia="ja-JP"/>
        </w:rPr>
        <w:t>(</w:t>
      </w:r>
      <w:r w:rsidRPr="009D6A18">
        <w:rPr>
          <w:szCs w:val="24"/>
        </w:rPr>
        <w:t>s</w:t>
      </w:r>
      <w:r w:rsidRPr="009D6A18">
        <w:rPr>
          <w:rFonts w:hint="eastAsia"/>
          <w:szCs w:val="24"/>
          <w:lang w:eastAsia="ja-JP"/>
        </w:rPr>
        <w:t>) is developed within the ITU-R on the ba</w:t>
      </w:r>
      <w:r w:rsidRPr="009D6A18">
        <w:rPr>
          <w:szCs w:val="24"/>
          <w:lang w:eastAsia="ja-JP"/>
        </w:rPr>
        <w:t>sis</w:t>
      </w:r>
      <w:r w:rsidRPr="009D6A18">
        <w:rPr>
          <w:rFonts w:hint="eastAsia"/>
          <w:szCs w:val="24"/>
          <w:lang w:eastAsia="ja-JP"/>
        </w:rPr>
        <w:t xml:space="preserve"> of the results of Step 7,</w:t>
      </w:r>
      <w:r w:rsidRPr="009D6A18">
        <w:rPr>
          <w:szCs w:val="24"/>
        </w:rPr>
        <w:t xml:space="preserve"> sufficiently detailed to enable worldwide compatibility of operation and equipment, including roaming</w:t>
      </w:r>
      <w:r w:rsidRPr="00A618A9">
        <w:rPr>
          <w:rStyle w:val="FootnoteReference"/>
          <w:sz w:val="16"/>
          <w:szCs w:val="16"/>
        </w:rPr>
        <w:footnoteReference w:id="7"/>
      </w:r>
      <w:r w:rsidRPr="00A618A9">
        <w:rPr>
          <w:sz w:val="16"/>
          <w:szCs w:val="16"/>
        </w:rPr>
        <w:t>.</w:t>
      </w:r>
    </w:p>
    <w:p w:rsidR="00806774" w:rsidRPr="009D6A18" w:rsidRDefault="00806774" w:rsidP="00806774">
      <w:pPr>
        <w:rPr>
          <w:szCs w:val="24"/>
        </w:rPr>
      </w:pPr>
      <w:r w:rsidRPr="009D6A18">
        <w:rPr>
          <w:szCs w:val="24"/>
        </w:rPr>
        <w:t xml:space="preserve">This work may proceed </w:t>
      </w:r>
      <w:r w:rsidRPr="009D6A18">
        <w:rPr>
          <w:szCs w:val="24"/>
          <w:lang w:eastAsia="ko-KR"/>
        </w:rPr>
        <w:t>in cooperation with relevant organizations external to ITU in order to complement the work within ITU</w:t>
      </w:r>
      <w:r w:rsidRPr="009D6A18">
        <w:rPr>
          <w:szCs w:val="24"/>
          <w:lang w:eastAsia="ko-KR"/>
        </w:rPr>
        <w:noBreakHyphen/>
        <w:t>R, using the principles set out in Resolution ITU-R 9-4.</w:t>
      </w:r>
    </w:p>
    <w:p w:rsidR="00806774" w:rsidRPr="009D6A18" w:rsidRDefault="00806774" w:rsidP="00806774">
      <w:pPr>
        <w:pStyle w:val="heading0"/>
        <w:rPr>
          <w:szCs w:val="24"/>
          <w:lang w:eastAsia="ja-JP"/>
        </w:rPr>
      </w:pPr>
      <w:r w:rsidRPr="009D6A18">
        <w:rPr>
          <w:szCs w:val="24"/>
        </w:rPr>
        <w:t>Step 9 – Implementation of Recommendation</w:t>
      </w:r>
      <w:r w:rsidRPr="009D6A18">
        <w:rPr>
          <w:rFonts w:hint="eastAsia"/>
          <w:szCs w:val="24"/>
          <w:lang w:eastAsia="ja-JP"/>
        </w:rPr>
        <w:t>(</w:t>
      </w:r>
      <w:r w:rsidRPr="009D6A18">
        <w:rPr>
          <w:szCs w:val="24"/>
        </w:rPr>
        <w:t>s</w:t>
      </w:r>
      <w:r w:rsidRPr="009D6A18">
        <w:rPr>
          <w:rFonts w:hint="eastAsia"/>
          <w:szCs w:val="24"/>
          <w:lang w:eastAsia="ja-JP"/>
        </w:rPr>
        <w:t>)</w:t>
      </w:r>
    </w:p>
    <w:p w:rsidR="00806774" w:rsidRPr="009D6A18" w:rsidRDefault="00806774" w:rsidP="00806774">
      <w:pPr>
        <w:rPr>
          <w:szCs w:val="24"/>
        </w:rPr>
      </w:pPr>
      <w:r w:rsidRPr="009D6A18">
        <w:rPr>
          <w:szCs w:val="24"/>
        </w:rPr>
        <w:t>In this step</w:t>
      </w:r>
      <w:r w:rsidRPr="009D6A18">
        <w:rPr>
          <w:rFonts w:hint="eastAsia"/>
          <w:szCs w:val="24"/>
          <w:lang w:eastAsia="ja-JP"/>
        </w:rPr>
        <w:t>,</w:t>
      </w:r>
      <w:r w:rsidRPr="009D6A18">
        <w:rPr>
          <w:szCs w:val="24"/>
        </w:rPr>
        <w:t xml:space="preserve"> activities external to </w:t>
      </w:r>
      <w:r w:rsidRPr="009D6A18">
        <w:rPr>
          <w:rFonts w:hint="eastAsia"/>
          <w:szCs w:val="24"/>
          <w:lang w:eastAsia="ja-JP"/>
        </w:rPr>
        <w:t>ITU-R</w:t>
      </w:r>
      <w:r w:rsidRPr="009D6A18">
        <w:rPr>
          <w:szCs w:val="24"/>
        </w:rPr>
        <w:t xml:space="preserve"> include the development of supplementary standards </w:t>
      </w:r>
      <w:r w:rsidR="00B55DC9">
        <w:rPr>
          <w:szCs w:val="24"/>
        </w:rPr>
        <w:br/>
      </w:r>
      <w:r w:rsidRPr="009D6A18">
        <w:rPr>
          <w:szCs w:val="24"/>
        </w:rPr>
        <w:t>(if appropriate), equipment design and development, testing, field trials, type approval</w:t>
      </w:r>
      <w:r w:rsidRPr="009D6A18">
        <w:rPr>
          <w:rFonts w:hint="eastAsia"/>
          <w:szCs w:val="24"/>
          <w:lang w:eastAsia="ja-JP"/>
        </w:rPr>
        <w:t xml:space="preserve"> </w:t>
      </w:r>
      <w:r w:rsidR="00B55DC9">
        <w:rPr>
          <w:szCs w:val="24"/>
          <w:lang w:eastAsia="ja-JP"/>
        </w:rPr>
        <w:br/>
      </w:r>
      <w:r w:rsidRPr="009D6A18">
        <w:rPr>
          <w:szCs w:val="24"/>
        </w:rPr>
        <w:t>(if appropriate), development of relevant commercial aspects such as roaming agreements, manufacture and deployment of IMT-2000 infrastructure leading to commercial service.</w:t>
      </w:r>
    </w:p>
    <w:p w:rsidR="00806774" w:rsidRDefault="00806774" w:rsidP="00806774">
      <w:pPr>
        <w:pStyle w:val="Reasons"/>
      </w:pPr>
    </w:p>
    <w:p w:rsidR="000069D4" w:rsidRPr="00AB3509" w:rsidRDefault="00806774" w:rsidP="00AB3509">
      <w:pPr>
        <w:jc w:val="center"/>
      </w:pPr>
      <w:r>
        <w:t>______________</w:t>
      </w:r>
    </w:p>
    <w:sectPr w:rsidR="000069D4" w:rsidRPr="00AB3509" w:rsidSect="00D02712">
      <w:headerReference w:type="defaul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FF6" w:rsidRDefault="00736FF6">
      <w:r>
        <w:separator/>
      </w:r>
    </w:p>
  </w:endnote>
  <w:endnote w:type="continuationSeparator" w:id="0">
    <w:p w:rsidR="00736FF6" w:rsidRDefault="00736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imes New Roman Bold">
    <w:panose1 w:val="02020803070505020304"/>
    <w:charset w:val="00"/>
    <w:family w:val="roman"/>
    <w:notTrueType/>
    <w:pitch w:val="default"/>
  </w:font>
  <w:font w:name="Times">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Heiti SC Light">
    <w:charset w:val="50"/>
    <w:family w:val="auto"/>
    <w:pitch w:val="variable"/>
    <w:sig w:usb0="8000002F" w:usb1="080E004A" w:usb2="00000010" w:usb3="00000000" w:csb0="0004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FF6" w:rsidRDefault="00736FF6">
      <w:r>
        <w:t>____________________</w:t>
      </w:r>
    </w:p>
  </w:footnote>
  <w:footnote w:type="continuationSeparator" w:id="0">
    <w:p w:rsidR="00736FF6" w:rsidRDefault="00736FF6">
      <w:r>
        <w:continuationSeparator/>
      </w:r>
    </w:p>
  </w:footnote>
  <w:footnote w:id="1">
    <w:p w:rsidR="00E57CC1" w:rsidRPr="009D6A18" w:rsidRDefault="00E57CC1" w:rsidP="001140E3">
      <w:pPr>
        <w:pStyle w:val="FootnoteText"/>
        <w:rPr>
          <w:szCs w:val="24"/>
          <w:lang w:val="en-US"/>
        </w:rPr>
      </w:pPr>
      <w:r w:rsidRPr="00632858">
        <w:rPr>
          <w:rStyle w:val="FootnoteReference"/>
        </w:rPr>
        <w:footnoteRef/>
      </w:r>
      <w:r>
        <w:rPr>
          <w:lang w:val="en-US"/>
        </w:rPr>
        <w:tab/>
      </w:r>
      <w:r w:rsidRPr="00AB3509">
        <w:rPr>
          <w:szCs w:val="24"/>
          <w:lang w:val="en-US"/>
        </w:rPr>
        <w:t xml:space="preserve">See Circular Letter 5/LCCE/2 Addendum 5, (30 January 2012) and </w:t>
      </w:r>
      <w:r>
        <w:rPr>
          <w:szCs w:val="24"/>
          <w:lang w:val="en-US"/>
        </w:rPr>
        <w:t>D</w:t>
      </w:r>
      <w:r w:rsidRPr="00AB3509">
        <w:rPr>
          <w:szCs w:val="24"/>
          <w:lang w:val="en-US"/>
        </w:rPr>
        <w:t>ocument IMT-ADV/25, (27 January 2012).</w:t>
      </w:r>
    </w:p>
  </w:footnote>
  <w:footnote w:id="2">
    <w:p w:rsidR="00E57CC1" w:rsidRPr="009D6A18" w:rsidRDefault="00E57CC1" w:rsidP="00806774">
      <w:pPr>
        <w:pStyle w:val="FootnoteText"/>
        <w:rPr>
          <w:szCs w:val="24"/>
          <w:lang w:val="en-US"/>
        </w:rPr>
      </w:pPr>
      <w:r w:rsidRPr="009D6A18">
        <w:rPr>
          <w:rStyle w:val="FootnoteReference"/>
          <w:szCs w:val="18"/>
        </w:rPr>
        <w:footnoteRef/>
      </w:r>
      <w:r>
        <w:rPr>
          <w:szCs w:val="24"/>
        </w:rPr>
        <w:tab/>
      </w:r>
      <w:r w:rsidRPr="00AB3509">
        <w:rPr>
          <w:szCs w:val="24"/>
          <w:lang w:val="en-US"/>
        </w:rPr>
        <w:t>See Circular Letters 8/LCCE/47 &amp; Addend</w:t>
      </w:r>
      <w:r w:rsidRPr="00AB3509">
        <w:rPr>
          <w:rFonts w:hint="eastAsia"/>
          <w:szCs w:val="24"/>
          <w:lang w:val="en-US" w:eastAsia="ja-JP"/>
        </w:rPr>
        <w:t>a</w:t>
      </w:r>
      <w:r w:rsidRPr="00AB3509">
        <w:rPr>
          <w:szCs w:val="24"/>
          <w:lang w:val="en-US"/>
        </w:rPr>
        <w:t xml:space="preserve"> (4 April 1997 thru 26 May 1998) and 8/LCCE/95 Annex 1, (28 March 2001).</w:t>
      </w:r>
    </w:p>
  </w:footnote>
  <w:footnote w:id="3">
    <w:p w:rsidR="00E57CC1" w:rsidRPr="00031741" w:rsidRDefault="00E57CC1" w:rsidP="00806774">
      <w:pPr>
        <w:pStyle w:val="FootnoteText"/>
        <w:rPr>
          <w:lang w:val="en-US"/>
        </w:rPr>
      </w:pPr>
      <w:r w:rsidRPr="00632858">
        <w:rPr>
          <w:rStyle w:val="FootnoteReference"/>
        </w:rPr>
        <w:footnoteRef/>
      </w:r>
      <w:r>
        <w:rPr>
          <w:lang w:val="en-US"/>
        </w:rPr>
        <w:tab/>
      </w:r>
      <w:r>
        <w:rPr>
          <w:szCs w:val="24"/>
          <w:lang w:eastAsia="ja-JP"/>
        </w:rPr>
        <w:t xml:space="preserve">Timing may vary </w:t>
      </w:r>
      <w:r w:rsidR="00BF728A">
        <w:rPr>
          <w:szCs w:val="24"/>
          <w:lang w:eastAsia="ja-JP"/>
        </w:rPr>
        <w:t xml:space="preserve">and it will be indicated in the announcements for the specific revisions of </w:t>
      </w:r>
      <w:r w:rsidR="00BF728A" w:rsidRPr="00AB3509">
        <w:rPr>
          <w:rFonts w:hint="eastAsia"/>
          <w:szCs w:val="24"/>
          <w:lang w:eastAsia="ja-JP"/>
        </w:rPr>
        <w:t>Recommendation ITU-R M.1457.</w:t>
      </w:r>
    </w:p>
  </w:footnote>
  <w:footnote w:id="4">
    <w:p w:rsidR="00E57CC1" w:rsidRPr="00D05D3D" w:rsidRDefault="00E57CC1" w:rsidP="00806774">
      <w:pPr>
        <w:pStyle w:val="FootnoteText"/>
        <w:rPr>
          <w:lang w:eastAsia="ja-JP"/>
        </w:rPr>
      </w:pPr>
      <w:r w:rsidRPr="00D05D3D">
        <w:rPr>
          <w:rStyle w:val="FootnoteReference"/>
        </w:rPr>
        <w:footnoteRef/>
      </w:r>
      <w:r w:rsidRPr="00D05D3D">
        <w:t xml:space="preserve"> </w:t>
      </w:r>
      <w:r w:rsidRPr="009D6A18">
        <w:rPr>
          <w:sz w:val="22"/>
          <w:szCs w:val="22"/>
          <w:lang w:eastAsia="ja-JP"/>
        </w:rPr>
        <w:tab/>
      </w:r>
      <w:r w:rsidRPr="00AB3509">
        <w:rPr>
          <w:rFonts w:hint="eastAsia"/>
          <w:szCs w:val="24"/>
          <w:lang w:eastAsia="ja-JP"/>
        </w:rPr>
        <w:t xml:space="preserve">Provides the confirmation to the sender that the submission was received by the BR and that </w:t>
      </w:r>
      <w:r w:rsidR="00F77605">
        <w:rPr>
          <w:szCs w:val="24"/>
          <w:lang w:eastAsia="ja-JP"/>
        </w:rPr>
        <w:br/>
      </w:r>
      <w:r w:rsidRPr="00AB3509">
        <w:rPr>
          <w:rFonts w:hint="eastAsia"/>
          <w:szCs w:val="24"/>
          <w:lang w:eastAsia="ja-JP"/>
        </w:rPr>
        <w:t>the submission will be forwarded to WP</w:t>
      </w:r>
      <w:r w:rsidRPr="00AB3509">
        <w:rPr>
          <w:szCs w:val="24"/>
          <w:lang w:eastAsia="ja-JP"/>
        </w:rPr>
        <w:t xml:space="preserve"> </w:t>
      </w:r>
      <w:r w:rsidRPr="00AB3509">
        <w:rPr>
          <w:rFonts w:hint="eastAsia"/>
          <w:szCs w:val="24"/>
          <w:lang w:eastAsia="ja-JP"/>
        </w:rPr>
        <w:t>5D for subsequent consideration</w:t>
      </w:r>
      <w:r w:rsidRPr="00AB3509">
        <w:rPr>
          <w:rFonts w:hint="eastAsia"/>
          <w:szCs w:val="24"/>
        </w:rPr>
        <w:t>.</w:t>
      </w:r>
    </w:p>
  </w:footnote>
  <w:footnote w:id="5">
    <w:p w:rsidR="00E57CC1" w:rsidRPr="00AB3509" w:rsidRDefault="00E57CC1" w:rsidP="00104586">
      <w:pPr>
        <w:pStyle w:val="FootnoteText"/>
        <w:rPr>
          <w:lang w:val="en-US"/>
        </w:rPr>
      </w:pPr>
      <w:r>
        <w:rPr>
          <w:rStyle w:val="FootnoteReference"/>
        </w:rPr>
        <w:footnoteRef/>
      </w:r>
      <w:r>
        <w:tab/>
      </w:r>
      <w:r w:rsidRPr="00AB3509">
        <w:rPr>
          <w:szCs w:val="24"/>
        </w:rPr>
        <w:t>Evaluation group registration forms are available at:</w:t>
      </w:r>
      <w:r w:rsidR="00104586">
        <w:rPr>
          <w:szCs w:val="24"/>
        </w:rPr>
        <w:br/>
      </w:r>
      <w:hyperlink r:id="rId1" w:tgtFrame="_blank" w:tooltip="http://www.itu.int/ITU-R/go/rsg5-imt-advanced/" w:history="1">
        <w:r w:rsidRPr="00AB3509">
          <w:rPr>
            <w:rFonts w:eastAsia="SimSun"/>
            <w:color w:val="0000FF"/>
            <w:szCs w:val="24"/>
            <w:u w:val="single"/>
            <w:lang w:val="en-US" w:eastAsia="zh-CN"/>
          </w:rPr>
          <w:t>http://www.itu.int/ITU-R/go/rsg5-IMT-2000/</w:t>
        </w:r>
      </w:hyperlink>
      <w:r w:rsidRPr="00AB3509">
        <w:rPr>
          <w:rFonts w:eastAsia="SimSun"/>
          <w:szCs w:val="24"/>
          <w:lang w:val="en-US" w:eastAsia="zh-CN"/>
        </w:rPr>
        <w:t xml:space="preserve"> </w:t>
      </w:r>
      <w:r w:rsidRPr="00AB3509">
        <w:rPr>
          <w:rFonts w:eastAsia="SimSun"/>
          <w:i/>
          <w:szCs w:val="24"/>
          <w:lang w:val="en-US" w:eastAsia="zh-CN"/>
        </w:rPr>
        <w:t>[Note: create a registration group evaluation form applicable for IMT-2000 based on the IMT-Advanced]</w:t>
      </w:r>
      <w:r>
        <w:rPr>
          <w:rFonts w:eastAsia="SimSun"/>
          <w:i/>
          <w:szCs w:val="24"/>
          <w:lang w:val="en-US" w:eastAsia="zh-CN"/>
        </w:rPr>
        <w:t>.</w:t>
      </w:r>
    </w:p>
  </w:footnote>
  <w:footnote w:id="6">
    <w:p w:rsidR="00E57CC1" w:rsidRPr="005243DF" w:rsidRDefault="00E57CC1" w:rsidP="001140E3">
      <w:pPr>
        <w:pStyle w:val="FootnoteText"/>
      </w:pPr>
      <w:r w:rsidRPr="009D6A18">
        <w:rPr>
          <w:rStyle w:val="FootnoteReference"/>
          <w:szCs w:val="18"/>
        </w:rPr>
        <w:footnoteRef/>
      </w:r>
      <w:r>
        <w:rPr>
          <w:sz w:val="22"/>
          <w:szCs w:val="22"/>
          <w:lang w:eastAsia="ja-JP"/>
        </w:rPr>
        <w:tab/>
      </w:r>
      <w:r w:rsidRPr="00AB3509">
        <w:rPr>
          <w:szCs w:val="24"/>
        </w:rPr>
        <w:t xml:space="preserve">Note that the table and text given in </w:t>
      </w:r>
      <w:r>
        <w:rPr>
          <w:szCs w:val="24"/>
        </w:rPr>
        <w:t>D</w:t>
      </w:r>
      <w:r w:rsidRPr="00AB3509">
        <w:rPr>
          <w:szCs w:val="24"/>
        </w:rPr>
        <w:t>ocument IMT-2000/4 specifically Attachment 7 of Circular Letter 8/LCCE/47 supersedes Table 1 and its subsequent tex</w:t>
      </w:r>
      <w:r>
        <w:rPr>
          <w:szCs w:val="24"/>
        </w:rPr>
        <w:t>t in Annex 2, section 1, of Recommendation</w:t>
      </w:r>
      <w:r w:rsidRPr="00AB3509">
        <w:rPr>
          <w:szCs w:val="24"/>
        </w:rPr>
        <w:t xml:space="preserve"> ITU-R M.1225.</w:t>
      </w:r>
    </w:p>
  </w:footnote>
  <w:footnote w:id="7">
    <w:p w:rsidR="00E57CC1" w:rsidRPr="00D16113" w:rsidRDefault="00E57CC1" w:rsidP="00806774">
      <w:pPr>
        <w:pStyle w:val="FootnoteText"/>
        <w:rPr>
          <w:lang w:val="en-US"/>
        </w:rPr>
      </w:pPr>
      <w:r>
        <w:rPr>
          <w:rStyle w:val="FootnoteReference"/>
        </w:rPr>
        <w:footnoteRef/>
      </w:r>
      <w:r>
        <w:tab/>
      </w:r>
      <w:r w:rsidRPr="001355C4">
        <w:rPr>
          <w:szCs w:val="24"/>
          <w:lang w:val="en-US"/>
        </w:rPr>
        <w:t>Currently the IMT-2000 Radio Interface Specifications are contained in Rec</w:t>
      </w:r>
      <w:r w:rsidRPr="001355C4">
        <w:rPr>
          <w:szCs w:val="24"/>
          <w:lang w:val="en-US" w:eastAsia="ja-JP"/>
        </w:rPr>
        <w:t xml:space="preserve">ommendation </w:t>
      </w:r>
      <w:r w:rsidR="00F77605">
        <w:rPr>
          <w:szCs w:val="24"/>
          <w:lang w:val="en-US" w:eastAsia="ja-JP"/>
        </w:rPr>
        <w:br/>
      </w:r>
      <w:r w:rsidRPr="001355C4">
        <w:rPr>
          <w:szCs w:val="24"/>
          <w:lang w:val="en-US" w:eastAsia="ja-JP"/>
        </w:rPr>
        <w:t>ITU-R M.1457.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C1" w:rsidRDefault="00E57CC1"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B4F33">
      <w:rPr>
        <w:rStyle w:val="PageNumber"/>
        <w:noProof/>
      </w:rPr>
      <w:t>6</w:t>
    </w:r>
    <w:r>
      <w:rPr>
        <w:rStyle w:val="PageNumber"/>
      </w:rPr>
      <w:fldChar w:fldCharType="end"/>
    </w:r>
    <w:r>
      <w:rPr>
        <w:rStyle w:val="PageNumber"/>
      </w:rPr>
      <w:t xml:space="preserve"> -</w:t>
    </w:r>
  </w:p>
  <w:p w:rsidR="00E57CC1" w:rsidRDefault="00E57CC1">
    <w:pPr>
      <w:pStyle w:val="Header"/>
      <w:rPr>
        <w:lang w:val="en-US"/>
      </w:rPr>
    </w:pPr>
    <w:r>
      <w:rPr>
        <w:lang w:val="en-US"/>
      </w:rPr>
      <w:t>5D/TEMP/128</w:t>
    </w:r>
    <w:r w:rsidR="008D5FD8">
      <w:rPr>
        <w:lang w:val="en-US"/>
      </w:rPr>
      <w:t>(Rev.1)</w:t>
    </w:r>
    <w:r>
      <w:rPr>
        <w:lang w:val="en-US"/>
      </w:rPr>
      <w: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933"/>
    <w:rsid w:val="000069D4"/>
    <w:rsid w:val="000104FF"/>
    <w:rsid w:val="000174AD"/>
    <w:rsid w:val="00047C00"/>
    <w:rsid w:val="000A7D55"/>
    <w:rsid w:val="000C2E8E"/>
    <w:rsid w:val="000E0E7C"/>
    <w:rsid w:val="000F1B4B"/>
    <w:rsid w:val="00104586"/>
    <w:rsid w:val="001140E3"/>
    <w:rsid w:val="0012744F"/>
    <w:rsid w:val="001355C4"/>
    <w:rsid w:val="00156F66"/>
    <w:rsid w:val="00182528"/>
    <w:rsid w:val="0018500B"/>
    <w:rsid w:val="00196A19"/>
    <w:rsid w:val="001A219C"/>
    <w:rsid w:val="00202DC1"/>
    <w:rsid w:val="002116EE"/>
    <w:rsid w:val="002309D8"/>
    <w:rsid w:val="002A7FE2"/>
    <w:rsid w:val="002E1B4F"/>
    <w:rsid w:val="002F2E67"/>
    <w:rsid w:val="00315546"/>
    <w:rsid w:val="00330567"/>
    <w:rsid w:val="003640B8"/>
    <w:rsid w:val="00386A9D"/>
    <w:rsid w:val="00391081"/>
    <w:rsid w:val="003B2789"/>
    <w:rsid w:val="003C13CE"/>
    <w:rsid w:val="003D1EFC"/>
    <w:rsid w:val="003E2518"/>
    <w:rsid w:val="003F7780"/>
    <w:rsid w:val="004B1EF7"/>
    <w:rsid w:val="004B3FAD"/>
    <w:rsid w:val="00501DCA"/>
    <w:rsid w:val="00513A47"/>
    <w:rsid w:val="005408DF"/>
    <w:rsid w:val="00573344"/>
    <w:rsid w:val="0057466A"/>
    <w:rsid w:val="00583F9B"/>
    <w:rsid w:val="005E5C10"/>
    <w:rsid w:val="005F2C78"/>
    <w:rsid w:val="006144E4"/>
    <w:rsid w:val="006302D3"/>
    <w:rsid w:val="00650299"/>
    <w:rsid w:val="00655FC5"/>
    <w:rsid w:val="00736FF6"/>
    <w:rsid w:val="007B4F33"/>
    <w:rsid w:val="00806774"/>
    <w:rsid w:val="00822581"/>
    <w:rsid w:val="008309DD"/>
    <w:rsid w:val="0083227A"/>
    <w:rsid w:val="00866900"/>
    <w:rsid w:val="00874F48"/>
    <w:rsid w:val="00881BA1"/>
    <w:rsid w:val="008B61DB"/>
    <w:rsid w:val="008C26B8"/>
    <w:rsid w:val="008D5FD8"/>
    <w:rsid w:val="00982084"/>
    <w:rsid w:val="00995963"/>
    <w:rsid w:val="009B61EB"/>
    <w:rsid w:val="009C2064"/>
    <w:rsid w:val="009C40C7"/>
    <w:rsid w:val="009D1697"/>
    <w:rsid w:val="00A014F8"/>
    <w:rsid w:val="00A2631D"/>
    <w:rsid w:val="00A36D93"/>
    <w:rsid w:val="00A5173C"/>
    <w:rsid w:val="00A61AEF"/>
    <w:rsid w:val="00AB3509"/>
    <w:rsid w:val="00AF173A"/>
    <w:rsid w:val="00B066A4"/>
    <w:rsid w:val="00B07A13"/>
    <w:rsid w:val="00B31933"/>
    <w:rsid w:val="00B4279B"/>
    <w:rsid w:val="00B45FC9"/>
    <w:rsid w:val="00B55DC9"/>
    <w:rsid w:val="00BC7CCF"/>
    <w:rsid w:val="00BE470B"/>
    <w:rsid w:val="00BE7162"/>
    <w:rsid w:val="00BF728A"/>
    <w:rsid w:val="00C42230"/>
    <w:rsid w:val="00C57A91"/>
    <w:rsid w:val="00CA77F3"/>
    <w:rsid w:val="00CC01C2"/>
    <w:rsid w:val="00CF21F2"/>
    <w:rsid w:val="00D02712"/>
    <w:rsid w:val="00D214D0"/>
    <w:rsid w:val="00D6546B"/>
    <w:rsid w:val="00DD4BED"/>
    <w:rsid w:val="00DE39F0"/>
    <w:rsid w:val="00DF0AF3"/>
    <w:rsid w:val="00E27D7E"/>
    <w:rsid w:val="00E42E13"/>
    <w:rsid w:val="00E57CC1"/>
    <w:rsid w:val="00E6257C"/>
    <w:rsid w:val="00E63C59"/>
    <w:rsid w:val="00F77605"/>
    <w:rsid w:val="00FA124A"/>
    <w:rsid w:val="00FC08DD"/>
    <w:rsid w:val="00FC2316"/>
    <w:rsid w:val="00FC2CFD"/>
    <w:rsid w:val="00FF43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uiPriority w:val="99"/>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rsid w:val="00E63C59"/>
    <w:pPr>
      <w:spacing w:after="48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rsid w:val="00806774"/>
    <w:rPr>
      <w:color w:val="0000FF"/>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uiPriority w:val="99"/>
    <w:rsid w:val="00806774"/>
    <w:rPr>
      <w:rFonts w:ascii="Times New Roman" w:hAnsi="Times New Roman"/>
      <w:sz w:val="24"/>
      <w:lang w:val="en-GB" w:eastAsia="en-US"/>
    </w:rPr>
  </w:style>
  <w:style w:type="character" w:customStyle="1" w:styleId="FigureNoChar">
    <w:name w:val="Figure_No Char"/>
    <w:link w:val="FigureNo"/>
    <w:rsid w:val="00806774"/>
    <w:rPr>
      <w:rFonts w:ascii="Times New Roman" w:hAnsi="Times New Roman"/>
      <w:caps/>
      <w:lang w:val="en-GB" w:eastAsia="en-US"/>
    </w:rPr>
  </w:style>
  <w:style w:type="paragraph" w:customStyle="1" w:styleId="heading0">
    <w:name w:val="heading 0"/>
    <w:basedOn w:val="Heading1"/>
    <w:next w:val="Normal"/>
    <w:rsid w:val="00806774"/>
    <w:pPr>
      <w:tabs>
        <w:tab w:val="clear" w:pos="1134"/>
        <w:tab w:val="clear" w:pos="1871"/>
        <w:tab w:val="clear" w:pos="2268"/>
        <w:tab w:val="left" w:pos="794"/>
        <w:tab w:val="left" w:pos="2127"/>
        <w:tab w:val="left" w:pos="2410"/>
        <w:tab w:val="left" w:pos="2921"/>
        <w:tab w:val="left" w:pos="3261"/>
      </w:tabs>
      <w:spacing w:before="240"/>
      <w:ind w:left="794" w:hanging="794"/>
      <w:outlineLvl w:val="9"/>
    </w:pPr>
    <w:rPr>
      <w:rFonts w:ascii="CG Times" w:eastAsia="MS Mincho" w:hAnsi="CG Times"/>
      <w:sz w:val="24"/>
      <w:lang w:eastAsia="fr-FR"/>
    </w:rPr>
  </w:style>
  <w:style w:type="character" w:customStyle="1" w:styleId="FiguretitleChar">
    <w:name w:val="Figure_title Char"/>
    <w:link w:val="Figuretitle"/>
    <w:rsid w:val="00806774"/>
    <w:rPr>
      <w:rFonts w:ascii="Times New Roman Bold" w:hAnsi="Times New Roman Bold"/>
      <w:b/>
      <w:lang w:val="en-GB" w:eastAsia="en-US"/>
    </w:rPr>
  </w:style>
  <w:style w:type="paragraph" w:styleId="BalloonText">
    <w:name w:val="Balloon Text"/>
    <w:basedOn w:val="Normal"/>
    <w:link w:val="BalloonTextChar"/>
    <w:rsid w:val="00E57CC1"/>
    <w:pPr>
      <w:spacing w:before="0"/>
    </w:pPr>
    <w:rPr>
      <w:rFonts w:ascii="Heiti SC Light" w:eastAsia="Heiti SC Light"/>
      <w:sz w:val="18"/>
      <w:szCs w:val="18"/>
    </w:rPr>
  </w:style>
  <w:style w:type="character" w:customStyle="1" w:styleId="BalloonTextChar">
    <w:name w:val="Balloon Text Char"/>
    <w:basedOn w:val="DefaultParagraphFont"/>
    <w:link w:val="BalloonText"/>
    <w:rsid w:val="00E57CC1"/>
    <w:rPr>
      <w:rFonts w:ascii="Heiti SC Light" w:eastAsia="Heiti SC Light" w:hAnsi="Times New Roman"/>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uiPriority w:val="99"/>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rsid w:val="00E63C59"/>
    <w:pPr>
      <w:spacing w:after="48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rsid w:val="00806774"/>
    <w:rPr>
      <w:color w:val="0000FF"/>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uiPriority w:val="99"/>
    <w:rsid w:val="00806774"/>
    <w:rPr>
      <w:rFonts w:ascii="Times New Roman" w:hAnsi="Times New Roman"/>
      <w:sz w:val="24"/>
      <w:lang w:val="en-GB" w:eastAsia="en-US"/>
    </w:rPr>
  </w:style>
  <w:style w:type="character" w:customStyle="1" w:styleId="FigureNoChar">
    <w:name w:val="Figure_No Char"/>
    <w:link w:val="FigureNo"/>
    <w:rsid w:val="00806774"/>
    <w:rPr>
      <w:rFonts w:ascii="Times New Roman" w:hAnsi="Times New Roman"/>
      <w:caps/>
      <w:lang w:val="en-GB" w:eastAsia="en-US"/>
    </w:rPr>
  </w:style>
  <w:style w:type="paragraph" w:customStyle="1" w:styleId="heading0">
    <w:name w:val="heading 0"/>
    <w:basedOn w:val="Heading1"/>
    <w:next w:val="Normal"/>
    <w:rsid w:val="00806774"/>
    <w:pPr>
      <w:tabs>
        <w:tab w:val="clear" w:pos="1134"/>
        <w:tab w:val="clear" w:pos="1871"/>
        <w:tab w:val="clear" w:pos="2268"/>
        <w:tab w:val="left" w:pos="794"/>
        <w:tab w:val="left" w:pos="2127"/>
        <w:tab w:val="left" w:pos="2410"/>
        <w:tab w:val="left" w:pos="2921"/>
        <w:tab w:val="left" w:pos="3261"/>
      </w:tabs>
      <w:spacing w:before="240"/>
      <w:ind w:left="794" w:hanging="794"/>
      <w:outlineLvl w:val="9"/>
    </w:pPr>
    <w:rPr>
      <w:rFonts w:ascii="CG Times" w:eastAsia="MS Mincho" w:hAnsi="CG Times"/>
      <w:sz w:val="24"/>
      <w:lang w:eastAsia="fr-FR"/>
    </w:rPr>
  </w:style>
  <w:style w:type="character" w:customStyle="1" w:styleId="FiguretitleChar">
    <w:name w:val="Figure_title Char"/>
    <w:link w:val="Figuretitle"/>
    <w:rsid w:val="00806774"/>
    <w:rPr>
      <w:rFonts w:ascii="Times New Roman Bold" w:hAnsi="Times New Roman Bold"/>
      <w:b/>
      <w:lang w:val="en-GB" w:eastAsia="en-US"/>
    </w:rPr>
  </w:style>
  <w:style w:type="paragraph" w:styleId="BalloonText">
    <w:name w:val="Balloon Text"/>
    <w:basedOn w:val="Normal"/>
    <w:link w:val="BalloonTextChar"/>
    <w:rsid w:val="00E57CC1"/>
    <w:pPr>
      <w:spacing w:before="0"/>
    </w:pPr>
    <w:rPr>
      <w:rFonts w:ascii="Heiti SC Light" w:eastAsia="Heiti SC Light"/>
      <w:sz w:val="18"/>
      <w:szCs w:val="18"/>
    </w:rPr>
  </w:style>
  <w:style w:type="character" w:customStyle="1" w:styleId="BalloonTextChar">
    <w:name w:val="Balloon Text Char"/>
    <w:basedOn w:val="DefaultParagraphFont"/>
    <w:link w:val="BalloonText"/>
    <w:rsid w:val="00E57CC1"/>
    <w:rPr>
      <w:rFonts w:ascii="Heiti SC Light" w:eastAsia="Heiti SC Light" w:hAnsi="Times New Roman"/>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tu.int/ITU-R/go/rsg5-imt-advanced/" TargetMode="External"/><Relationship Id="rId4" Type="http://schemas.openxmlformats.org/officeDocument/2006/relationships/settings" Target="settings.xml"/><Relationship Id="rId9" Type="http://schemas.openxmlformats.org/officeDocument/2006/relationships/hyperlink" Target="http://www.itu.int/ITU-T/dbase/patent/patent-policy.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tu.int/ITU-R/go/rsg5-imt-advanc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18217-0C79-49B4-A2EB-7B3F18A4B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18</TotalTime>
  <Pages>7</Pages>
  <Words>1772</Words>
  <Characters>10106</Characters>
  <Application>Microsoft Office Word</Application>
  <DocSecurity>0</DocSecurity>
  <Lines>84</Lines>
  <Paragraphs>23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1	Time schedule</vt:lpstr>
      <vt:lpstr>2	Process </vt:lpstr>
      <vt:lpstr>    2.1	General </vt:lpstr>
      <vt:lpstr>    2.2	Detailed procedure</vt:lpstr>
    </vt:vector>
  </TitlesOfParts>
  <Manager/>
  <Company/>
  <LinksUpToDate>false</LinksUpToDate>
  <CharactersWithSpaces>11855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detraz</dc:creator>
  <cp:keywords/>
  <dc:description/>
  <cp:lastModifiedBy>Buonomo, Sergio</cp:lastModifiedBy>
  <cp:revision>14</cp:revision>
  <cp:lastPrinted>2013-02-06T07:30:00Z</cp:lastPrinted>
  <dcterms:created xsi:type="dcterms:W3CDTF">2013-02-06T07:51:00Z</dcterms:created>
  <dcterms:modified xsi:type="dcterms:W3CDTF">2013-02-18T13:59:00Z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